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34ADE" w14:textId="77777777" w:rsidR="004D119B" w:rsidRDefault="004D119B" w:rsidP="004D119B">
      <w:pPr>
        <w:pStyle w:val="Note"/>
      </w:pPr>
      <w:r>
        <w:t>READ THIS FIRST</w:t>
      </w:r>
    </w:p>
    <w:p w14:paraId="050C1433" w14:textId="3BF21DE7" w:rsidR="004D119B" w:rsidRDefault="004D119B" w:rsidP="004D119B">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3B6F8B38" w14:textId="14408208" w:rsidR="004D119B" w:rsidRDefault="004D119B" w:rsidP="004D119B">
      <w:pPr>
        <w:pStyle w:val="Note"/>
      </w:pPr>
      <w:r>
        <w:t>It is important that every paragraph be numbered to allow for easy referencing.  If you use the document’s built in styles and formatting your outline should be fine.  Most paragraphs can be promoted (Shift) or demoted (Shift-Tab).</w:t>
      </w:r>
    </w:p>
    <w:p w14:paraId="413CC101" w14:textId="09C938AA" w:rsidR="004D119B" w:rsidRDefault="004D119B" w:rsidP="004D119B">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1C5CF1">
        <w:t>‘</w:t>
      </w:r>
      <w:r w:rsidR="004F1BCE">
        <w:t>format paint’ to reapply the</w:t>
      </w:r>
      <w:r>
        <w:t xml:space="preserve"> format.</w:t>
      </w:r>
    </w:p>
    <w:p w14:paraId="5F39B7AF" w14:textId="77777777" w:rsidR="00F97F42" w:rsidRDefault="00F97F42" w:rsidP="00687D3B">
      <w:pPr>
        <w:pStyle w:val="Spec"/>
        <w:numPr>
          <w:ilvl w:val="0"/>
          <w:numId w:val="0"/>
        </w:numPr>
        <w:ind w:left="720"/>
        <w:rPr>
          <w:u w:val="single"/>
        </w:rPr>
      </w:pPr>
    </w:p>
    <w:p w14:paraId="444895FB" w14:textId="77777777" w:rsidR="00F97F42" w:rsidRDefault="00F97F42" w:rsidP="00F97F42">
      <w:pPr>
        <w:pStyle w:val="Note"/>
        <w:rPr>
          <w:ins w:id="0" w:author="Heilgeist, Stacy" w:date="2023-10-31T11:57:00Z"/>
        </w:rPr>
      </w:pPr>
      <w:r>
        <w:t>The 01 35 29 T - Tenant Safety Management specification is to be used for projects where the tenant hires the Contractor (ie TNT and ADR projects). In these cases, this specification would be used instead of the standard 01 35 29 – Safety Management specification.</w:t>
      </w:r>
    </w:p>
    <w:p w14:paraId="64580C3C" w14:textId="77777777" w:rsidR="00FD2FD1" w:rsidRDefault="00FD2FD1" w:rsidP="00FD2FD1">
      <w:pPr>
        <w:rPr>
          <w:ins w:id="1" w:author="Heilgeist, Stacy" w:date="2023-10-31T11:57:00Z"/>
        </w:rPr>
      </w:pPr>
    </w:p>
    <w:p w14:paraId="4DB61782" w14:textId="77777777" w:rsidR="00FD2FD1" w:rsidRDefault="00FD2FD1" w:rsidP="00FD2FD1">
      <w:pPr>
        <w:pStyle w:val="Note"/>
        <w:rPr>
          <w:ins w:id="2" w:author="Heilgeist, Stacy" w:date="2023-10-31T11:57:00Z"/>
        </w:rPr>
      </w:pPr>
      <w:bookmarkStart w:id="3" w:name="_Hlk149645476"/>
      <w:ins w:id="4" w:author="Heilgeist, Stacy" w:date="2023-10-31T11:57:00Z">
        <w:r>
          <w:t xml:space="preserve">Coordinate with Construction Safety Manager, if assigned, or Manager of Construction Safety for review of this specification to allow for identification of any special safety needs.  </w:t>
        </w:r>
      </w:ins>
    </w:p>
    <w:bookmarkEnd w:id="3"/>
    <w:p w14:paraId="2FAE9D1E" w14:textId="77777777" w:rsidR="00F97F42" w:rsidRDefault="00F97F42" w:rsidP="00687D3B">
      <w:pPr>
        <w:pStyle w:val="Spec"/>
        <w:numPr>
          <w:ilvl w:val="0"/>
          <w:numId w:val="0"/>
        </w:numPr>
        <w:ind w:left="720"/>
        <w:rPr>
          <w:u w:val="single"/>
        </w:rPr>
      </w:pPr>
    </w:p>
    <w:p w14:paraId="43848397" w14:textId="58CE670E" w:rsidR="00C415E6" w:rsidRPr="00AB54DD" w:rsidRDefault="00687D3B" w:rsidP="008C720D">
      <w:pPr>
        <w:pStyle w:val="NumberedMaterial"/>
        <w:rPr>
          <w:u w:val="single"/>
        </w:rPr>
      </w:pPr>
      <w:r w:rsidRPr="00687D3B">
        <w:rPr>
          <w:u w:val="single"/>
        </w:rPr>
        <w:t xml:space="preserve">PART 1 </w:t>
      </w:r>
      <w:r w:rsidR="00C415E6" w:rsidRPr="00AB54DD">
        <w:rPr>
          <w:u w:val="single"/>
        </w:rPr>
        <w:t>GENERAL</w:t>
      </w:r>
    </w:p>
    <w:p w14:paraId="4DB91A3C" w14:textId="77777777" w:rsidR="00B253FB" w:rsidRDefault="00B253FB" w:rsidP="00016DCA">
      <w:pPr>
        <w:pStyle w:val="Spec"/>
      </w:pPr>
      <w:r>
        <w:t>CONTRACTOR</w:t>
      </w:r>
      <w:r w:rsidR="003E736D">
        <w:t xml:space="preserve"> </w:t>
      </w:r>
      <w:r>
        <w:t>FULLY</w:t>
      </w:r>
      <w:r w:rsidR="003E736D">
        <w:t xml:space="preserve"> </w:t>
      </w:r>
      <w:r>
        <w:t>RESPONSIBLE</w:t>
      </w:r>
      <w:r w:rsidR="003E736D">
        <w:t xml:space="preserve"> </w:t>
      </w:r>
      <w:r>
        <w:t>FOR</w:t>
      </w:r>
      <w:r w:rsidR="003E736D">
        <w:t xml:space="preserve"> </w:t>
      </w:r>
      <w:r>
        <w:t>SAFETY</w:t>
      </w:r>
    </w:p>
    <w:p w14:paraId="51305C98" w14:textId="74313AB3" w:rsidR="00137DD0"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assumes</w:t>
      </w:r>
      <w:r w:rsidR="003E736D" w:rsidRPr="00706280">
        <w:t xml:space="preserve"> </w:t>
      </w:r>
      <w:r w:rsidRPr="00706280">
        <w:t>full</w:t>
      </w:r>
      <w:r w:rsidR="003E736D" w:rsidRPr="00706280">
        <w:t xml:space="preserve"> </w:t>
      </w:r>
      <w:r w:rsidRPr="00706280">
        <w:t>and</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and</w:t>
      </w:r>
      <w:r w:rsidR="003E736D" w:rsidRPr="00706280">
        <w:t xml:space="preserve"> </w:t>
      </w:r>
      <w:r w:rsidRPr="00706280">
        <w:t>shall</w:t>
      </w:r>
      <w:r w:rsidR="003E736D" w:rsidRPr="00706280">
        <w:t xml:space="preserve"> </w:t>
      </w:r>
      <w:r w:rsidRPr="00706280">
        <w:t>comply</w:t>
      </w:r>
      <w:r w:rsidR="003E736D" w:rsidRPr="00706280">
        <w:t xml:space="preserve"> </w:t>
      </w:r>
      <w:r w:rsidRPr="00706280">
        <w:t>with</w:t>
      </w:r>
      <w:r w:rsidR="003E736D" w:rsidRPr="00706280">
        <w:t xml:space="preserve"> </w:t>
      </w:r>
      <w:r w:rsidRPr="00706280">
        <w:t>all</w:t>
      </w:r>
      <w:r w:rsidR="003E736D" w:rsidRPr="00706280">
        <w:t xml:space="preserve"> </w:t>
      </w:r>
      <w:r w:rsidRPr="00706280">
        <w:t>laws,</w:t>
      </w:r>
      <w:r w:rsidR="003E736D" w:rsidRPr="00706280">
        <w:t xml:space="preserve"> </w:t>
      </w:r>
      <w:r w:rsidRPr="00706280">
        <w:t>regulations,</w:t>
      </w:r>
      <w:r w:rsidR="003E736D" w:rsidRPr="00706280">
        <w:t xml:space="preserve"> </w:t>
      </w:r>
      <w:r w:rsidRPr="00706280">
        <w:t>ordinances,</w:t>
      </w:r>
      <w:r w:rsidR="003E736D" w:rsidRPr="00706280">
        <w:t xml:space="preserve"> </w:t>
      </w:r>
      <w:r w:rsidRPr="00706280">
        <w:t>and</w:t>
      </w:r>
      <w:r w:rsidR="003E736D" w:rsidRPr="00706280">
        <w:t xml:space="preserve"> </w:t>
      </w:r>
      <w:r w:rsidRPr="00706280">
        <w:t>governmental</w:t>
      </w:r>
      <w:r w:rsidR="003E736D" w:rsidRPr="00706280">
        <w:t xml:space="preserve"> </w:t>
      </w:r>
      <w:r w:rsidRPr="00706280">
        <w:t>orders</w:t>
      </w:r>
      <w:r w:rsidR="003E736D" w:rsidRPr="00706280">
        <w:t xml:space="preserve"> </w:t>
      </w:r>
      <w:r w:rsidRPr="00706280">
        <w:t>pertaining</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this</w:t>
      </w:r>
      <w:r w:rsidR="003E736D" w:rsidRPr="00706280">
        <w:t xml:space="preserve"> </w:t>
      </w:r>
      <w:r w:rsidR="0064388B">
        <w:t>Work</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conduct</w:t>
      </w:r>
      <w:r w:rsidR="003E736D" w:rsidRPr="00706280">
        <w:t xml:space="preserve"> </w:t>
      </w:r>
      <w:r w:rsidRPr="00706280">
        <w:t>all</w:t>
      </w:r>
      <w:r w:rsidR="003E736D" w:rsidRPr="00706280">
        <w:t xml:space="preserve"> </w:t>
      </w:r>
      <w:r w:rsidRPr="00706280">
        <w:t>operations</w:t>
      </w:r>
      <w:r w:rsidR="003E736D" w:rsidRPr="00706280">
        <w:t xml:space="preserve"> </w:t>
      </w:r>
      <w:r w:rsidR="0064388B">
        <w:t>for</w:t>
      </w:r>
      <w:r w:rsidR="003E736D" w:rsidRPr="00706280">
        <w:t xml:space="preserve"> </w:t>
      </w:r>
      <w:r w:rsidRPr="00706280">
        <w:t>this</w:t>
      </w:r>
      <w:r w:rsidR="003E736D" w:rsidRPr="00706280">
        <w:t xml:space="preserve"> </w:t>
      </w:r>
      <w:r w:rsidR="0064388B">
        <w:t>project</w:t>
      </w:r>
      <w:r w:rsidR="003E736D" w:rsidRPr="00706280">
        <w:t xml:space="preserve"> </w:t>
      </w:r>
      <w:r w:rsidR="008053C1" w:rsidRPr="00706280">
        <w:t>to</w:t>
      </w:r>
      <w:r w:rsidR="003E736D" w:rsidRPr="00706280">
        <w:t xml:space="preserve"> </w:t>
      </w:r>
      <w:r w:rsidRPr="00706280">
        <w:t>offer</w:t>
      </w:r>
      <w:r w:rsidR="003E736D" w:rsidRPr="00706280">
        <w:t xml:space="preserve"> </w:t>
      </w:r>
      <w:r w:rsidRPr="00706280">
        <w:t>the</w:t>
      </w:r>
      <w:r w:rsidR="003E736D" w:rsidRPr="00706280">
        <w:t xml:space="preserve"> </w:t>
      </w:r>
      <w:r w:rsidRPr="00706280">
        <w:t>least</w:t>
      </w:r>
      <w:r w:rsidR="003E736D" w:rsidRPr="00706280">
        <w:t xml:space="preserve"> </w:t>
      </w:r>
      <w:r w:rsidRPr="00706280">
        <w:t>possible</w:t>
      </w:r>
      <w:r w:rsidR="003E736D" w:rsidRPr="00706280">
        <w:t xml:space="preserve"> </w:t>
      </w:r>
      <w:r w:rsidRPr="00706280">
        <w:t>obstruction</w:t>
      </w:r>
      <w:r w:rsidR="003E736D" w:rsidRPr="00706280">
        <w:t xml:space="preserve"> </w:t>
      </w:r>
      <w:r w:rsidRPr="00706280">
        <w:t>and</w:t>
      </w:r>
      <w:r w:rsidR="003E736D" w:rsidRPr="00706280">
        <w:t xml:space="preserve"> </w:t>
      </w:r>
      <w:r w:rsidRPr="00706280">
        <w:t>inconvenience</w:t>
      </w:r>
      <w:r w:rsidR="003E736D" w:rsidRPr="00706280">
        <w:t xml:space="preserve"> </w:t>
      </w:r>
      <w:r w:rsidRPr="00706280">
        <w:t>to</w:t>
      </w:r>
      <w:r w:rsidR="003E736D" w:rsidRPr="00706280">
        <w:t xml:space="preserve"> </w:t>
      </w:r>
      <w:r w:rsidRPr="00706280">
        <w:t>the</w:t>
      </w:r>
      <w:r w:rsidR="003E736D" w:rsidRPr="00706280">
        <w:t xml:space="preserve"> </w:t>
      </w:r>
      <w:r w:rsidRPr="00706280">
        <w:t>Port,</w:t>
      </w:r>
      <w:r w:rsidR="003E736D" w:rsidRPr="00706280">
        <w:t xml:space="preserve"> </w:t>
      </w:r>
      <w:r w:rsidRPr="00706280">
        <w:t>its</w:t>
      </w:r>
      <w:r w:rsidR="003E736D" w:rsidRPr="00706280">
        <w:t xml:space="preserve"> </w:t>
      </w:r>
      <w:r w:rsidRPr="00706280">
        <w:t>tenants,</w:t>
      </w:r>
      <w:r w:rsidR="003E736D" w:rsidRPr="00706280">
        <w:t xml:space="preserve"> </w:t>
      </w:r>
      <w:r w:rsidRPr="00706280">
        <w:t>the</w:t>
      </w:r>
      <w:r w:rsidR="003E736D" w:rsidRPr="00706280">
        <w:t xml:space="preserve"> </w:t>
      </w:r>
      <w:r w:rsidR="008B236C" w:rsidRPr="00706280">
        <w:t>public</w:t>
      </w:r>
      <w:r w:rsidR="003E736D" w:rsidRPr="00706280">
        <w:t xml:space="preserve"> </w:t>
      </w:r>
      <w:r w:rsidRPr="00706280">
        <w:t>and</w:t>
      </w:r>
      <w:r w:rsidR="003E736D" w:rsidRPr="00706280">
        <w:t xml:space="preserve"> </w:t>
      </w:r>
      <w:r w:rsidRPr="00706280">
        <w:t>abutting</w:t>
      </w:r>
      <w:r w:rsidR="003E736D" w:rsidRPr="00706280">
        <w:t xml:space="preserve"> </w:t>
      </w:r>
      <w:r w:rsidRPr="00706280">
        <w:t>property</w:t>
      </w:r>
      <w:r w:rsidR="003E736D" w:rsidRPr="00706280">
        <w:t xml:space="preserve"> </w:t>
      </w:r>
      <w:r w:rsidRPr="00706280">
        <w:t>owners</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employing</w:t>
      </w:r>
      <w:r w:rsidR="003E736D" w:rsidRPr="00706280">
        <w:t xml:space="preserve"> </w:t>
      </w:r>
      <w:r w:rsidRPr="00706280">
        <w:t>adequate</w:t>
      </w:r>
      <w:r w:rsidR="003E736D" w:rsidRPr="00706280">
        <w:t xml:space="preserve"> </w:t>
      </w:r>
      <w:r w:rsidRPr="00706280">
        <w:t>safety</w:t>
      </w:r>
      <w:r w:rsidR="003E736D" w:rsidRPr="00706280">
        <w:t xml:space="preserve"> </w:t>
      </w:r>
      <w:r w:rsidRPr="00706280">
        <w:t>measures</w:t>
      </w:r>
      <w:r w:rsidR="003E736D" w:rsidRPr="00706280">
        <w:t xml:space="preserve"> </w:t>
      </w:r>
      <w:r w:rsidRPr="00706280">
        <w:t>and</w:t>
      </w:r>
      <w:r w:rsidR="003E736D" w:rsidRPr="00706280">
        <w:t xml:space="preserve"> </w:t>
      </w:r>
      <w:r w:rsidRPr="00706280">
        <w:t>taking</w:t>
      </w:r>
      <w:r w:rsidR="003E736D" w:rsidRPr="00706280">
        <w:t xml:space="preserve"> </w:t>
      </w:r>
      <w:r w:rsidRPr="00706280">
        <w:t>all</w:t>
      </w:r>
      <w:r w:rsidR="003E736D" w:rsidRPr="00706280">
        <w:t xml:space="preserve"> </w:t>
      </w:r>
      <w:r w:rsidRPr="00706280">
        <w:t>other</w:t>
      </w:r>
      <w:r w:rsidR="003E736D" w:rsidRPr="00706280">
        <w:t xml:space="preserve"> </w:t>
      </w:r>
      <w:r w:rsidRPr="00706280">
        <w:t>actions</w:t>
      </w:r>
      <w:r w:rsidR="003E736D" w:rsidRPr="00706280">
        <w:t xml:space="preserve"> </w:t>
      </w:r>
      <w:r w:rsidRPr="00706280">
        <w:t>reasonably</w:t>
      </w:r>
      <w:r w:rsidR="003E736D" w:rsidRPr="00706280">
        <w:t xml:space="preserve"> </w:t>
      </w:r>
      <w:r w:rsidRPr="00706280">
        <w:t>necessary</w:t>
      </w:r>
      <w:r w:rsidR="003E736D" w:rsidRPr="00706280">
        <w:t xml:space="preserve"> </w:t>
      </w:r>
      <w:r w:rsidRPr="00706280">
        <w:t>to</w:t>
      </w:r>
      <w:r w:rsidR="003E736D" w:rsidRPr="00706280">
        <w:t xml:space="preserve"> </w:t>
      </w:r>
      <w:r w:rsidRPr="00706280">
        <w:t>protect</w:t>
      </w:r>
      <w:r w:rsidR="003E736D" w:rsidRPr="00706280">
        <w:t xml:space="preserve"> </w:t>
      </w:r>
      <w:r w:rsidRPr="00706280">
        <w:t>the</w:t>
      </w:r>
      <w:r w:rsidR="003E736D" w:rsidRPr="00706280">
        <w:t xml:space="preserve"> </w:t>
      </w:r>
      <w:r w:rsidRPr="00706280">
        <w:t>life,</w:t>
      </w:r>
      <w:r w:rsidR="003E736D" w:rsidRPr="00706280">
        <w:t xml:space="preserve"> </w:t>
      </w:r>
      <w:r w:rsidRPr="00706280">
        <w:t>health,</w:t>
      </w:r>
      <w:r w:rsidR="003E736D" w:rsidRPr="00706280">
        <w:t xml:space="preserve"> </w:t>
      </w:r>
      <w:r w:rsidRPr="00706280">
        <w:t>and</w:t>
      </w:r>
      <w:r w:rsidR="003E736D" w:rsidRPr="00706280">
        <w:t xml:space="preserve"> </w:t>
      </w:r>
      <w:r w:rsidRPr="00706280">
        <w:t>safety</w:t>
      </w:r>
      <w:r w:rsidR="003E736D" w:rsidRPr="00706280">
        <w:t xml:space="preserve"> </w:t>
      </w:r>
      <w:r w:rsidRPr="00706280">
        <w:t>of</w:t>
      </w:r>
      <w:r w:rsidR="003E736D" w:rsidRPr="00706280">
        <w:t xml:space="preserve"> </w:t>
      </w:r>
      <w:r w:rsidR="009A3227">
        <w:t xml:space="preserve">employees, </w:t>
      </w:r>
      <w:r w:rsidRPr="00706280">
        <w:t>the</w:t>
      </w:r>
      <w:r w:rsidR="003E736D" w:rsidRPr="00706280">
        <w:t xml:space="preserve"> </w:t>
      </w:r>
      <w:r w:rsidRPr="00706280">
        <w:t>public</w:t>
      </w:r>
      <w:r w:rsidR="009A3227">
        <w:t>,</w:t>
      </w:r>
      <w:r w:rsidR="003E736D" w:rsidRPr="00706280">
        <w:t xml:space="preserve"> </w:t>
      </w:r>
      <w:r w:rsidRPr="00706280">
        <w:t>and</w:t>
      </w:r>
      <w:r w:rsidR="003E736D" w:rsidRPr="00706280">
        <w:t xml:space="preserve"> </w:t>
      </w:r>
      <w:r w:rsidRPr="00706280">
        <w:t>to</w:t>
      </w:r>
      <w:r w:rsidR="003E736D" w:rsidRPr="00706280">
        <w:t xml:space="preserve"> </w:t>
      </w:r>
      <w:r w:rsidRPr="00706280">
        <w:t>protect</w:t>
      </w:r>
      <w:r w:rsidR="003E736D" w:rsidRPr="00706280">
        <w:t xml:space="preserve"> </w:t>
      </w:r>
      <w:r w:rsidRPr="00706280">
        <w:t>adjacent</w:t>
      </w:r>
      <w:r w:rsidR="003E736D" w:rsidRPr="00706280">
        <w:t xml:space="preserve"> </w:t>
      </w:r>
      <w:r w:rsidRPr="00706280">
        <w:t>and</w:t>
      </w:r>
      <w:r w:rsidR="003E736D" w:rsidRPr="00706280">
        <w:t xml:space="preserve"> </w:t>
      </w:r>
      <w:r w:rsidRPr="00706280">
        <w:t>Port-owned</w:t>
      </w:r>
      <w:r w:rsidR="003E736D" w:rsidRPr="00706280">
        <w:t xml:space="preserve"> </w:t>
      </w:r>
      <w:r w:rsidRPr="00706280">
        <w:t>property</w:t>
      </w:r>
      <w:r w:rsidR="003E736D" w:rsidRPr="00706280">
        <w:t xml:space="preserve"> </w:t>
      </w:r>
      <w:r w:rsidRPr="00706280">
        <w:t>in</w:t>
      </w:r>
      <w:r w:rsidR="003E736D" w:rsidRPr="00706280">
        <w:t xml:space="preserve"> </w:t>
      </w:r>
      <w:r w:rsidRPr="00706280">
        <w:t>connection</w:t>
      </w:r>
      <w:r w:rsidR="003E736D" w:rsidRPr="00706280">
        <w:t xml:space="preserve"> </w:t>
      </w:r>
      <w:r w:rsidRPr="00706280">
        <w:t>with</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p>
    <w:p w14:paraId="475D032B" w14:textId="114904D0" w:rsidR="00B253FB"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have</w:t>
      </w:r>
      <w:r w:rsidR="003E736D" w:rsidRPr="00706280">
        <w:t xml:space="preserve"> </w:t>
      </w:r>
      <w:r w:rsidRPr="00706280">
        <w:t>the</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the</w:t>
      </w:r>
      <w:r w:rsidR="003E736D" w:rsidRPr="00706280">
        <w:t xml:space="preserve"> </w:t>
      </w:r>
      <w:r w:rsidRPr="00706280">
        <w:t>safety,</w:t>
      </w:r>
      <w:r w:rsidR="003E736D" w:rsidRPr="00706280">
        <w:t xml:space="preserve"> </w:t>
      </w:r>
      <w:r w:rsidR="008053C1" w:rsidRPr="00706280">
        <w:t>efficiency,</w:t>
      </w:r>
      <w:r w:rsidR="003E736D" w:rsidRPr="00706280">
        <w:t xml:space="preserve"> </w:t>
      </w:r>
      <w:r w:rsidRPr="00706280">
        <w:t>and</w:t>
      </w:r>
      <w:r w:rsidR="003E736D" w:rsidRPr="00706280">
        <w:t xml:space="preserve"> </w:t>
      </w:r>
      <w:r w:rsidRPr="00706280">
        <w:t>adequacy</w:t>
      </w:r>
      <w:r w:rsidR="003E736D" w:rsidRPr="00706280">
        <w:t xml:space="preserve"> </w:t>
      </w:r>
      <w:r w:rsidRPr="00706280">
        <w:t>of</w:t>
      </w:r>
      <w:r w:rsidR="003E736D" w:rsidRPr="00706280">
        <w:t xml:space="preserve"> </w:t>
      </w:r>
      <w:r w:rsidRPr="00706280">
        <w:t>the</w:t>
      </w:r>
      <w:r w:rsidR="003E736D" w:rsidRPr="00706280">
        <w:t xml:space="preserve"> </w:t>
      </w:r>
      <w:r w:rsidRPr="00706280">
        <w:t>Contractor’s</w:t>
      </w:r>
      <w:r w:rsidR="003E736D" w:rsidRPr="00706280">
        <w:t xml:space="preserve"> </w:t>
      </w:r>
      <w:r w:rsidRPr="00706280">
        <w:t>plan,</w:t>
      </w:r>
      <w:r w:rsidR="003E736D" w:rsidRPr="00706280">
        <w:t xml:space="preserve"> </w:t>
      </w:r>
      <w:r w:rsidR="008053C1" w:rsidRPr="00706280">
        <w:t>appliances,</w:t>
      </w:r>
      <w:r w:rsidR="003E736D" w:rsidRPr="00706280">
        <w:t xml:space="preserve"> </w:t>
      </w:r>
      <w:r w:rsidRPr="00706280">
        <w:t>and</w:t>
      </w:r>
      <w:r w:rsidR="003E736D" w:rsidRPr="00706280">
        <w:t xml:space="preserve"> </w:t>
      </w:r>
      <w:r w:rsidRPr="00706280">
        <w:t>methods,</w:t>
      </w:r>
      <w:r w:rsidR="003E736D" w:rsidRPr="00706280">
        <w:t xml:space="preserve"> </w:t>
      </w:r>
      <w:r w:rsidRPr="00706280">
        <w:t>and</w:t>
      </w:r>
      <w:r w:rsidR="003E736D" w:rsidRPr="00706280">
        <w:t xml:space="preserve"> </w:t>
      </w:r>
      <w:r w:rsidRPr="00706280">
        <w:t>for</w:t>
      </w:r>
      <w:r w:rsidR="003E736D" w:rsidRPr="00706280">
        <w:t xml:space="preserve"> </w:t>
      </w:r>
      <w:r w:rsidRPr="00706280">
        <w:t>any</w:t>
      </w:r>
      <w:r w:rsidR="003E736D" w:rsidRPr="00706280">
        <w:t xml:space="preserve"> </w:t>
      </w:r>
      <w:r w:rsidRPr="00706280">
        <w:t>damage</w:t>
      </w:r>
      <w:r w:rsidR="003E736D" w:rsidRPr="00706280">
        <w:t xml:space="preserve"> </w:t>
      </w:r>
      <w:r w:rsidRPr="00706280">
        <w:t>or</w:t>
      </w:r>
      <w:r w:rsidR="003E736D" w:rsidRPr="00706280">
        <w:t xml:space="preserve"> </w:t>
      </w:r>
      <w:r w:rsidRPr="00706280">
        <w:t>injury</w:t>
      </w:r>
      <w:r w:rsidR="003E736D" w:rsidRPr="00706280">
        <w:t xml:space="preserve"> </w:t>
      </w:r>
      <w:r w:rsidRPr="00706280">
        <w:t>resulting</w:t>
      </w:r>
      <w:r w:rsidR="003E736D" w:rsidRPr="00706280">
        <w:t xml:space="preserve"> </w:t>
      </w:r>
      <w:r w:rsidRPr="00706280">
        <w:t>from</w:t>
      </w:r>
      <w:r w:rsidR="003E736D" w:rsidRPr="00706280">
        <w:t xml:space="preserve"> </w:t>
      </w:r>
      <w:r w:rsidRPr="00706280">
        <w:t>their</w:t>
      </w:r>
      <w:r w:rsidR="003E736D" w:rsidRPr="00706280">
        <w:t xml:space="preserve"> </w:t>
      </w:r>
      <w:r w:rsidRPr="00706280">
        <w:t>failure,</w:t>
      </w:r>
      <w:r w:rsidR="003E736D" w:rsidRPr="00706280">
        <w:t xml:space="preserve"> </w:t>
      </w:r>
      <w:r w:rsidRPr="00706280">
        <w:t>or</w:t>
      </w:r>
      <w:r w:rsidR="003E736D" w:rsidRPr="00706280">
        <w:t xml:space="preserve"> </w:t>
      </w:r>
      <w:r w:rsidRPr="00706280">
        <w:t>improper</w:t>
      </w:r>
      <w:r w:rsidR="003E736D" w:rsidRPr="00706280">
        <w:t xml:space="preserve"> </w:t>
      </w:r>
      <w:r w:rsidRPr="00706280">
        <w:t>maintenance,</w:t>
      </w:r>
      <w:r w:rsidR="003E736D" w:rsidRPr="00706280">
        <w:t xml:space="preserve"> </w:t>
      </w:r>
      <w:r w:rsidRPr="00706280">
        <w:t>use,</w:t>
      </w:r>
      <w:r w:rsidR="003E736D" w:rsidRPr="00706280">
        <w:t xml:space="preserve"> </w:t>
      </w:r>
      <w:r w:rsidRPr="00706280">
        <w:t>or</w:t>
      </w:r>
      <w:r w:rsidR="003E736D" w:rsidRPr="00706280">
        <w:t xml:space="preserve"> </w:t>
      </w:r>
      <w:r w:rsidRPr="00706280">
        <w:t>operation</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solely</w:t>
      </w:r>
      <w:r w:rsidR="003E736D" w:rsidRPr="00706280">
        <w:t xml:space="preserve"> </w:t>
      </w:r>
      <w:r w:rsidRPr="00706280">
        <w:t>and</w:t>
      </w:r>
      <w:r w:rsidR="003E736D" w:rsidRPr="00706280">
        <w:t xml:space="preserve"> </w:t>
      </w:r>
      <w:r w:rsidRPr="00706280">
        <w:t>completely</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the</w:t>
      </w:r>
      <w:r w:rsidR="003E736D" w:rsidRPr="00706280">
        <w:t xml:space="preserve"> </w:t>
      </w:r>
      <w:r w:rsidRPr="00706280">
        <w:t>conditions</w:t>
      </w:r>
      <w:r w:rsidR="003E736D" w:rsidRPr="00706280">
        <w:t xml:space="preserve"> </w:t>
      </w:r>
      <w:r w:rsidRPr="00706280">
        <w:t>of</w:t>
      </w:r>
      <w:r w:rsidR="003E736D" w:rsidRPr="00706280">
        <w:t xml:space="preserve"> </w:t>
      </w:r>
      <w:r w:rsidRPr="00706280">
        <w:t>the</w:t>
      </w:r>
      <w:r w:rsidR="003E736D" w:rsidRPr="00706280">
        <w:t xml:space="preserve"> </w:t>
      </w:r>
      <w:r w:rsidR="009103CC">
        <w:t xml:space="preserve">                                                                                                     </w:t>
      </w:r>
      <w:r w:rsidRPr="00706280">
        <w:t>Project</w:t>
      </w:r>
      <w:r w:rsidR="003E736D" w:rsidRPr="00706280">
        <w:t xml:space="preserve"> </w:t>
      </w:r>
      <w:r w:rsidRPr="00706280">
        <w:t>Site,</w:t>
      </w:r>
      <w:r w:rsidR="003E736D" w:rsidRPr="00706280">
        <w:t xml:space="preserve"> </w:t>
      </w:r>
      <w:r w:rsidRPr="00706280">
        <w:t>including</w:t>
      </w:r>
      <w:r w:rsidR="003E736D" w:rsidRPr="00706280">
        <w:t xml:space="preserve"> </w:t>
      </w:r>
      <w:r w:rsidRPr="00706280">
        <w:t>safety</w:t>
      </w:r>
      <w:r w:rsidR="003E736D" w:rsidRPr="00706280">
        <w:t xml:space="preserve"> </w:t>
      </w:r>
      <w:r w:rsidRPr="00706280">
        <w:t>of</w:t>
      </w:r>
      <w:r w:rsidR="003E736D" w:rsidRPr="00706280">
        <w:t xml:space="preserve"> </w:t>
      </w:r>
      <w:r w:rsidRPr="00706280">
        <w:t>all</w:t>
      </w:r>
      <w:r w:rsidR="003E736D" w:rsidRPr="00706280">
        <w:t xml:space="preserve"> </w:t>
      </w:r>
      <w:r w:rsidRPr="00706280">
        <w:t>persons</w:t>
      </w:r>
      <w:r w:rsidR="003E736D" w:rsidRPr="00706280">
        <w:t xml:space="preserve"> </w:t>
      </w:r>
      <w:r w:rsidRPr="00706280">
        <w:t>and</w:t>
      </w:r>
      <w:r w:rsidR="003E736D" w:rsidRPr="00706280">
        <w:t xml:space="preserve"> </w:t>
      </w:r>
      <w:r w:rsidRPr="00706280">
        <w:t>property</w:t>
      </w:r>
      <w:r w:rsidR="003E736D" w:rsidRPr="00706280">
        <w:t xml:space="preserve"> </w:t>
      </w:r>
      <w:r w:rsidRPr="00706280">
        <w:t>in</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8053C1" w:rsidRPr="00706280">
        <w:t xml:space="preserve">.  </w:t>
      </w:r>
      <w:r w:rsidRPr="00706280">
        <w:t>This</w:t>
      </w:r>
      <w:r w:rsidR="003E736D" w:rsidRPr="00706280">
        <w:t xml:space="preserve"> </w:t>
      </w:r>
      <w:r w:rsidRPr="00706280">
        <w:t>requirement</w:t>
      </w:r>
      <w:r w:rsidR="003E736D" w:rsidRPr="00706280">
        <w:t xml:space="preserve"> </w:t>
      </w:r>
      <w:r w:rsidRPr="00706280">
        <w:t>shall</w:t>
      </w:r>
      <w:r w:rsidR="003E736D" w:rsidRPr="00706280">
        <w:t xml:space="preserve"> </w:t>
      </w:r>
      <w:r w:rsidRPr="00706280">
        <w:t>apply</w:t>
      </w:r>
      <w:r w:rsidR="003E736D" w:rsidRPr="00706280">
        <w:t xml:space="preserve"> </w:t>
      </w:r>
      <w:r w:rsidRPr="00706280">
        <w:t>continuously,</w:t>
      </w:r>
      <w:r w:rsidR="003E736D" w:rsidRPr="00706280">
        <w:t xml:space="preserve"> </w:t>
      </w:r>
      <w:r w:rsidRPr="00706280">
        <w:t>and</w:t>
      </w:r>
      <w:r w:rsidR="003E736D" w:rsidRPr="00706280">
        <w:t xml:space="preserve"> </w:t>
      </w:r>
      <w:r w:rsidRPr="00706280">
        <w:t>is</w:t>
      </w:r>
      <w:r w:rsidR="003E736D" w:rsidRPr="00706280">
        <w:t xml:space="preserve"> </w:t>
      </w:r>
      <w:r w:rsidRPr="00706280">
        <w:t>not</w:t>
      </w:r>
      <w:r w:rsidR="003E736D" w:rsidRPr="00706280">
        <w:t xml:space="preserve"> </w:t>
      </w:r>
      <w:r w:rsidRPr="00706280">
        <w:t>limited</w:t>
      </w:r>
      <w:r w:rsidR="003E736D" w:rsidRPr="00706280">
        <w:t xml:space="preserve"> </w:t>
      </w:r>
      <w:r w:rsidRPr="00706280">
        <w:t>to</w:t>
      </w:r>
      <w:r w:rsidR="003E736D" w:rsidRPr="00706280">
        <w:t xml:space="preserve"> </w:t>
      </w:r>
      <w:r w:rsidRPr="00706280">
        <w:t>normal</w:t>
      </w:r>
      <w:r w:rsidR="003E736D" w:rsidRPr="00706280">
        <w:t xml:space="preserve"> </w:t>
      </w:r>
      <w:r w:rsidRPr="00706280">
        <w:t>working</w:t>
      </w:r>
      <w:r w:rsidR="003E736D" w:rsidRPr="00706280">
        <w:t xml:space="preserve"> </w:t>
      </w:r>
      <w:r w:rsidRPr="00706280">
        <w:t>hours</w:t>
      </w:r>
      <w:r w:rsidR="008053C1" w:rsidRPr="00706280">
        <w:t xml:space="preserve">.  </w:t>
      </w:r>
      <w:r w:rsidRPr="00706280">
        <w:t>Nothing</w:t>
      </w:r>
      <w:r w:rsidR="003E736D" w:rsidRPr="00706280">
        <w:t xml:space="preserve"> </w:t>
      </w:r>
      <w:r w:rsidRPr="00706280">
        <w:t>the</w:t>
      </w:r>
      <w:r w:rsidR="003E736D" w:rsidRPr="00706280">
        <w:t xml:space="preserve"> </w:t>
      </w:r>
      <w:r w:rsidRPr="00706280">
        <w:t>Port</w:t>
      </w:r>
      <w:r w:rsidR="003E736D" w:rsidRPr="00706280">
        <w:t xml:space="preserve"> </w:t>
      </w:r>
      <w:r w:rsidRPr="00706280">
        <w:t>may</w:t>
      </w:r>
      <w:r w:rsidR="003E736D" w:rsidRPr="00706280">
        <w:t xml:space="preserve"> </w:t>
      </w:r>
      <w:r w:rsidRPr="00706280">
        <w:t>do,</w:t>
      </w:r>
      <w:r w:rsidR="003E736D" w:rsidRPr="00706280">
        <w:t xml:space="preserve"> </w:t>
      </w:r>
      <w:r w:rsidRPr="00706280">
        <w:t>or</w:t>
      </w:r>
      <w:r w:rsidR="003E736D" w:rsidRPr="00706280">
        <w:t xml:space="preserve"> </w:t>
      </w:r>
      <w:r w:rsidRPr="00706280">
        <w:t>fail</w:t>
      </w:r>
      <w:r w:rsidR="003E736D" w:rsidRPr="00706280">
        <w:t xml:space="preserve"> </w:t>
      </w:r>
      <w:r w:rsidRPr="00706280">
        <w:t>to</w:t>
      </w:r>
      <w:r w:rsidR="003E736D" w:rsidRPr="00706280">
        <w:t xml:space="preserve"> </w:t>
      </w:r>
      <w:r w:rsidRPr="00706280">
        <w:t>do,</w:t>
      </w:r>
      <w:r w:rsidR="003E736D" w:rsidRPr="00706280">
        <w:t xml:space="preserve"> </w:t>
      </w:r>
      <w:r w:rsidRPr="00706280">
        <w:t>with</w:t>
      </w:r>
      <w:r w:rsidR="003E736D" w:rsidRPr="00706280">
        <w:t xml:space="preserve"> </w:t>
      </w:r>
      <w:r w:rsidRPr="00706280">
        <w:t>respect</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3E736D" w:rsidRPr="00706280">
        <w:t xml:space="preserve"> </w:t>
      </w:r>
      <w:r w:rsidRPr="00706280">
        <w:t>shall</w:t>
      </w:r>
      <w:r w:rsidR="003E736D" w:rsidRPr="00706280">
        <w:t xml:space="preserve"> </w:t>
      </w:r>
      <w:r w:rsidRPr="00706280">
        <w:t>relieve</w:t>
      </w:r>
      <w:r w:rsidR="003E736D" w:rsidRPr="00706280">
        <w:t xml:space="preserve"> </w:t>
      </w:r>
      <w:r w:rsidRPr="00706280">
        <w:t>Contractor</w:t>
      </w:r>
      <w:r w:rsidR="003E736D" w:rsidRPr="00706280">
        <w:t xml:space="preserve"> </w:t>
      </w:r>
      <w:r w:rsidRPr="00706280">
        <w:t>of</w:t>
      </w:r>
      <w:r w:rsidR="003E736D" w:rsidRPr="00706280">
        <w:t xml:space="preserve"> </w:t>
      </w:r>
      <w:r w:rsidRPr="00706280">
        <w:t>this</w:t>
      </w:r>
      <w:r w:rsidR="003E736D" w:rsidRPr="00706280">
        <w:t xml:space="preserve"> </w:t>
      </w:r>
      <w:r w:rsidRPr="00706280">
        <w:t>responsibility.</w:t>
      </w:r>
    </w:p>
    <w:p w14:paraId="564F5B31" w14:textId="77777777" w:rsidR="00B253FB" w:rsidRDefault="00B253FB" w:rsidP="00706280">
      <w:pPr>
        <w:pStyle w:val="Spec"/>
      </w:pPr>
      <w:r>
        <w:t>REFERENCES</w:t>
      </w:r>
    </w:p>
    <w:p w14:paraId="78F1A30E" w14:textId="3E7FA88E" w:rsidR="00AC762F" w:rsidRDefault="00B253FB" w:rsidP="004D119B">
      <w:pPr>
        <w:pStyle w:val="Spec"/>
        <w:numPr>
          <w:ilvl w:val="1"/>
          <w:numId w:val="2"/>
        </w:numPr>
      </w:pPr>
      <w:r>
        <w:lastRenderedPageBreak/>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rsidR="00F71F3D">
        <w:t>following, including all revisions</w:t>
      </w:r>
      <w:r w:rsidR="004F7D2C">
        <w:t>, add</w:t>
      </w:r>
      <w:r w:rsidR="00A577D8">
        <w:t>endums,</w:t>
      </w:r>
      <w:r w:rsidR="00F71F3D">
        <w:t xml:space="preserve"> and amendments thereto</w:t>
      </w:r>
      <w:r w:rsidR="00AC762F">
        <w:t>:</w:t>
      </w:r>
    </w:p>
    <w:p w14:paraId="259EF587" w14:textId="3562C554" w:rsidR="00AC762F" w:rsidRDefault="00B253FB" w:rsidP="00AC762F">
      <w:pPr>
        <w:pStyle w:val="Spec"/>
        <w:numPr>
          <w:ilvl w:val="2"/>
          <w:numId w:val="2"/>
        </w:numPr>
      </w:pP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p>
    <w:p w14:paraId="18F663A6" w14:textId="280E24A0" w:rsidR="00AC762F" w:rsidRDefault="00B253FB" w:rsidP="00AC762F">
      <w:pPr>
        <w:pStyle w:val="Spec"/>
        <w:numPr>
          <w:ilvl w:val="2"/>
          <w:numId w:val="2"/>
        </w:numPr>
      </w:pPr>
      <w:r>
        <w:t>Federal</w:t>
      </w:r>
      <w:r w:rsidR="003E736D">
        <w:t xml:space="preserve"> </w:t>
      </w:r>
      <w:r>
        <w:t>Occupational</w:t>
      </w:r>
      <w:r w:rsidR="003E736D">
        <w:t xml:space="preserve"> </w:t>
      </w:r>
      <w:r>
        <w:t>Safety</w:t>
      </w:r>
      <w:r w:rsidR="003E736D">
        <w:t xml:space="preserve"> </w:t>
      </w:r>
      <w:r>
        <w:t>and</w:t>
      </w:r>
      <w:r w:rsidR="003E736D">
        <w:t xml:space="preserve"> </w:t>
      </w:r>
      <w:r>
        <w:t>Health</w:t>
      </w:r>
      <w:r w:rsidR="003E736D">
        <w:t xml:space="preserve"> </w:t>
      </w:r>
      <w:r>
        <w:t>Act</w:t>
      </w:r>
      <w:r w:rsidR="003E736D">
        <w:t xml:space="preserve"> </w:t>
      </w:r>
      <w:r>
        <w:t>of</w:t>
      </w:r>
      <w:r w:rsidR="003E736D">
        <w:t xml:space="preserve"> </w:t>
      </w:r>
      <w:r>
        <w:t>1970</w:t>
      </w:r>
      <w:r w:rsidR="003E736D">
        <w:t xml:space="preserve"> </w:t>
      </w:r>
      <w:r>
        <w:t>(OSHA)</w:t>
      </w:r>
    </w:p>
    <w:p w14:paraId="77483243" w14:textId="419FC4A3" w:rsidR="00F82194" w:rsidRDefault="00E62F6F" w:rsidP="00F82194">
      <w:pPr>
        <w:pStyle w:val="Spec"/>
        <w:numPr>
          <w:ilvl w:val="2"/>
          <w:numId w:val="2"/>
        </w:numPr>
      </w:pPr>
      <w:r>
        <w:t>Washington Industrial Safety Act of 1973 (WISHA)</w:t>
      </w:r>
    </w:p>
    <w:p w14:paraId="3C02D64F" w14:textId="0CFE146D" w:rsidR="006D7586" w:rsidRDefault="006D7586" w:rsidP="006D7586">
      <w:pPr>
        <w:pStyle w:val="Spec"/>
        <w:numPr>
          <w:ilvl w:val="2"/>
          <w:numId w:val="2"/>
        </w:numPr>
      </w:pPr>
      <w:r>
        <w:t>State of Washington, Office of the Governor Proclamations</w:t>
      </w:r>
    </w:p>
    <w:p w14:paraId="213308A7" w14:textId="77777777" w:rsidR="00D639F1" w:rsidRDefault="00D639F1" w:rsidP="00D639F1">
      <w:pPr>
        <w:pStyle w:val="Spec"/>
        <w:numPr>
          <w:ilvl w:val="0"/>
          <w:numId w:val="0"/>
        </w:numPr>
        <w:ind w:left="2160"/>
      </w:pPr>
    </w:p>
    <w:p w14:paraId="00966C87" w14:textId="29476D62" w:rsidR="00AC762F" w:rsidRDefault="00E62F6F" w:rsidP="00AC762F">
      <w:pPr>
        <w:pStyle w:val="Spec"/>
        <w:numPr>
          <w:ilvl w:val="2"/>
          <w:numId w:val="2"/>
        </w:numPr>
      </w:pPr>
      <w:r>
        <w:t xml:space="preserve">Department of Labor and Industries </w:t>
      </w:r>
      <w:r w:rsidR="00E060F7">
        <w:t xml:space="preserve">Department of </w:t>
      </w:r>
      <w:r>
        <w:t xml:space="preserve">Occupational </w:t>
      </w:r>
      <w:r w:rsidR="00E060F7">
        <w:t>Safety &amp; Health (DOSH)</w:t>
      </w:r>
      <w:r w:rsidR="00F82194">
        <w:t xml:space="preserve"> directives</w:t>
      </w:r>
      <w:r w:rsidR="00AC762F">
        <w:t>, including but not limited to:</w:t>
      </w:r>
    </w:p>
    <w:p w14:paraId="489BC64A" w14:textId="67964E7F" w:rsidR="009439C4" w:rsidRDefault="002837CD" w:rsidP="002837CD">
      <w:pPr>
        <w:pStyle w:val="Spec"/>
        <w:numPr>
          <w:ilvl w:val="3"/>
          <w:numId w:val="2"/>
        </w:numPr>
      </w:pPr>
      <w:r>
        <w:t>L&amp;I Publication “Requirements and Guidance for Preventing COVID-19”</w:t>
      </w:r>
      <w:r w:rsidR="00EF5287">
        <w:t xml:space="preserve"> dated </w:t>
      </w:r>
      <w:r w:rsidR="00BF51F7">
        <w:t>April 12</w:t>
      </w:r>
      <w:r w:rsidR="00735C58">
        <w:t>, 2023</w:t>
      </w:r>
      <w:r>
        <w:t>.</w:t>
      </w:r>
    </w:p>
    <w:p w14:paraId="3D6A4716" w14:textId="343C0166" w:rsidR="00B253FB" w:rsidRDefault="00AC762F" w:rsidP="008C720D">
      <w:pPr>
        <w:pStyle w:val="Spec"/>
        <w:numPr>
          <w:ilvl w:val="2"/>
          <w:numId w:val="2"/>
        </w:numPr>
      </w:pPr>
      <w:r>
        <w:t>T</w:t>
      </w:r>
      <w:r w:rsidR="00B253FB">
        <w:t>he</w:t>
      </w:r>
      <w:r w:rsidR="003E736D">
        <w:t xml:space="preserve"> </w:t>
      </w:r>
      <w:r w:rsidR="00B253FB">
        <w:t>requirements</w:t>
      </w:r>
      <w:r w:rsidR="003E736D">
        <w:t xml:space="preserve"> </w:t>
      </w:r>
      <w:r w:rsidR="00B253FB">
        <w:t>of</w:t>
      </w:r>
      <w:r w:rsidR="003E736D">
        <w:t xml:space="preserve"> </w:t>
      </w:r>
      <w:r w:rsidR="00B253FB">
        <w:t>the</w:t>
      </w:r>
      <w:r w:rsidR="003E736D">
        <w:t xml:space="preserve"> </w:t>
      </w:r>
      <w:r w:rsidR="00B253FB">
        <w:t>following</w:t>
      </w:r>
      <w:r w:rsidR="003E736D">
        <w:t xml:space="preserve"> </w:t>
      </w:r>
      <w:r w:rsidR="00B253FB">
        <w:t>chapters</w:t>
      </w:r>
      <w:r w:rsidR="003E736D">
        <w:t xml:space="preserve"> </w:t>
      </w:r>
      <w:r w:rsidR="00B253FB">
        <w:t>of</w:t>
      </w:r>
      <w:r w:rsidR="003E736D">
        <w:t xml:space="preserve"> </w:t>
      </w:r>
      <w:r w:rsidR="00B253FB">
        <w:t>the</w:t>
      </w:r>
      <w:r w:rsidR="003E736D">
        <w:t xml:space="preserve"> </w:t>
      </w:r>
      <w:r w:rsidR="00B253FB">
        <w:t>Washington</w:t>
      </w:r>
      <w:r w:rsidR="003E736D">
        <w:t xml:space="preserve"> </w:t>
      </w:r>
      <w:r w:rsidR="00B253FB">
        <w:t>Administrative</w:t>
      </w:r>
      <w:r w:rsidR="003E736D">
        <w:t xml:space="preserve"> </w:t>
      </w:r>
      <w:r w:rsidR="00B253FB">
        <w:t>Code</w:t>
      </w:r>
      <w:r w:rsidR="00F71F3D">
        <w:t xml:space="preserve"> (WAC)</w:t>
      </w:r>
      <w:r w:rsidR="00B253FB">
        <w:t>:</w:t>
      </w:r>
    </w:p>
    <w:p w14:paraId="3135DA21" w14:textId="77777777" w:rsidR="00B253FB" w:rsidRPr="00706280" w:rsidRDefault="00B253FB" w:rsidP="008C720D">
      <w:pPr>
        <w:pStyle w:val="Spec"/>
        <w:numPr>
          <w:ilvl w:val="3"/>
          <w:numId w:val="2"/>
        </w:numPr>
      </w:pPr>
      <w:r w:rsidRPr="00706280">
        <w:t>Chapter</w:t>
      </w:r>
      <w:r w:rsidR="003E736D" w:rsidRPr="00706280">
        <w:t xml:space="preserve"> </w:t>
      </w:r>
      <w:r w:rsidRPr="00706280">
        <w:t>296-24</w:t>
      </w:r>
      <w:r w:rsidR="003E736D" w:rsidRPr="00706280">
        <w:t xml:space="preserve"> </w:t>
      </w:r>
      <w:r w:rsidRPr="00706280">
        <w:t>WAC</w:t>
      </w:r>
      <w:r w:rsidR="003E736D" w:rsidRPr="00706280">
        <w:t xml:space="preserve"> </w:t>
      </w:r>
      <w:r w:rsidRPr="00706280">
        <w:t>General</w:t>
      </w:r>
      <w:r w:rsidR="003E736D" w:rsidRPr="00706280">
        <w:t xml:space="preserve"> </w:t>
      </w:r>
      <w:r w:rsidRPr="00706280">
        <w:t>Safety</w:t>
      </w:r>
      <w:r w:rsidR="003E736D" w:rsidRPr="00706280">
        <w:t xml:space="preserve"> </w:t>
      </w:r>
      <w:r w:rsidRPr="00706280">
        <w:t>and</w:t>
      </w:r>
      <w:r w:rsidR="003E736D" w:rsidRPr="00706280">
        <w:t xml:space="preserve"> </w:t>
      </w:r>
      <w:r w:rsidRPr="00706280">
        <w:t>Health</w:t>
      </w:r>
      <w:r w:rsidR="003E736D" w:rsidRPr="00706280">
        <w:t xml:space="preserve"> </w:t>
      </w:r>
      <w:r w:rsidRPr="00706280">
        <w:t>Standards.</w:t>
      </w:r>
    </w:p>
    <w:p w14:paraId="79FDF43C" w14:textId="77777777" w:rsidR="00B253FB" w:rsidRPr="00706280" w:rsidRDefault="00B253FB" w:rsidP="008C720D">
      <w:pPr>
        <w:pStyle w:val="Spec"/>
        <w:numPr>
          <w:ilvl w:val="3"/>
          <w:numId w:val="2"/>
        </w:numPr>
      </w:pPr>
      <w:r w:rsidRPr="00706280">
        <w:t>Chapter</w:t>
      </w:r>
      <w:r w:rsidR="003E736D" w:rsidRPr="00706280">
        <w:t xml:space="preserve"> </w:t>
      </w:r>
      <w:r w:rsidRPr="00706280">
        <w:t>296-62</w:t>
      </w:r>
      <w:r w:rsidR="003E736D" w:rsidRPr="00706280">
        <w:t xml:space="preserve"> </w:t>
      </w:r>
      <w:r w:rsidRPr="00706280">
        <w:t>WAC</w:t>
      </w:r>
      <w:r w:rsidR="003E736D" w:rsidRPr="00706280">
        <w:t xml:space="preserve"> </w:t>
      </w:r>
      <w:r w:rsidR="00452E78" w:rsidRPr="00526499">
        <w:t xml:space="preserve">General </w:t>
      </w:r>
      <w:r w:rsidRPr="00706280">
        <w:t>Occupational</w:t>
      </w:r>
      <w:r w:rsidR="003E736D" w:rsidRPr="00706280">
        <w:t xml:space="preserve"> </w:t>
      </w:r>
      <w:r w:rsidRPr="00706280">
        <w:t>Health</w:t>
      </w:r>
      <w:r w:rsidR="003E736D" w:rsidRPr="00706280">
        <w:t xml:space="preserve"> </w:t>
      </w:r>
      <w:r w:rsidRPr="00706280">
        <w:t>Standards.</w:t>
      </w:r>
    </w:p>
    <w:p w14:paraId="1E8F903E" w14:textId="77777777" w:rsidR="00B253FB" w:rsidRPr="00706280" w:rsidRDefault="00B253FB" w:rsidP="008C720D">
      <w:pPr>
        <w:pStyle w:val="Spec"/>
        <w:numPr>
          <w:ilvl w:val="3"/>
          <w:numId w:val="2"/>
        </w:numPr>
      </w:pPr>
      <w:r w:rsidRPr="00706280">
        <w:t>Chapter</w:t>
      </w:r>
      <w:r w:rsidR="003E736D" w:rsidRPr="00706280">
        <w:t xml:space="preserve"> </w:t>
      </w:r>
      <w:r w:rsidRPr="00706280">
        <w:t>296-155</w:t>
      </w:r>
      <w:r w:rsidR="003E736D" w:rsidRPr="00706280">
        <w:t xml:space="preserve"> </w:t>
      </w:r>
      <w:r w:rsidRPr="00706280">
        <w:t>WAC</w:t>
      </w:r>
      <w:r w:rsidR="003E736D" w:rsidRPr="00706280">
        <w:t xml:space="preserve"> </w:t>
      </w:r>
      <w:r w:rsidRPr="00706280">
        <w:t>Safety</w:t>
      </w:r>
      <w:r w:rsidR="003E736D" w:rsidRPr="00706280">
        <w:t xml:space="preserve"> </w:t>
      </w:r>
      <w:r w:rsidRPr="00706280">
        <w:t>Standards</w:t>
      </w:r>
      <w:r w:rsidR="003E736D" w:rsidRPr="00706280">
        <w:t xml:space="preserve"> </w:t>
      </w:r>
      <w:r w:rsidRPr="00706280">
        <w:t>for</w:t>
      </w:r>
      <w:r w:rsidR="003E736D" w:rsidRPr="00706280">
        <w:t xml:space="preserve"> </w:t>
      </w:r>
      <w:r w:rsidRPr="00706280">
        <w:t>Construction</w:t>
      </w:r>
      <w:r w:rsidR="003E736D" w:rsidRPr="00706280">
        <w:t xml:space="preserve"> </w:t>
      </w:r>
      <w:r w:rsidRPr="00706280">
        <w:t>Work.</w:t>
      </w:r>
    </w:p>
    <w:p w14:paraId="049D6A7A" w14:textId="56EF0663" w:rsidR="00706280" w:rsidRPr="00706280" w:rsidRDefault="00B253FB" w:rsidP="008C720D">
      <w:pPr>
        <w:pStyle w:val="Spec"/>
        <w:numPr>
          <w:ilvl w:val="3"/>
          <w:numId w:val="2"/>
        </w:numPr>
      </w:pPr>
      <w:r w:rsidRPr="00706280">
        <w:t>Chapter</w:t>
      </w:r>
      <w:r w:rsidR="003E736D" w:rsidRPr="00706280">
        <w:t xml:space="preserve"> </w:t>
      </w:r>
      <w:r w:rsidRPr="00706280">
        <w:t>296-800</w:t>
      </w:r>
      <w:r w:rsidR="003E736D" w:rsidRPr="00706280">
        <w:t xml:space="preserve"> </w:t>
      </w:r>
      <w:r w:rsidRPr="00706280">
        <w:t>WAC</w:t>
      </w:r>
      <w:r w:rsidR="003E736D" w:rsidRPr="00706280">
        <w:t xml:space="preserve"> </w:t>
      </w:r>
      <w:r w:rsidRPr="00706280">
        <w:t>Safety</w:t>
      </w:r>
      <w:r w:rsidR="003E736D" w:rsidRPr="00706280">
        <w:t xml:space="preserve"> </w:t>
      </w:r>
      <w:r w:rsidRPr="00706280">
        <w:t>&amp;</w:t>
      </w:r>
      <w:r w:rsidR="003E736D" w:rsidRPr="00706280">
        <w:t xml:space="preserve"> </w:t>
      </w:r>
      <w:r w:rsidRPr="00706280">
        <w:t>Health</w:t>
      </w:r>
      <w:r w:rsidR="003E736D" w:rsidRPr="00706280">
        <w:t xml:space="preserve"> </w:t>
      </w:r>
      <w:r w:rsidR="00452E78">
        <w:t>Core Rules</w:t>
      </w:r>
    </w:p>
    <w:p w14:paraId="15D34ABA" w14:textId="60E003DB" w:rsidR="00224A74" w:rsidRDefault="00224A74" w:rsidP="004D119B">
      <w:pPr>
        <w:pStyle w:val="Spec"/>
        <w:numPr>
          <w:ilvl w:val="2"/>
          <w:numId w:val="2"/>
        </w:numPr>
      </w:pPr>
      <w:r>
        <w:t>Revised Code of Washington (RCW) 70.02 Health Care Information Access and Disclosure</w:t>
      </w:r>
    </w:p>
    <w:p w14:paraId="260A7688" w14:textId="1960135B" w:rsidR="00B253FB" w:rsidRDefault="00B253FB" w:rsidP="004D119B">
      <w:pPr>
        <w:pStyle w:val="Spec"/>
        <w:numPr>
          <w:ilvl w:val="2"/>
          <w:numId w:val="2"/>
        </w:numPr>
      </w:pPr>
      <w:r w:rsidRPr="00706280">
        <w:t>ANSI/ASSE</w:t>
      </w:r>
      <w:r w:rsidR="003E736D" w:rsidRPr="00706280">
        <w:t xml:space="preserve"> </w:t>
      </w:r>
      <w:r w:rsidRPr="00706280">
        <w:t>Standards</w:t>
      </w:r>
    </w:p>
    <w:p w14:paraId="1B741030" w14:textId="69205B6B" w:rsidR="00224A74" w:rsidRDefault="00224A74" w:rsidP="00224A74">
      <w:pPr>
        <w:pStyle w:val="Spec"/>
        <w:numPr>
          <w:ilvl w:val="2"/>
          <w:numId w:val="2"/>
        </w:numPr>
      </w:pPr>
      <w:r>
        <w:t>Americans with Disabilities Act (ADA)</w:t>
      </w:r>
    </w:p>
    <w:p w14:paraId="54DCC53C" w14:textId="493543BA" w:rsidR="00224A74" w:rsidRDefault="00224A74" w:rsidP="00224A74">
      <w:pPr>
        <w:pStyle w:val="Spec"/>
        <w:numPr>
          <w:ilvl w:val="2"/>
          <w:numId w:val="2"/>
        </w:numPr>
      </w:pPr>
      <w:r>
        <w:t>Center for Disease Control (CDC)</w:t>
      </w:r>
    </w:p>
    <w:p w14:paraId="7EBB9F6C" w14:textId="63271FFC" w:rsidR="00F82194" w:rsidRDefault="00F82194" w:rsidP="004D119B">
      <w:pPr>
        <w:pStyle w:val="Spec"/>
        <w:numPr>
          <w:ilvl w:val="2"/>
          <w:numId w:val="2"/>
        </w:numPr>
      </w:pPr>
      <w:r>
        <w:t>Washington State Human Rights Commission (WSHRC)</w:t>
      </w:r>
    </w:p>
    <w:p w14:paraId="48F71033" w14:textId="0D00CA32" w:rsidR="00224A74" w:rsidRDefault="00224A74" w:rsidP="004D119B">
      <w:pPr>
        <w:pStyle w:val="Spec"/>
        <w:numPr>
          <w:ilvl w:val="2"/>
          <w:numId w:val="2"/>
        </w:numPr>
      </w:pPr>
      <w:r>
        <w:t>United States Equal Employment Opportunity Commission (EEOC)</w:t>
      </w:r>
    </w:p>
    <w:p w14:paraId="0AA98E2D" w14:textId="6A5CE08A" w:rsidR="00224A74" w:rsidRDefault="00224A74" w:rsidP="00224A74">
      <w:pPr>
        <w:pStyle w:val="Spec"/>
        <w:numPr>
          <w:ilvl w:val="0"/>
          <w:numId w:val="0"/>
        </w:numPr>
        <w:ind w:left="2880"/>
      </w:pPr>
    </w:p>
    <w:p w14:paraId="7A71F953" w14:textId="77777777" w:rsidR="00B253FB" w:rsidRDefault="00B253FB" w:rsidP="004D119B">
      <w:pPr>
        <w:pStyle w:val="Spec"/>
        <w:numPr>
          <w:ilvl w:val="1"/>
          <w:numId w:val="2"/>
        </w:numPr>
      </w:pPr>
      <w:r>
        <w:t>In</w:t>
      </w:r>
      <w:r w:rsidR="003E736D">
        <w:t xml:space="preserve"> </w:t>
      </w:r>
      <w:r>
        <w:t>addition,</w:t>
      </w:r>
      <w:r w:rsidR="003E736D">
        <w:t xml:space="preserve"> </w:t>
      </w: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t>following</w:t>
      </w:r>
      <w:r w:rsidR="003E736D">
        <w:t xml:space="preserve"> </w:t>
      </w:r>
      <w:r>
        <w:t>requirements</w:t>
      </w:r>
      <w:r w:rsidR="003E736D">
        <w:t xml:space="preserve"> </w:t>
      </w:r>
      <w:r>
        <w:t>when</w:t>
      </w:r>
      <w:r w:rsidR="003E736D">
        <w:t xml:space="preserve"> </w:t>
      </w:r>
      <w:r>
        <w:t>they</w:t>
      </w:r>
      <w:r w:rsidR="003E736D">
        <w:t xml:space="preserve"> </w:t>
      </w:r>
      <w:r>
        <w:t>are</w:t>
      </w:r>
      <w:r w:rsidR="003E736D">
        <w:t xml:space="preserve"> </w:t>
      </w:r>
      <w:r>
        <w:t>applicable:</w:t>
      </w:r>
    </w:p>
    <w:p w14:paraId="0176CEA8" w14:textId="43F791E1" w:rsidR="00B253FB" w:rsidRDefault="00B253FB" w:rsidP="004D119B">
      <w:pPr>
        <w:pStyle w:val="Spec"/>
        <w:numPr>
          <w:ilvl w:val="2"/>
          <w:numId w:val="2"/>
        </w:numPr>
      </w:pPr>
      <w:r>
        <w:t>Local</w:t>
      </w:r>
      <w:r w:rsidR="003E736D">
        <w:t xml:space="preserve"> </w:t>
      </w:r>
      <w:r>
        <w:t>Building</w:t>
      </w:r>
      <w:r w:rsidR="004F1D3A">
        <w:t xml:space="preserve">, </w:t>
      </w:r>
      <w:r>
        <w:t>Construction</w:t>
      </w:r>
      <w:r w:rsidR="004F1D3A">
        <w:t>, and Health</w:t>
      </w:r>
      <w:r w:rsidR="003E736D">
        <w:t xml:space="preserve"> </w:t>
      </w:r>
      <w:r>
        <w:t>Codes</w:t>
      </w:r>
    </w:p>
    <w:p w14:paraId="45E2ACEB" w14:textId="23865D2A" w:rsidR="00633D0F" w:rsidRDefault="007A40C1" w:rsidP="004D119B">
      <w:pPr>
        <w:pStyle w:val="Spec"/>
        <w:numPr>
          <w:ilvl w:val="2"/>
          <w:numId w:val="2"/>
        </w:numPr>
      </w:pPr>
      <w:r>
        <w:t xml:space="preserve">Port </w:t>
      </w:r>
      <w:r w:rsidR="00633D0F">
        <w:t>Fire Department Standards</w:t>
      </w:r>
    </w:p>
    <w:p w14:paraId="24107B75" w14:textId="77777777" w:rsidR="00633D0F" w:rsidRDefault="00DD3B95" w:rsidP="004D119B">
      <w:pPr>
        <w:pStyle w:val="Spec"/>
        <w:numPr>
          <w:ilvl w:val="2"/>
          <w:numId w:val="2"/>
        </w:numPr>
      </w:pPr>
      <w:r>
        <w:t>L</w:t>
      </w:r>
      <w:r w:rsidR="00633D0F">
        <w:t>atest FAA Advisory Circular regarding Operational Safety On Airports During Construction.</w:t>
      </w:r>
    </w:p>
    <w:p w14:paraId="3EC336DF" w14:textId="3A519781" w:rsidR="00B253FB" w:rsidRPr="00DF77C6" w:rsidRDefault="00B253FB" w:rsidP="004D119B">
      <w:pPr>
        <w:pStyle w:val="Spec"/>
        <w:numPr>
          <w:ilvl w:val="2"/>
          <w:numId w:val="2"/>
        </w:numPr>
      </w:pPr>
      <w:r w:rsidRPr="00DF77C6">
        <w:t>NFPA</w:t>
      </w:r>
      <w:r w:rsidR="003E736D" w:rsidRPr="00DF77C6">
        <w:t xml:space="preserve"> </w:t>
      </w:r>
      <w:r w:rsidRPr="00DF77C6">
        <w:t>70E</w:t>
      </w:r>
    </w:p>
    <w:p w14:paraId="621CDE5A" w14:textId="77777777" w:rsidR="00B253FB" w:rsidRPr="00DF77C6" w:rsidRDefault="00B253FB" w:rsidP="004D119B">
      <w:pPr>
        <w:pStyle w:val="Spec"/>
        <w:numPr>
          <w:ilvl w:val="2"/>
          <w:numId w:val="2"/>
        </w:numPr>
      </w:pPr>
      <w:r w:rsidRPr="00DF77C6">
        <w:t>National</w:t>
      </w:r>
      <w:r w:rsidR="003E736D" w:rsidRPr="00DF77C6">
        <w:t xml:space="preserve"> </w:t>
      </w:r>
      <w:r w:rsidRPr="00DF77C6">
        <w:t>Electrical</w:t>
      </w:r>
      <w:r w:rsidR="003E736D" w:rsidRPr="00DF77C6">
        <w:t xml:space="preserve"> </w:t>
      </w:r>
      <w:r w:rsidRPr="00DF77C6">
        <w:t>Code</w:t>
      </w:r>
    </w:p>
    <w:p w14:paraId="088B1EA1" w14:textId="77777777" w:rsidR="00B253FB" w:rsidRDefault="00B253FB" w:rsidP="00DA5566">
      <w:pPr>
        <w:pStyle w:val="BodyText"/>
        <w:ind w:left="2160"/>
      </w:pPr>
      <w:r>
        <w:t>NOTE:</w:t>
      </w:r>
      <w:r w:rsidR="003E736D">
        <w:t xml:space="preserve"> </w:t>
      </w:r>
      <w:r>
        <w:t>In</w:t>
      </w:r>
      <w:r w:rsidR="003E736D">
        <w:t xml:space="preserve"> </w:t>
      </w:r>
      <w:r>
        <w:t>cases</w:t>
      </w:r>
      <w:r w:rsidR="003E736D">
        <w:t xml:space="preserve"> </w:t>
      </w:r>
      <w:r>
        <w:t>of</w:t>
      </w:r>
      <w:r w:rsidR="003E736D">
        <w:t xml:space="preserve"> </w:t>
      </w:r>
      <w:r>
        <w:t>conflict</w:t>
      </w:r>
      <w:r w:rsidR="003E736D">
        <w:t xml:space="preserve"> </w:t>
      </w:r>
      <w:r>
        <w:t>between</w:t>
      </w:r>
      <w:r w:rsidR="003E736D">
        <w:t xml:space="preserve"> </w:t>
      </w:r>
      <w:r>
        <w:t>different</w:t>
      </w:r>
      <w:r w:rsidR="003E736D">
        <w:t xml:space="preserve"> </w:t>
      </w:r>
      <w:r>
        <w:t>safety</w:t>
      </w:r>
      <w:r w:rsidR="003E736D">
        <w:t xml:space="preserve"> </w:t>
      </w:r>
      <w:r>
        <w:t>regulations,</w:t>
      </w:r>
      <w:r w:rsidR="003E736D">
        <w:t xml:space="preserve"> </w:t>
      </w:r>
      <w:r>
        <w:t>the</w:t>
      </w:r>
      <w:r w:rsidR="003E736D">
        <w:t xml:space="preserve"> </w:t>
      </w:r>
      <w:r>
        <w:t>more</w:t>
      </w:r>
      <w:r w:rsidR="003E736D">
        <w:t xml:space="preserve"> </w:t>
      </w:r>
      <w:r>
        <w:t>stringent</w:t>
      </w:r>
      <w:r w:rsidR="003E736D">
        <w:t xml:space="preserve"> </w:t>
      </w:r>
      <w:r>
        <w:t>regulation</w:t>
      </w:r>
      <w:r w:rsidR="003E736D">
        <w:t xml:space="preserve"> </w:t>
      </w:r>
      <w:r>
        <w:t>shall</w:t>
      </w:r>
      <w:r w:rsidR="003E736D">
        <w:t xml:space="preserve"> </w:t>
      </w:r>
      <w:r>
        <w:t>apply.</w:t>
      </w:r>
    </w:p>
    <w:p w14:paraId="3DC32DB1" w14:textId="77777777" w:rsidR="00B253FB" w:rsidRDefault="00B253FB" w:rsidP="00016DCA">
      <w:pPr>
        <w:pStyle w:val="Spec"/>
      </w:pPr>
      <w:r>
        <w:t>DEFINITIONS</w:t>
      </w:r>
    </w:p>
    <w:p w14:paraId="03BCBE8A" w14:textId="77777777" w:rsidR="0093211E" w:rsidRDefault="00FE4885" w:rsidP="004D119B">
      <w:pPr>
        <w:pStyle w:val="Spec"/>
        <w:numPr>
          <w:ilvl w:val="1"/>
          <w:numId w:val="2"/>
        </w:numPr>
      </w:pPr>
      <w:r>
        <w:t>Manager, Construction Safety Services</w:t>
      </w:r>
      <w:r w:rsidR="003E736D">
        <w:t xml:space="preserve"> </w:t>
      </w:r>
    </w:p>
    <w:p w14:paraId="7AE6626F" w14:textId="081F0D97" w:rsidR="00B253FB" w:rsidRDefault="00B253FB" w:rsidP="0093211E">
      <w:pPr>
        <w:pStyle w:val="Spec"/>
        <w:numPr>
          <w:ilvl w:val="0"/>
          <w:numId w:val="0"/>
        </w:numPr>
        <w:ind w:left="2160"/>
      </w:pPr>
      <w:r>
        <w:lastRenderedPageBreak/>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is</w:t>
      </w:r>
      <w:r w:rsidR="003E736D">
        <w:t xml:space="preserve"> </w:t>
      </w:r>
      <w:r>
        <w:t>responsible</w:t>
      </w:r>
      <w:r w:rsidR="003E736D">
        <w:t xml:space="preserve"> </w:t>
      </w:r>
      <w:r>
        <w:t>for</w:t>
      </w:r>
      <w:r w:rsidR="003E736D">
        <w:t xml:space="preserve"> </w:t>
      </w:r>
      <w:r>
        <w:t>the</w:t>
      </w:r>
      <w:r w:rsidR="003E736D">
        <w:t xml:space="preserve"> </w:t>
      </w:r>
      <w:r>
        <w:t>day-to-day</w:t>
      </w:r>
      <w:r w:rsidR="003E736D">
        <w:t xml:space="preserve"> </w:t>
      </w:r>
      <w:r>
        <w:t>management</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r>
        <w:t>Seattle</w:t>
      </w:r>
      <w:r w:rsidR="00040265">
        <w:t>’</w:t>
      </w:r>
      <w:r>
        <w:t>s</w:t>
      </w:r>
      <w:r w:rsidR="003E736D">
        <w:t xml:space="preserve"> </w:t>
      </w:r>
      <w:r>
        <w:t>Construction</w:t>
      </w:r>
      <w:r w:rsidR="003E736D">
        <w:t xml:space="preserve"> </w:t>
      </w:r>
      <w:r>
        <w:t>Safety</w:t>
      </w:r>
      <w:r w:rsidR="003E736D">
        <w:t xml:space="preserve"> </w:t>
      </w:r>
      <w:r>
        <w:t>Program</w:t>
      </w:r>
      <w:r w:rsidR="001F56FE">
        <w:t>, and such agents, including the Field Safety Manager, as authorized to act in his/her behalf</w:t>
      </w:r>
      <w:r>
        <w:t>.</w:t>
      </w:r>
    </w:p>
    <w:p w14:paraId="735B4644" w14:textId="77777777" w:rsidR="0093211E" w:rsidRDefault="00DF77C6" w:rsidP="004D119B">
      <w:pPr>
        <w:pStyle w:val="Spec"/>
        <w:numPr>
          <w:ilvl w:val="1"/>
          <w:numId w:val="2"/>
        </w:numPr>
      </w:pPr>
      <w:r>
        <w:t>Field Safety Manager</w:t>
      </w:r>
    </w:p>
    <w:p w14:paraId="0FA387FB" w14:textId="007DC0B4"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conducts</w:t>
      </w:r>
      <w:r w:rsidR="003E736D">
        <w:t xml:space="preserve"> </w:t>
      </w:r>
      <w:r>
        <w:t>and</w:t>
      </w:r>
      <w:r w:rsidR="003E736D">
        <w:t xml:space="preserve"> </w:t>
      </w:r>
      <w:r>
        <w:t>monitors</w:t>
      </w:r>
      <w:r w:rsidR="003E736D">
        <w:t xml:space="preserve"> </w:t>
      </w:r>
      <w:r>
        <w:t>jobsite</w:t>
      </w:r>
      <w:r w:rsidR="003E736D">
        <w:t xml:space="preserve"> </w:t>
      </w:r>
      <w:r>
        <w:t>inspections</w:t>
      </w:r>
      <w:r w:rsidR="003E736D">
        <w:t xml:space="preserve"> </w:t>
      </w:r>
      <w:r>
        <w:t>and</w:t>
      </w:r>
      <w:r w:rsidR="003E736D">
        <w:t xml:space="preserve"> </w:t>
      </w:r>
      <w:r>
        <w:t>verifies</w:t>
      </w:r>
      <w:r w:rsidR="003E736D">
        <w:t xml:space="preserve"> </w:t>
      </w:r>
      <w:r>
        <w:t>Contractor</w:t>
      </w:r>
      <w:r w:rsidR="003E736D">
        <w:t xml:space="preserve"> </w:t>
      </w:r>
      <w:r>
        <w:t>compliance</w:t>
      </w:r>
      <w:r w:rsidR="003E736D">
        <w:t xml:space="preserve"> </w:t>
      </w:r>
      <w:r>
        <w:t>with</w:t>
      </w:r>
      <w:r w:rsidR="003E736D">
        <w:t xml:space="preserve"> </w:t>
      </w:r>
      <w:r>
        <w:t>identified</w:t>
      </w:r>
      <w:r w:rsidR="003E736D">
        <w:t xml:space="preserve"> </w:t>
      </w:r>
      <w:r>
        <w:t>corrective</w:t>
      </w:r>
      <w:r w:rsidR="003E736D">
        <w:t xml:space="preserve"> </w:t>
      </w:r>
      <w:r>
        <w:t>actions.</w:t>
      </w:r>
    </w:p>
    <w:p w14:paraId="73567867" w14:textId="19DDF3A9" w:rsidR="005767CA" w:rsidRPr="00412E14" w:rsidRDefault="00C540DD" w:rsidP="00C540DD">
      <w:pPr>
        <w:pStyle w:val="Spec"/>
        <w:numPr>
          <w:ilvl w:val="1"/>
          <w:numId w:val="2"/>
        </w:numPr>
        <w:rPr>
          <w:color w:val="auto"/>
        </w:rPr>
      </w:pPr>
      <w:r w:rsidRPr="00412E14">
        <w:rPr>
          <w:color w:val="auto"/>
        </w:rPr>
        <w:t xml:space="preserve">Port </w:t>
      </w:r>
      <w:r w:rsidR="004C7F75" w:rsidRPr="00412E14">
        <w:rPr>
          <w:color w:val="auto"/>
        </w:rPr>
        <w:t>C</w:t>
      </w:r>
      <w:r w:rsidRPr="00412E14">
        <w:rPr>
          <w:color w:val="auto"/>
        </w:rPr>
        <w:t xml:space="preserve">onstruction </w:t>
      </w:r>
      <w:r w:rsidR="004C7F75" w:rsidRPr="00412E14">
        <w:rPr>
          <w:color w:val="auto"/>
        </w:rPr>
        <w:t>P</w:t>
      </w:r>
      <w:r w:rsidRPr="00412E14">
        <w:rPr>
          <w:color w:val="auto"/>
        </w:rPr>
        <w:t xml:space="preserve">roject </w:t>
      </w:r>
      <w:r w:rsidR="004C7F75" w:rsidRPr="00412E14">
        <w:rPr>
          <w:color w:val="auto"/>
        </w:rPr>
        <w:t>R</w:t>
      </w:r>
      <w:r w:rsidRPr="00412E14">
        <w:rPr>
          <w:color w:val="auto"/>
        </w:rPr>
        <w:t>epresentative</w:t>
      </w:r>
      <w:r w:rsidR="00DE43F0">
        <w:rPr>
          <w:color w:val="auto"/>
        </w:rPr>
        <w:t xml:space="preserve"> (PCPR)</w:t>
      </w:r>
    </w:p>
    <w:p w14:paraId="6F5DE8A1" w14:textId="063E189C" w:rsidR="00CF5DFD" w:rsidRPr="00412E14" w:rsidRDefault="00242CAF" w:rsidP="0072272F">
      <w:pPr>
        <w:pStyle w:val="Spec"/>
        <w:numPr>
          <w:ilvl w:val="0"/>
          <w:numId w:val="0"/>
        </w:numPr>
        <w:ind w:left="2160"/>
        <w:rPr>
          <w:color w:val="auto"/>
        </w:rPr>
      </w:pPr>
      <w:r w:rsidRPr="00412E14">
        <w:rPr>
          <w:color w:val="auto"/>
        </w:rPr>
        <w:t>E</w:t>
      </w:r>
      <w:r w:rsidR="0072272F" w:rsidRPr="00412E14">
        <w:rPr>
          <w:color w:val="auto"/>
        </w:rPr>
        <w:t>mployee</w:t>
      </w:r>
      <w:r w:rsidR="003421B3" w:rsidRPr="00412E14">
        <w:rPr>
          <w:color w:val="auto"/>
        </w:rPr>
        <w:t>s</w:t>
      </w:r>
      <w:r w:rsidR="0072272F" w:rsidRPr="00412E14">
        <w:rPr>
          <w:color w:val="auto"/>
        </w:rPr>
        <w:t xml:space="preserve"> of the Port or designated consultant</w:t>
      </w:r>
      <w:r w:rsidR="00503BF7" w:rsidRPr="00412E14">
        <w:rPr>
          <w:color w:val="auto"/>
        </w:rPr>
        <w:t>s</w:t>
      </w:r>
      <w:r w:rsidR="0072272F" w:rsidRPr="00412E14">
        <w:rPr>
          <w:color w:val="auto"/>
        </w:rPr>
        <w:t xml:space="preserve"> </w:t>
      </w:r>
      <w:r w:rsidRPr="00412E14">
        <w:rPr>
          <w:color w:val="auto"/>
        </w:rPr>
        <w:t xml:space="preserve">who </w:t>
      </w:r>
      <w:r w:rsidR="009F6D32" w:rsidRPr="00412E14">
        <w:rPr>
          <w:color w:val="auto"/>
        </w:rPr>
        <w:t>provide direction and support to designers</w:t>
      </w:r>
      <w:r w:rsidR="006C65D2" w:rsidRPr="00412E14">
        <w:rPr>
          <w:color w:val="auto"/>
        </w:rPr>
        <w:t xml:space="preserve"> and contractors </w:t>
      </w:r>
      <w:r w:rsidR="00A63697" w:rsidRPr="00412E14">
        <w:rPr>
          <w:color w:val="auto"/>
        </w:rPr>
        <w:t xml:space="preserve">during </w:t>
      </w:r>
      <w:r w:rsidR="003E4A1A" w:rsidRPr="00412E14">
        <w:rPr>
          <w:color w:val="auto"/>
        </w:rPr>
        <w:t xml:space="preserve">design and construction. </w:t>
      </w:r>
      <w:r w:rsidR="00561917" w:rsidRPr="00412E14">
        <w:rPr>
          <w:color w:val="auto"/>
        </w:rPr>
        <w:t>Typically,</w:t>
      </w:r>
      <w:r w:rsidR="003E4A1A" w:rsidRPr="00412E14">
        <w:rPr>
          <w:color w:val="auto"/>
        </w:rPr>
        <w:t xml:space="preserve"> </w:t>
      </w:r>
      <w:r w:rsidR="00A64AA5" w:rsidRPr="00412E14">
        <w:rPr>
          <w:color w:val="auto"/>
        </w:rPr>
        <w:t xml:space="preserve">a </w:t>
      </w:r>
      <w:r w:rsidR="00C44DFF" w:rsidRPr="00412E14">
        <w:rPr>
          <w:color w:val="auto"/>
        </w:rPr>
        <w:t xml:space="preserve">Port Project Manager </w:t>
      </w:r>
      <w:r w:rsidR="003E4A1A" w:rsidRPr="00412E14">
        <w:rPr>
          <w:color w:val="auto"/>
        </w:rPr>
        <w:t>a</w:t>
      </w:r>
      <w:r w:rsidR="00C44DFF" w:rsidRPr="00412E14">
        <w:rPr>
          <w:color w:val="auto"/>
        </w:rPr>
        <w:t>nd</w:t>
      </w:r>
      <w:r w:rsidR="003E4A1A" w:rsidRPr="00412E14">
        <w:rPr>
          <w:color w:val="auto"/>
        </w:rPr>
        <w:t xml:space="preserve"> Port Inspector</w:t>
      </w:r>
      <w:r w:rsidR="00C44DFF" w:rsidRPr="00412E14">
        <w:rPr>
          <w:color w:val="auto"/>
        </w:rPr>
        <w:t xml:space="preserve"> </w:t>
      </w:r>
      <w:r w:rsidR="00A64AA5" w:rsidRPr="00412E14">
        <w:rPr>
          <w:color w:val="auto"/>
        </w:rPr>
        <w:t xml:space="preserve">team </w:t>
      </w:r>
      <w:r w:rsidR="00C44DFF" w:rsidRPr="00412E14">
        <w:rPr>
          <w:color w:val="auto"/>
        </w:rPr>
        <w:t xml:space="preserve">support </w:t>
      </w:r>
      <w:r w:rsidR="00A64AA5" w:rsidRPr="00412E14">
        <w:rPr>
          <w:color w:val="auto"/>
        </w:rPr>
        <w:t xml:space="preserve">each </w:t>
      </w:r>
      <w:r w:rsidR="00C44DFF" w:rsidRPr="00412E14">
        <w:rPr>
          <w:color w:val="auto"/>
        </w:rPr>
        <w:t>Tenant project</w:t>
      </w:r>
      <w:r w:rsidR="00AD142D" w:rsidRPr="00412E14">
        <w:rPr>
          <w:color w:val="auto"/>
        </w:rPr>
        <w:t>.</w:t>
      </w:r>
    </w:p>
    <w:p w14:paraId="3A417F62" w14:textId="2C8F22A9" w:rsidR="00BD4CC2" w:rsidRPr="00412E14" w:rsidRDefault="00BD4CC2" w:rsidP="00C540DD">
      <w:pPr>
        <w:pStyle w:val="Spec"/>
        <w:numPr>
          <w:ilvl w:val="1"/>
          <w:numId w:val="2"/>
        </w:numPr>
        <w:rPr>
          <w:color w:val="auto"/>
        </w:rPr>
      </w:pPr>
      <w:r w:rsidRPr="00412E14">
        <w:rPr>
          <w:color w:val="auto"/>
        </w:rPr>
        <w:t xml:space="preserve">Port </w:t>
      </w:r>
      <w:r w:rsidR="004C7F75" w:rsidRPr="00412E14">
        <w:rPr>
          <w:color w:val="auto"/>
        </w:rPr>
        <w:t>I</w:t>
      </w:r>
      <w:r w:rsidRPr="00412E14">
        <w:rPr>
          <w:color w:val="auto"/>
        </w:rPr>
        <w:t>nspecto</w:t>
      </w:r>
      <w:r w:rsidR="000541E9" w:rsidRPr="00412E14">
        <w:rPr>
          <w:color w:val="auto"/>
        </w:rPr>
        <w:t>r</w:t>
      </w:r>
    </w:p>
    <w:p w14:paraId="2D688A4A" w14:textId="471575C5" w:rsidR="001C5158" w:rsidRPr="00412E14" w:rsidRDefault="001C5158" w:rsidP="00412E14">
      <w:pPr>
        <w:pStyle w:val="Spec"/>
        <w:numPr>
          <w:ilvl w:val="0"/>
          <w:numId w:val="0"/>
        </w:numPr>
        <w:ind w:left="2160"/>
        <w:rPr>
          <w:color w:val="auto"/>
        </w:rPr>
      </w:pPr>
      <w:r w:rsidRPr="00412E14">
        <w:rPr>
          <w:color w:val="auto"/>
        </w:rPr>
        <w:t xml:space="preserve">An employee of the Port or designated consultant who conducts quality assurance and jobsite inspections </w:t>
      </w:r>
      <w:r w:rsidR="00D862FA">
        <w:rPr>
          <w:color w:val="auto"/>
        </w:rPr>
        <w:t xml:space="preserve">in the field </w:t>
      </w:r>
      <w:r w:rsidRPr="00412E14">
        <w:rPr>
          <w:color w:val="auto"/>
        </w:rPr>
        <w:t xml:space="preserve">and provides contractor support for coordination of field work including use </w:t>
      </w:r>
      <w:r w:rsidR="006F7A81" w:rsidRPr="00412E14">
        <w:rPr>
          <w:color w:val="auto"/>
        </w:rPr>
        <w:t xml:space="preserve">of </w:t>
      </w:r>
      <w:r w:rsidRPr="00412E14">
        <w:rPr>
          <w:color w:val="auto"/>
        </w:rPr>
        <w:t>Construction Advisory Forms (CAF’s) and utility Shut Down Requests (SDR’s).</w:t>
      </w:r>
    </w:p>
    <w:p w14:paraId="06473C30" w14:textId="5756565F" w:rsidR="00BD4CC2" w:rsidRPr="00412E14" w:rsidRDefault="00BD4CC2" w:rsidP="00C540DD">
      <w:pPr>
        <w:pStyle w:val="Spec"/>
        <w:numPr>
          <w:ilvl w:val="1"/>
          <w:numId w:val="2"/>
        </w:numPr>
        <w:rPr>
          <w:color w:val="auto"/>
        </w:rPr>
      </w:pPr>
      <w:r w:rsidRPr="00412E14">
        <w:rPr>
          <w:color w:val="auto"/>
        </w:rPr>
        <w:t xml:space="preserve">Port </w:t>
      </w:r>
      <w:r w:rsidR="004C7F75" w:rsidRPr="00412E14">
        <w:rPr>
          <w:color w:val="auto"/>
        </w:rPr>
        <w:t>P</w:t>
      </w:r>
      <w:r w:rsidRPr="00412E14">
        <w:rPr>
          <w:color w:val="auto"/>
        </w:rPr>
        <w:t xml:space="preserve">roject </w:t>
      </w:r>
      <w:r w:rsidR="004C7F75" w:rsidRPr="00412E14">
        <w:rPr>
          <w:color w:val="auto"/>
        </w:rPr>
        <w:t>M</w:t>
      </w:r>
      <w:r w:rsidRPr="00412E14">
        <w:rPr>
          <w:color w:val="auto"/>
        </w:rPr>
        <w:t>anager</w:t>
      </w:r>
    </w:p>
    <w:p w14:paraId="1368B2AD" w14:textId="55168AA8" w:rsidR="00155278" w:rsidRDefault="00155278" w:rsidP="00412E14">
      <w:pPr>
        <w:pStyle w:val="Spec"/>
        <w:numPr>
          <w:ilvl w:val="0"/>
          <w:numId w:val="0"/>
        </w:numPr>
        <w:ind w:left="2160"/>
      </w:pPr>
      <w:r>
        <w:t xml:space="preserve">An employee of the Port or designated consultant who </w:t>
      </w:r>
      <w:r w:rsidR="006F7A81">
        <w:t>provides support to the designer</w:t>
      </w:r>
      <w:r w:rsidR="001921C2">
        <w:t xml:space="preserve"> as </w:t>
      </w:r>
      <w:r w:rsidR="00F140FF">
        <w:t xml:space="preserve">they complete and submit </w:t>
      </w:r>
      <w:r w:rsidR="001921C2">
        <w:t xml:space="preserve">project designs </w:t>
      </w:r>
      <w:r w:rsidR="00F140FF">
        <w:t>to the Port</w:t>
      </w:r>
      <w:r w:rsidR="00FE457E">
        <w:t xml:space="preserve">. The project manager helps the project contractor to transition from </w:t>
      </w:r>
      <w:r w:rsidR="00E66CE5">
        <w:t xml:space="preserve">the </w:t>
      </w:r>
      <w:r w:rsidR="00FE457E">
        <w:t>design to the construction phase</w:t>
      </w:r>
      <w:r w:rsidR="00E4613F">
        <w:t xml:space="preserve"> and remains engaged during construction</w:t>
      </w:r>
      <w:r w:rsidR="00E92265">
        <w:t xml:space="preserve"> to manage </w:t>
      </w:r>
      <w:r w:rsidR="00FD2522">
        <w:t xml:space="preserve">contractor </w:t>
      </w:r>
      <w:r w:rsidR="00E92265">
        <w:t xml:space="preserve">documentation </w:t>
      </w:r>
      <w:r w:rsidR="00FD2522">
        <w:t xml:space="preserve">required </w:t>
      </w:r>
      <w:r w:rsidR="00E92265">
        <w:t>for the project</w:t>
      </w:r>
      <w:r w:rsidR="00561917">
        <w:t>.</w:t>
      </w:r>
    </w:p>
    <w:p w14:paraId="5BDB0ADA" w14:textId="77777777" w:rsidR="0064388B" w:rsidRDefault="00B956FE" w:rsidP="00B956FE">
      <w:pPr>
        <w:pStyle w:val="Spec"/>
        <w:numPr>
          <w:ilvl w:val="1"/>
          <w:numId w:val="2"/>
        </w:numPr>
      </w:pPr>
      <w:r>
        <w:t>Contractor</w:t>
      </w:r>
    </w:p>
    <w:p w14:paraId="7D3C236F" w14:textId="6F5463D8" w:rsidR="0064388B" w:rsidRDefault="00DE43F0" w:rsidP="00B956FE">
      <w:pPr>
        <w:pStyle w:val="Spec"/>
        <w:numPr>
          <w:ilvl w:val="0"/>
          <w:numId w:val="0"/>
        </w:numPr>
        <w:ind w:left="2160"/>
      </w:pPr>
      <w:r>
        <w:t xml:space="preserve">Typically </w:t>
      </w:r>
      <w:r w:rsidR="0064388B" w:rsidRPr="00C75C04">
        <w:t>the</w:t>
      </w:r>
      <w:r w:rsidR="0064388B">
        <w:t xml:space="preserve"> </w:t>
      </w:r>
      <w:r w:rsidR="0064388B" w:rsidRPr="00C75C04">
        <w:t>General</w:t>
      </w:r>
      <w:r w:rsidR="0064388B">
        <w:t xml:space="preserve"> </w:t>
      </w:r>
      <w:r w:rsidR="0064388B" w:rsidRPr="00C75C04">
        <w:t>Contractor</w:t>
      </w:r>
      <w:r w:rsidR="0064388B">
        <w:t xml:space="preserve"> </w:t>
      </w:r>
      <w:r w:rsidR="0064388B" w:rsidRPr="00C75C04">
        <w:t>hired</w:t>
      </w:r>
      <w:r w:rsidR="0064388B">
        <w:t xml:space="preserve"> </w:t>
      </w:r>
      <w:r w:rsidR="0064388B" w:rsidRPr="00C75C04">
        <w:t>by</w:t>
      </w:r>
      <w:r w:rsidR="0064388B">
        <w:t xml:space="preserve"> </w:t>
      </w:r>
      <w:r w:rsidR="0064388B" w:rsidRPr="00C75C04">
        <w:t>the</w:t>
      </w:r>
      <w:r w:rsidR="0064388B">
        <w:t xml:space="preserve"> </w:t>
      </w:r>
      <w:r w:rsidR="0064388B" w:rsidRPr="00C75C04">
        <w:t>Tenant</w:t>
      </w:r>
      <w:r w:rsidR="00D87F5F" w:rsidRPr="00C75C04">
        <w:t>.</w:t>
      </w:r>
      <w:r w:rsidR="00D87F5F">
        <w:t xml:space="preserve">  </w:t>
      </w:r>
      <w:r w:rsidR="00D87F5F" w:rsidRPr="00C75C04">
        <w:t>However,</w:t>
      </w:r>
      <w:r w:rsidR="0064388B">
        <w:t xml:space="preserve"> </w:t>
      </w:r>
      <w:r w:rsidR="0064388B" w:rsidRPr="00C75C04">
        <w:t>in</w:t>
      </w:r>
      <w:r w:rsidR="0064388B">
        <w:t xml:space="preserve"> </w:t>
      </w:r>
      <w:r w:rsidR="0064388B" w:rsidRPr="00C75C04">
        <w:t>the</w:t>
      </w:r>
      <w:r w:rsidR="0064388B">
        <w:t xml:space="preserve"> </w:t>
      </w:r>
      <w:r w:rsidR="0064388B" w:rsidRPr="00C75C04">
        <w:t>case</w:t>
      </w:r>
      <w:r w:rsidR="0064388B">
        <w:t xml:space="preserve"> </w:t>
      </w:r>
      <w:r w:rsidR="0064388B" w:rsidRPr="00C75C04">
        <w:t>where</w:t>
      </w:r>
      <w:r w:rsidR="0064388B">
        <w:t xml:space="preserve"> </w:t>
      </w:r>
      <w:r w:rsidR="0064388B" w:rsidRPr="00C75C04">
        <w:t>a</w:t>
      </w:r>
      <w:r w:rsidR="0064388B">
        <w:t xml:space="preserve"> </w:t>
      </w:r>
      <w:r w:rsidR="0064388B" w:rsidRPr="00C75C04">
        <w:t>Tenant</w:t>
      </w:r>
      <w:r w:rsidR="0064388B">
        <w:t xml:space="preserve"> </w:t>
      </w:r>
      <w:r w:rsidR="0064388B" w:rsidRPr="00C75C04">
        <w:t>directly</w:t>
      </w:r>
      <w:r w:rsidR="0064388B">
        <w:t xml:space="preserve"> </w:t>
      </w:r>
      <w:r w:rsidR="0064388B" w:rsidRPr="00C75C04">
        <w:t>hires</w:t>
      </w:r>
      <w:r w:rsidR="0064388B">
        <w:t xml:space="preserve"> </w:t>
      </w:r>
      <w:r w:rsidR="0064388B" w:rsidRPr="00C75C04">
        <w:t>more</w:t>
      </w:r>
      <w:r w:rsidR="0064388B">
        <w:t xml:space="preserve"> </w:t>
      </w:r>
      <w:r w:rsidR="0064388B" w:rsidRPr="00C75C04">
        <w:t>than</w:t>
      </w:r>
      <w:r w:rsidR="0064388B">
        <w:t xml:space="preserve"> </w:t>
      </w:r>
      <w:r w:rsidR="0064388B" w:rsidRPr="00C75C04">
        <w:t>one</w:t>
      </w:r>
      <w:r w:rsidR="0064388B">
        <w:t xml:space="preserve"> </w:t>
      </w:r>
      <w:r w:rsidR="0064388B" w:rsidRPr="00C75C04">
        <w:t>Contractor</w:t>
      </w:r>
      <w:r w:rsidR="0064388B">
        <w:t xml:space="preserve"> </w:t>
      </w:r>
      <w:r w:rsidR="0064388B" w:rsidRPr="00C75C04">
        <w:t>to</w:t>
      </w:r>
      <w:r w:rsidR="0064388B">
        <w:t xml:space="preserve"> </w:t>
      </w:r>
      <w:r w:rsidR="0064388B" w:rsidRPr="00C75C04">
        <w:t>be</w:t>
      </w:r>
      <w:r w:rsidR="0064388B">
        <w:t xml:space="preserve"> </w:t>
      </w:r>
      <w:r w:rsidR="0064388B" w:rsidRPr="00C75C04">
        <w:t>on</w:t>
      </w:r>
      <w:r w:rsidR="0064388B">
        <w:t xml:space="preserve"> </w:t>
      </w:r>
      <w:r w:rsidR="0064388B" w:rsidRPr="00C75C04">
        <w:t>site</w:t>
      </w:r>
      <w:r w:rsidR="0064388B">
        <w:t xml:space="preserve"> </w:t>
      </w:r>
      <w:r w:rsidR="0064388B" w:rsidRPr="00C75C04">
        <w:t>at</w:t>
      </w:r>
      <w:r w:rsidR="0064388B">
        <w:t xml:space="preserve"> </w:t>
      </w:r>
      <w:r w:rsidR="0064388B" w:rsidRPr="00C75C04">
        <w:t>one</w:t>
      </w:r>
      <w:r w:rsidR="0064388B">
        <w:t xml:space="preserve"> </w:t>
      </w:r>
      <w:r w:rsidR="0064388B" w:rsidRPr="00C75C04">
        <w:t>time,</w:t>
      </w:r>
      <w:r w:rsidR="0064388B">
        <w:t xml:space="preserve"> </w:t>
      </w:r>
      <w:r w:rsidR="0064388B" w:rsidRPr="00C75C04">
        <w:t>the</w:t>
      </w:r>
      <w:r w:rsidR="0064388B">
        <w:t xml:space="preserve"> </w:t>
      </w:r>
      <w:r w:rsidR="0064388B" w:rsidRPr="00C75C04">
        <w:t>responsibility</w:t>
      </w:r>
      <w:r w:rsidR="0064388B">
        <w:t xml:space="preserve"> </w:t>
      </w:r>
      <w:r w:rsidR="0064388B" w:rsidRPr="00C75C04">
        <w:t>of</w:t>
      </w:r>
      <w:r w:rsidR="0064388B">
        <w:t xml:space="preserve"> </w:t>
      </w:r>
      <w:r w:rsidR="0064388B" w:rsidRPr="00C75C04">
        <w:t>the</w:t>
      </w:r>
      <w:r w:rsidR="0064388B">
        <w:t xml:space="preserve"> </w:t>
      </w:r>
      <w:r w:rsidR="0064388B" w:rsidRPr="00C75C04">
        <w:t>Contractor</w:t>
      </w:r>
      <w:r w:rsidR="0064388B">
        <w:t xml:space="preserve"> </w:t>
      </w:r>
      <w:r w:rsidR="0064388B" w:rsidRPr="00C75C04">
        <w:t>shall</w:t>
      </w:r>
      <w:r w:rsidR="0064388B">
        <w:t xml:space="preserve"> </w:t>
      </w:r>
      <w:r w:rsidR="0064388B" w:rsidRPr="00C75C04">
        <w:t>apply</w:t>
      </w:r>
      <w:r w:rsidR="0064388B">
        <w:t xml:space="preserve"> </w:t>
      </w:r>
      <w:r w:rsidR="0064388B" w:rsidRPr="00C75C04">
        <w:t>to</w:t>
      </w:r>
      <w:r w:rsidR="0064388B">
        <w:t xml:space="preserve"> </w:t>
      </w:r>
      <w:r w:rsidR="0064388B" w:rsidRPr="00C75C04">
        <w:t>the</w:t>
      </w:r>
      <w:r w:rsidR="0064388B">
        <w:t xml:space="preserve"> </w:t>
      </w:r>
      <w:r w:rsidR="0064388B" w:rsidRPr="00C75C04">
        <w:t>Tenant</w:t>
      </w:r>
      <w:r w:rsidR="0064388B">
        <w:t xml:space="preserve"> </w:t>
      </w:r>
      <w:r w:rsidR="0064388B" w:rsidRPr="00C75C04">
        <w:t>as</w:t>
      </w:r>
      <w:r w:rsidR="0064388B">
        <w:t xml:space="preserve"> </w:t>
      </w:r>
      <w:r w:rsidR="0064388B" w:rsidRPr="00C75C04">
        <w:t>well</w:t>
      </w:r>
      <w:r w:rsidR="0064388B">
        <w:t xml:space="preserve"> </w:t>
      </w:r>
      <w:r w:rsidR="0064388B" w:rsidRPr="00C75C04">
        <w:t>as</w:t>
      </w:r>
      <w:r w:rsidR="0064388B">
        <w:t xml:space="preserve"> </w:t>
      </w:r>
      <w:r w:rsidR="0064388B" w:rsidRPr="00C75C04">
        <w:t>the</w:t>
      </w:r>
      <w:r w:rsidR="0064388B">
        <w:t xml:space="preserve"> </w:t>
      </w:r>
      <w:r w:rsidR="0064388B" w:rsidRPr="00C75C04">
        <w:t>contractors</w:t>
      </w:r>
      <w:r w:rsidR="0064388B">
        <w:t xml:space="preserve"> </w:t>
      </w:r>
      <w:r w:rsidR="0064388B" w:rsidRPr="00C75C04">
        <w:t>on</w:t>
      </w:r>
      <w:r w:rsidR="0064388B">
        <w:t xml:space="preserve"> site.</w:t>
      </w:r>
    </w:p>
    <w:p w14:paraId="14554B1C" w14:textId="77777777" w:rsidR="007C6D28" w:rsidRDefault="007C6D28" w:rsidP="00B956FE">
      <w:pPr>
        <w:pStyle w:val="Spec"/>
        <w:numPr>
          <w:ilvl w:val="0"/>
          <w:numId w:val="0"/>
        </w:numPr>
        <w:ind w:left="2160"/>
      </w:pPr>
    </w:p>
    <w:p w14:paraId="0FA4639B" w14:textId="77777777" w:rsidR="00B253FB" w:rsidRPr="001E3F65" w:rsidRDefault="00B253FB" w:rsidP="00706280">
      <w:pPr>
        <w:pStyle w:val="Spec"/>
      </w:pPr>
      <w:r w:rsidRPr="001C40A6">
        <w:t>SUBMITTALS</w:t>
      </w:r>
    </w:p>
    <w:p w14:paraId="5AAAD455" w14:textId="44882B54" w:rsidR="00CC3D0E" w:rsidRDefault="00F23A1E" w:rsidP="009B3F3A">
      <w:pPr>
        <w:pStyle w:val="Spec"/>
        <w:numPr>
          <w:ilvl w:val="1"/>
          <w:numId w:val="2"/>
        </w:numPr>
      </w:pPr>
      <w:r>
        <w:t xml:space="preserve">Site Specific Safety Plan </w:t>
      </w:r>
      <w:r w:rsidR="009B3F3A">
        <w:t>including</w:t>
      </w:r>
      <w:r w:rsidR="006368A2">
        <w:t xml:space="preserve"> </w:t>
      </w:r>
      <w:r w:rsidR="00CC3D0E">
        <w:t xml:space="preserve">COVID-19 </w:t>
      </w:r>
      <w:r w:rsidR="009B3F3A">
        <w:t>Prevention section</w:t>
      </w:r>
      <w:r w:rsidR="00CC3D0E">
        <w:t xml:space="preserve"> per paragraph</w:t>
      </w:r>
      <w:r w:rsidR="00125C32">
        <w:t xml:space="preserve"> </w:t>
      </w:r>
      <w:r w:rsidR="0017228D">
        <w:t>1.05.A and 1.07.B.1.t.</w:t>
      </w:r>
    </w:p>
    <w:p w14:paraId="1D9AD680" w14:textId="7A1773DC" w:rsidR="0017228D" w:rsidRDefault="009B3F3A" w:rsidP="0017228D">
      <w:pPr>
        <w:pStyle w:val="Spec"/>
        <w:numPr>
          <w:ilvl w:val="2"/>
          <w:numId w:val="2"/>
        </w:numPr>
      </w:pPr>
      <w:r>
        <w:t>Refer to</w:t>
      </w:r>
      <w:r w:rsidR="0017228D">
        <w:t xml:space="preserve"> Appendix E </w:t>
      </w:r>
      <w:r w:rsidR="00C705AA">
        <w:t>of</w:t>
      </w:r>
      <w:r w:rsidR="0017228D">
        <w:t xml:space="preserve"> this specification</w:t>
      </w:r>
      <w:r w:rsidR="00C705AA">
        <w:t xml:space="preserve"> for COVID-19 requirements and guidance</w:t>
      </w:r>
    </w:p>
    <w:p w14:paraId="4ECB21FA" w14:textId="3603CD5F" w:rsidR="00DD3B95" w:rsidRDefault="00F23A1E" w:rsidP="004D119B">
      <w:pPr>
        <w:pStyle w:val="Spec"/>
        <w:numPr>
          <w:ilvl w:val="1"/>
          <w:numId w:val="2"/>
        </w:numPr>
      </w:pPr>
      <w:r>
        <w:t>S</w:t>
      </w:r>
      <w:r w:rsidR="001902B3">
        <w:t xml:space="preserve">ite </w:t>
      </w:r>
      <w:r>
        <w:t>S</w:t>
      </w:r>
      <w:r w:rsidR="001902B3">
        <w:t xml:space="preserve">pecific </w:t>
      </w:r>
      <w:r w:rsidR="00DD3B95" w:rsidRPr="00526499">
        <w:t xml:space="preserve">Chemical Exposure Plan </w:t>
      </w:r>
      <w:r w:rsidR="00E32573">
        <w:t xml:space="preserve">prepared by a Certified Industrial Hygienist </w:t>
      </w:r>
      <w:r w:rsidR="00DD3B95" w:rsidRPr="00526499">
        <w:t xml:space="preserve">for any products containing isocyanates, methylene chloride, </w:t>
      </w:r>
      <w:r w:rsidR="008053C1" w:rsidRPr="00526499">
        <w:t>Hydrofluoric</w:t>
      </w:r>
      <w:r w:rsidR="00DD3B95" w:rsidRPr="00526499">
        <w:t xml:space="preserve"> Acid, lead, </w:t>
      </w:r>
      <w:r w:rsidR="008053C1" w:rsidRPr="00526499">
        <w:t>silica,</w:t>
      </w:r>
      <w:r w:rsidR="00DD3B95" w:rsidRPr="00526499">
        <w:t xml:space="preserve"> and processes involving floor sealers, traffic coatings, terrazzo </w:t>
      </w:r>
      <w:r w:rsidR="008053C1" w:rsidRPr="00526499">
        <w:t>sealers,</w:t>
      </w:r>
      <w:r w:rsidR="00DD3B95" w:rsidRPr="00526499">
        <w:t xml:space="preserve"> or specialty paints</w:t>
      </w:r>
      <w:r w:rsidR="008053C1" w:rsidRPr="00526499">
        <w:t xml:space="preserve">.  </w:t>
      </w:r>
      <w:r w:rsidR="00DD3B95" w:rsidRPr="00526499">
        <w:t>The plan shall include employee exposure control methods, isolation methods to prevent spread of chemicals outside the work area and safeguarding of the public.</w:t>
      </w:r>
    </w:p>
    <w:p w14:paraId="4AEA9857" w14:textId="77777777" w:rsidR="00F16148" w:rsidRDefault="00F16148" w:rsidP="00F16148">
      <w:pPr>
        <w:pStyle w:val="Spec"/>
        <w:numPr>
          <w:ilvl w:val="0"/>
          <w:numId w:val="0"/>
        </w:numPr>
        <w:ind w:left="2160"/>
      </w:pPr>
    </w:p>
    <w:p w14:paraId="61E34364" w14:textId="77777777" w:rsidR="00B253FB" w:rsidRPr="001C40A6" w:rsidRDefault="00B253FB" w:rsidP="00706280">
      <w:pPr>
        <w:pStyle w:val="Spec"/>
      </w:pPr>
      <w:r w:rsidRPr="001C40A6">
        <w:t>CONTRACTOR</w:t>
      </w:r>
      <w:r w:rsidR="003E736D">
        <w:t xml:space="preserve"> </w:t>
      </w:r>
      <w:r w:rsidRPr="001C40A6">
        <w:t>RESPONSIBILITIES</w:t>
      </w:r>
    </w:p>
    <w:p w14:paraId="669D4FC8" w14:textId="7316363D" w:rsidR="00B253FB" w:rsidRPr="001E3F65" w:rsidRDefault="00B253FB" w:rsidP="004D119B">
      <w:pPr>
        <w:pStyle w:val="Spec"/>
        <w:numPr>
          <w:ilvl w:val="1"/>
          <w:numId w:val="2"/>
        </w:numPr>
      </w:pPr>
      <w:r w:rsidRPr="001C40A6">
        <w:lastRenderedPageBreak/>
        <w:t>SITE</w:t>
      </w:r>
      <w:r w:rsidR="003E736D">
        <w:t xml:space="preserve"> </w:t>
      </w:r>
      <w:r w:rsidRPr="001C40A6">
        <w:t>SPECIFIC</w:t>
      </w:r>
      <w:r w:rsidR="003E736D">
        <w:t xml:space="preserve"> </w:t>
      </w:r>
      <w:r w:rsidRPr="001C40A6">
        <w:t>SAFETY</w:t>
      </w:r>
      <w:r w:rsidR="003E736D">
        <w:t xml:space="preserve"> </w:t>
      </w:r>
      <w:r w:rsidRPr="001C40A6">
        <w:t>PLAN</w:t>
      </w:r>
      <w:r w:rsidR="0017228D">
        <w:t xml:space="preserve"> including COVID-19 </w:t>
      </w:r>
      <w:r w:rsidR="00C705AA">
        <w:t>Section</w:t>
      </w:r>
    </w:p>
    <w:p w14:paraId="3C0AA08C" w14:textId="1FDD0D44" w:rsidR="00B253FB" w:rsidRDefault="00B253FB" w:rsidP="004D119B">
      <w:pPr>
        <w:pStyle w:val="Spec"/>
        <w:numPr>
          <w:ilvl w:val="2"/>
          <w:numId w:val="2"/>
        </w:numPr>
      </w:pPr>
      <w:r w:rsidRPr="001E3F65">
        <w:t>T</w:t>
      </w:r>
      <w:r w:rsidRPr="001C40A6">
        <w:t>he</w:t>
      </w:r>
      <w:r w:rsidR="003E736D" w:rsidRPr="00DF77C6">
        <w:t xml:space="preserve"> </w:t>
      </w:r>
      <w:r>
        <w:t>Contractor</w:t>
      </w:r>
      <w:r w:rsidR="003E736D">
        <w:t xml:space="preserve"> </w:t>
      </w:r>
      <w:r>
        <w:t>shall</w:t>
      </w:r>
      <w:r w:rsidR="003E736D">
        <w:t xml:space="preserve"> </w:t>
      </w:r>
      <w:r>
        <w:t>submit,</w:t>
      </w:r>
      <w:r w:rsidR="003E736D">
        <w:t xml:space="preserve"> </w:t>
      </w:r>
      <w:r>
        <w:t>for</w:t>
      </w:r>
      <w:r w:rsidR="003E736D">
        <w:t xml:space="preserve"> </w:t>
      </w:r>
      <w:r>
        <w:t>the</w:t>
      </w:r>
      <w:r w:rsidR="003E736D">
        <w:t xml:space="preserve"> </w:t>
      </w:r>
      <w:r>
        <w:t>Port’s</w:t>
      </w:r>
      <w:r w:rsidR="003E736D">
        <w:t xml:space="preserve"> </w:t>
      </w:r>
      <w:r>
        <w:t>review</w:t>
      </w:r>
      <w:r w:rsidR="003E736D">
        <w:t xml:space="preserve"> </w:t>
      </w:r>
      <w:r>
        <w:t>and</w:t>
      </w:r>
      <w:r w:rsidR="003E736D">
        <w:t xml:space="preserve"> </w:t>
      </w:r>
      <w:r>
        <w:t>comment,</w:t>
      </w:r>
      <w:r w:rsidR="003E736D">
        <w:t xml:space="preserve"> </w:t>
      </w:r>
      <w:r>
        <w:t>a</w:t>
      </w:r>
      <w:r w:rsidR="003E736D">
        <w:t xml:space="preserve"> </w:t>
      </w:r>
      <w:r>
        <w:t>Site-Specific</w:t>
      </w:r>
      <w:r w:rsidR="003E736D">
        <w:t xml:space="preserve"> </w:t>
      </w:r>
      <w:r>
        <w:t>Safety</w:t>
      </w:r>
      <w:r w:rsidR="003E736D">
        <w:t xml:space="preserve"> </w:t>
      </w:r>
      <w:r>
        <w:t>Plan</w:t>
      </w:r>
      <w:r w:rsidR="003E736D">
        <w:t xml:space="preserve"> </w:t>
      </w:r>
      <w:r>
        <w:t>in</w:t>
      </w:r>
      <w:r w:rsidR="003E736D">
        <w:t xml:space="preserve"> </w:t>
      </w:r>
      <w:r>
        <w:t>connection</w:t>
      </w:r>
      <w:r w:rsidR="003E736D">
        <w:t xml:space="preserve"> </w:t>
      </w:r>
      <w:r>
        <w:t>with</w:t>
      </w:r>
      <w:r w:rsidR="003E736D">
        <w:t xml:space="preserve"> </w:t>
      </w:r>
      <w:r>
        <w:t>the</w:t>
      </w:r>
      <w:r w:rsidR="003E736D">
        <w:t xml:space="preserve"> </w:t>
      </w:r>
      <w:r>
        <w:t>Work</w:t>
      </w:r>
      <w:r w:rsidRPr="001C40A6">
        <w:t>.</w:t>
      </w:r>
      <w:r w:rsidR="003E736D">
        <w:t xml:space="preserve"> </w:t>
      </w:r>
      <w:r w:rsidRPr="001C40A6">
        <w:t>The</w:t>
      </w:r>
      <w:r w:rsidR="003E736D" w:rsidRPr="00DF77C6">
        <w:t xml:space="preserve"> </w:t>
      </w:r>
      <w:r>
        <w:t>submittal</w:t>
      </w:r>
      <w:r w:rsidR="003E736D">
        <w:t xml:space="preserve"> </w:t>
      </w:r>
      <w:r>
        <w:t>shall</w:t>
      </w:r>
      <w:r w:rsidR="003E736D">
        <w:t xml:space="preserve"> </w:t>
      </w:r>
      <w:r>
        <w:t>be</w:t>
      </w:r>
      <w:r w:rsidR="003E736D">
        <w:t xml:space="preserve"> </w:t>
      </w:r>
      <w:r>
        <w:t>made</w:t>
      </w:r>
      <w:r w:rsidR="003E736D">
        <w:t xml:space="preserve"> </w:t>
      </w:r>
      <w:r>
        <w:t>in</w:t>
      </w:r>
      <w:r w:rsidR="003E736D">
        <w:t xml:space="preserve"> </w:t>
      </w:r>
      <w:r>
        <w:t>accordance</w:t>
      </w:r>
      <w:r w:rsidR="003E736D">
        <w:t xml:space="preserve"> </w:t>
      </w:r>
      <w:r>
        <w:t>with</w:t>
      </w:r>
      <w:r w:rsidR="003E736D">
        <w:t xml:space="preserve"> </w:t>
      </w:r>
      <w:r>
        <w:t>Section</w:t>
      </w:r>
      <w:r w:rsidR="003E736D">
        <w:t xml:space="preserve"> </w:t>
      </w:r>
      <w:r w:rsidR="003F0D01">
        <w:t>01 32 19</w:t>
      </w:r>
      <w:r>
        <w:t>,</w:t>
      </w:r>
      <w:r w:rsidR="003E736D">
        <w:t xml:space="preserve"> </w:t>
      </w:r>
      <w:r>
        <w:t>Pre-Construction</w:t>
      </w:r>
      <w:r w:rsidR="003E736D">
        <w:t xml:space="preserve"> </w:t>
      </w:r>
      <w:r>
        <w:t>Submittals.</w:t>
      </w:r>
      <w:r w:rsidR="003E736D">
        <w:t xml:space="preserve"> </w:t>
      </w:r>
      <w:r>
        <w:t>An</w:t>
      </w:r>
      <w:r w:rsidR="003E736D">
        <w:t xml:space="preserve"> </w:t>
      </w:r>
      <w:r>
        <w:t>outline</w:t>
      </w:r>
      <w:r w:rsidR="003E736D">
        <w:t xml:space="preserve"> </w:t>
      </w:r>
      <w:r>
        <w:t>of</w:t>
      </w:r>
      <w:r w:rsidR="003E736D">
        <w:t xml:space="preserve"> </w:t>
      </w:r>
      <w:r>
        <w:t>the</w:t>
      </w:r>
      <w:r w:rsidR="003E736D">
        <w:t xml:space="preserve"> </w:t>
      </w:r>
      <w:r>
        <w:t>matters</w:t>
      </w:r>
      <w:r w:rsidR="003E736D">
        <w:t xml:space="preserve"> </w:t>
      </w:r>
      <w:r>
        <w:t>to</w:t>
      </w:r>
      <w:r w:rsidR="003E736D">
        <w:t xml:space="preserve"> </w:t>
      </w:r>
      <w:r>
        <w:t>be</w:t>
      </w:r>
      <w:r w:rsidR="003E736D">
        <w:t xml:space="preserve"> </w:t>
      </w:r>
      <w:r>
        <w:t>address</w:t>
      </w:r>
      <w:r w:rsidR="003E736D">
        <w:t xml:space="preserve"> </w:t>
      </w:r>
      <w:r>
        <w:t>in</w:t>
      </w:r>
      <w:r w:rsidR="003E736D">
        <w:t xml:space="preserve"> </w:t>
      </w:r>
      <w:r>
        <w:t>the</w:t>
      </w:r>
      <w:r w:rsidR="003E736D">
        <w:t xml:space="preserve"> </w:t>
      </w:r>
      <w:r>
        <w:t>Safety</w:t>
      </w:r>
      <w:r w:rsidR="003E736D">
        <w:t xml:space="preserve"> </w:t>
      </w:r>
      <w:r>
        <w:t>Plan</w:t>
      </w:r>
      <w:r w:rsidR="003E736D">
        <w:t xml:space="preserve"> </w:t>
      </w:r>
      <w:r>
        <w:t>is</w:t>
      </w:r>
      <w:r w:rsidR="003E736D">
        <w:t xml:space="preserve"> </w:t>
      </w:r>
      <w:r>
        <w:t>set</w:t>
      </w:r>
      <w:r w:rsidR="003E736D">
        <w:t xml:space="preserve"> </w:t>
      </w:r>
      <w:r>
        <w:t>forth</w:t>
      </w:r>
      <w:r w:rsidR="003E736D">
        <w:t xml:space="preserve"> </w:t>
      </w:r>
      <w:r>
        <w:t>in</w:t>
      </w:r>
      <w:r w:rsidR="003E736D">
        <w:t xml:space="preserve"> </w:t>
      </w:r>
      <w:r>
        <w:t>Appendix</w:t>
      </w:r>
      <w:r w:rsidR="003E736D">
        <w:t xml:space="preserve"> </w:t>
      </w:r>
      <w:r>
        <w:t>A</w:t>
      </w:r>
      <w:r w:rsidR="003E736D">
        <w:t xml:space="preserve"> </w:t>
      </w:r>
      <w:r>
        <w:t>to</w:t>
      </w:r>
      <w:r w:rsidR="003E736D">
        <w:t xml:space="preserve"> </w:t>
      </w:r>
      <w:r>
        <w:t>this</w:t>
      </w:r>
      <w:r w:rsidR="003E736D">
        <w:t xml:space="preserve"> </w:t>
      </w:r>
      <w:r w:rsidR="0017228D">
        <w:t>Specification</w:t>
      </w:r>
      <w:r>
        <w:t>.</w:t>
      </w:r>
      <w:r w:rsidR="003E736D">
        <w:t xml:space="preserve"> </w:t>
      </w:r>
      <w:r>
        <w:t>The</w:t>
      </w:r>
      <w:r w:rsidR="003E736D">
        <w:t xml:space="preserve"> </w:t>
      </w:r>
      <w:r>
        <w:t>Port’s</w:t>
      </w:r>
      <w:r w:rsidR="003E736D">
        <w:t xml:space="preserve"> </w:t>
      </w:r>
      <w:r>
        <w:t>review</w:t>
      </w:r>
      <w:r w:rsidR="003E736D">
        <w:t xml:space="preserve"> </w:t>
      </w:r>
      <w:r>
        <w:t>of,</w:t>
      </w:r>
      <w:r w:rsidR="003E736D">
        <w:t xml:space="preserve"> </w:t>
      </w:r>
      <w:r>
        <w:t>or</w:t>
      </w:r>
      <w:r w:rsidR="003E736D">
        <w:t xml:space="preserve"> </w:t>
      </w:r>
      <w:r>
        <w:t>comment</w:t>
      </w:r>
      <w:r w:rsidR="003E736D">
        <w:t xml:space="preserve"> </w:t>
      </w:r>
      <w:r>
        <w:t>on,</w:t>
      </w:r>
      <w:r w:rsidR="003E736D">
        <w:t xml:space="preserve"> </w:t>
      </w:r>
      <w:r>
        <w:t>the</w:t>
      </w:r>
      <w:r w:rsidR="003E736D">
        <w:t xml:space="preserve"> </w:t>
      </w:r>
      <w:r>
        <w:t>Safety</w:t>
      </w:r>
      <w:r w:rsidR="003E736D">
        <w:t xml:space="preserve"> </w:t>
      </w:r>
      <w:r>
        <w:t>Plan</w:t>
      </w:r>
      <w:r w:rsidR="003E736D">
        <w:t xml:space="preserve"> </w:t>
      </w:r>
      <w:r>
        <w:t>shall</w:t>
      </w:r>
      <w:r w:rsidR="003E736D">
        <w:t xml:space="preserve"> </w:t>
      </w:r>
      <w:r>
        <w:t>not,</w:t>
      </w:r>
      <w:r w:rsidR="003E736D">
        <w:t xml:space="preserve"> </w:t>
      </w:r>
      <w:r>
        <w:t>in</w:t>
      </w:r>
      <w:r w:rsidR="003E736D">
        <w:t xml:space="preserve"> </w:t>
      </w:r>
      <w:r>
        <w:t>any</w:t>
      </w:r>
      <w:r w:rsidR="003E736D">
        <w:t xml:space="preserve"> </w:t>
      </w:r>
      <w:r>
        <w:t>way,</w:t>
      </w:r>
      <w:r w:rsidR="003E736D">
        <w:t xml:space="preserve"> </w:t>
      </w:r>
      <w:r>
        <w:t>relieve</w:t>
      </w:r>
      <w:r w:rsidR="003E736D">
        <w:t xml:space="preserve"> </w:t>
      </w:r>
      <w:r>
        <w:t>the</w:t>
      </w:r>
      <w:r w:rsidR="003E736D">
        <w:t xml:space="preserve"> </w:t>
      </w:r>
      <w:r>
        <w:t>Contractor</w:t>
      </w:r>
      <w:r w:rsidR="003E736D">
        <w:t xml:space="preserve"> </w:t>
      </w:r>
      <w:r>
        <w:t>of</w:t>
      </w:r>
      <w:r w:rsidR="003E736D">
        <w:t xml:space="preserve"> </w:t>
      </w:r>
      <w:r>
        <w:t>any</w:t>
      </w:r>
      <w:r w:rsidR="003E736D">
        <w:t xml:space="preserve"> </w:t>
      </w:r>
      <w:r>
        <w:t>responsibility</w:t>
      </w:r>
      <w:r w:rsidR="003E736D">
        <w:t xml:space="preserve"> </w:t>
      </w:r>
      <w:r>
        <w:t>or</w:t>
      </w:r>
      <w:r w:rsidR="003E736D">
        <w:t xml:space="preserve"> </w:t>
      </w:r>
      <w:r>
        <w:t>liability</w:t>
      </w:r>
      <w:r w:rsidR="003E736D">
        <w:t xml:space="preserve"> </w:t>
      </w:r>
      <w:r>
        <w:t>for</w:t>
      </w:r>
      <w:r w:rsidR="003E736D">
        <w:t xml:space="preserve"> </w:t>
      </w:r>
      <w:r>
        <w:t>the</w:t>
      </w:r>
      <w:r w:rsidR="003E736D">
        <w:t xml:space="preserve"> </w:t>
      </w:r>
      <w:r>
        <w:t>Safety</w:t>
      </w:r>
      <w:r w:rsidR="003E736D">
        <w:t xml:space="preserve"> </w:t>
      </w:r>
      <w:r>
        <w:t>Plan.</w:t>
      </w:r>
      <w:r w:rsidR="003E736D">
        <w:t xml:space="preserve"> </w:t>
      </w:r>
      <w:r>
        <w:t>Delay</w:t>
      </w:r>
      <w:r w:rsidR="003E736D">
        <w:t xml:space="preserve"> </w:t>
      </w:r>
      <w:r>
        <w:t>in</w:t>
      </w:r>
      <w:r w:rsidR="003E736D">
        <w:t xml:space="preserve"> </w:t>
      </w:r>
      <w:r>
        <w:t>submitting</w:t>
      </w:r>
      <w:r w:rsidR="003E736D">
        <w:t xml:space="preserve"> </w:t>
      </w:r>
      <w:r>
        <w:t>a</w:t>
      </w:r>
      <w:r w:rsidR="003E736D">
        <w:t xml:space="preserve"> </w:t>
      </w:r>
      <w:r>
        <w:t>written</w:t>
      </w:r>
      <w:r w:rsidR="003E736D">
        <w:t xml:space="preserve"> </w:t>
      </w:r>
      <w:r>
        <w:t>safety</w:t>
      </w:r>
      <w:r w:rsidR="003E736D">
        <w:t xml:space="preserve"> </w:t>
      </w:r>
      <w:r>
        <w:t>plan</w:t>
      </w:r>
      <w:r w:rsidR="003E736D">
        <w:t xml:space="preserve"> </w:t>
      </w:r>
      <w:r>
        <w:t>will</w:t>
      </w:r>
      <w:r w:rsidR="003E736D">
        <w:t xml:space="preserve"> </w:t>
      </w:r>
      <w:r>
        <w:t>not</w:t>
      </w:r>
      <w:r w:rsidR="003E736D">
        <w:t xml:space="preserve"> </w:t>
      </w:r>
      <w:r>
        <w:t>constitute</w:t>
      </w:r>
      <w:r w:rsidR="003E736D">
        <w:t xml:space="preserve"> </w:t>
      </w:r>
      <w:r>
        <w:t>grounds</w:t>
      </w:r>
      <w:r w:rsidR="003E736D">
        <w:t xml:space="preserve"> </w:t>
      </w:r>
      <w:r>
        <w:t>for</w:t>
      </w:r>
      <w:r w:rsidR="003E736D">
        <w:t xml:space="preserve"> </w:t>
      </w:r>
      <w:r>
        <w:t>a</w:t>
      </w:r>
      <w:r w:rsidR="003E736D">
        <w:t xml:space="preserve"> </w:t>
      </w:r>
      <w:r>
        <w:t>contract</w:t>
      </w:r>
      <w:r w:rsidR="003E736D">
        <w:t xml:space="preserve"> </w:t>
      </w:r>
      <w:r>
        <w:t>schedule</w:t>
      </w:r>
      <w:r w:rsidR="003E736D">
        <w:t xml:space="preserve"> </w:t>
      </w:r>
      <w:r>
        <w:t>extension</w:t>
      </w:r>
      <w:r w:rsidR="003E736D">
        <w:t xml:space="preserve"> </w:t>
      </w:r>
      <w:r>
        <w:t>or</w:t>
      </w:r>
      <w:r w:rsidR="003E736D">
        <w:t xml:space="preserve"> </w:t>
      </w:r>
      <w:r>
        <w:t>delay</w:t>
      </w:r>
      <w:r w:rsidR="003E736D">
        <w:t xml:space="preserve"> </w:t>
      </w:r>
      <w:r>
        <w:t>claim.</w:t>
      </w:r>
    </w:p>
    <w:p w14:paraId="7EBDDC1E" w14:textId="0AC04AE9" w:rsidR="00B253FB" w:rsidRDefault="00B253FB" w:rsidP="004D119B">
      <w:pPr>
        <w:pStyle w:val="Spec"/>
        <w:numPr>
          <w:ilvl w:val="2"/>
          <w:numId w:val="2"/>
        </w:numPr>
      </w:pPr>
      <w:r>
        <w:t>The</w:t>
      </w:r>
      <w:r w:rsidR="003E736D">
        <w:t xml:space="preserve"> </w:t>
      </w:r>
      <w:r>
        <w:t>Port</w:t>
      </w:r>
      <w:r w:rsidR="003E736D">
        <w:t xml:space="preserve"> </w:t>
      </w:r>
      <w:r>
        <w:t>will</w:t>
      </w:r>
      <w:r w:rsidR="003E736D">
        <w:t xml:space="preserve"> </w:t>
      </w:r>
      <w:r>
        <w:t>not</w:t>
      </w:r>
      <w:r w:rsidR="003E736D">
        <w:t xml:space="preserve"> </w:t>
      </w:r>
      <w:r>
        <w:t>issue</w:t>
      </w:r>
      <w:r w:rsidR="003E736D">
        <w:t xml:space="preserve"> </w:t>
      </w:r>
      <w:r>
        <w:t>a</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until</w:t>
      </w:r>
      <w:r w:rsidR="003E736D">
        <w:t xml:space="preserve"> </w:t>
      </w:r>
      <w:r>
        <w:t>the</w:t>
      </w:r>
      <w:r w:rsidR="003E736D">
        <w:t xml:space="preserve"> </w:t>
      </w:r>
      <w:r>
        <w:t>Safety</w:t>
      </w:r>
      <w:r w:rsidR="003E736D">
        <w:t xml:space="preserve"> </w:t>
      </w:r>
      <w:r>
        <w:t>Plan</w:t>
      </w:r>
      <w:r w:rsidR="003A4488">
        <w:t xml:space="preserve"> submittal (including </w:t>
      </w:r>
      <w:r w:rsidR="00E77171">
        <w:t>COVID-19</w:t>
      </w:r>
      <w:r w:rsidR="003A4488">
        <w:t xml:space="preserve"> section)</w:t>
      </w:r>
      <w:r w:rsidR="00040265">
        <w:t xml:space="preserve"> ha</w:t>
      </w:r>
      <w:r w:rsidR="003A4488">
        <w:t>s</w:t>
      </w:r>
      <w:r w:rsidR="00040265">
        <w:t xml:space="preserve"> </w:t>
      </w:r>
      <w:r>
        <w:t>been</w:t>
      </w:r>
      <w:r w:rsidR="003E736D">
        <w:t xml:space="preserve"> </w:t>
      </w:r>
      <w:r w:rsidR="00FE262D">
        <w:t>A</w:t>
      </w:r>
      <w:r w:rsidR="00040265">
        <w:t>ccepted</w:t>
      </w:r>
      <w:r w:rsidR="003E736D">
        <w:t xml:space="preserve"> </w:t>
      </w:r>
      <w:r>
        <w:t>by</w:t>
      </w:r>
      <w:r w:rsidR="003E736D">
        <w:t xml:space="preserve"> </w:t>
      </w:r>
      <w:r>
        <w:t>the</w:t>
      </w:r>
      <w:r w:rsidR="003E736D">
        <w:t xml:space="preserve"> </w:t>
      </w:r>
      <w:r w:rsidR="002B2373">
        <w:t>PCPR</w:t>
      </w:r>
      <w:r w:rsidR="00396856">
        <w:t xml:space="preserve"> </w:t>
      </w:r>
      <w:r>
        <w:t>and</w:t>
      </w:r>
      <w:r w:rsidR="003E736D">
        <w:t xml:space="preserve"> </w:t>
      </w:r>
      <w:r w:rsidR="00FE4885">
        <w:t>Manager</w:t>
      </w:r>
      <w:r w:rsidR="000F3B30">
        <w:t xml:space="preserve"> of</w:t>
      </w:r>
      <w:r w:rsidR="00FE4885">
        <w:t xml:space="preserve"> Construction Safety Services</w:t>
      </w:r>
      <w:r>
        <w:t>.</w:t>
      </w:r>
    </w:p>
    <w:p w14:paraId="54B2731E" w14:textId="77777777" w:rsidR="001E3F65" w:rsidRDefault="00B253FB" w:rsidP="004D119B">
      <w:pPr>
        <w:pStyle w:val="Spec"/>
        <w:numPr>
          <w:ilvl w:val="1"/>
          <w:numId w:val="2"/>
        </w:numPr>
      </w:pPr>
      <w:r>
        <w:t>GENERAL</w:t>
      </w:r>
      <w:r w:rsidR="003E736D">
        <w:t xml:space="preserve"> </w:t>
      </w:r>
      <w:r>
        <w:t>OBLIGATIONS</w:t>
      </w:r>
    </w:p>
    <w:p w14:paraId="5CF7286D" w14:textId="728FC2EF" w:rsidR="00B253FB" w:rsidRDefault="00B253FB" w:rsidP="001E3F65">
      <w:pPr>
        <w:pStyle w:val="Spec"/>
        <w:numPr>
          <w:ilvl w:val="0"/>
          <w:numId w:val="0"/>
        </w:numPr>
        <w:ind w:left="2160"/>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accident</w:t>
      </w:r>
      <w:r w:rsidR="003E736D">
        <w:t xml:space="preserve"> </w:t>
      </w:r>
      <w:r>
        <w:t>prevention</w:t>
      </w:r>
      <w:r w:rsidR="003E736D">
        <w:t xml:space="preserve"> </w:t>
      </w:r>
      <w:r>
        <w:t>and</w:t>
      </w:r>
      <w:r w:rsidR="003E736D">
        <w:t xml:space="preserve"> </w:t>
      </w:r>
      <w:r>
        <w:t>job</w:t>
      </w:r>
      <w:r w:rsidR="003E736D">
        <w:t xml:space="preserve"> </w:t>
      </w:r>
      <w:r>
        <w:t>site</w:t>
      </w:r>
      <w:r w:rsidR="003E736D">
        <w:t xml:space="preserve"> </w:t>
      </w:r>
      <w:r>
        <w:t>safety.</w:t>
      </w:r>
      <w:r w:rsidR="003E736D">
        <w:t xml:space="preserve"> </w:t>
      </w:r>
      <w:r>
        <w:t>This</w:t>
      </w:r>
      <w:r w:rsidR="003E736D">
        <w:t xml:space="preserve"> </w:t>
      </w:r>
      <w:r>
        <w:t>responsibility</w:t>
      </w:r>
      <w:r w:rsidR="003E736D">
        <w:t xml:space="preserve"> </w:t>
      </w:r>
      <w:r>
        <w:t>cannot</w:t>
      </w:r>
      <w:r w:rsidR="003E736D">
        <w:t xml:space="preserve"> </w:t>
      </w:r>
      <w:r>
        <w:t>be</w:t>
      </w:r>
      <w:r w:rsidR="003E736D">
        <w:t xml:space="preserve"> </w:t>
      </w:r>
      <w:r>
        <w:t>delegated</w:t>
      </w:r>
      <w:r w:rsidR="003E736D">
        <w:t xml:space="preserve"> </w:t>
      </w:r>
      <w:r>
        <w:t>to</w:t>
      </w:r>
      <w:r w:rsidR="003E736D">
        <w:t xml:space="preserve"> </w:t>
      </w:r>
      <w:r>
        <w:t>Subcontractors,</w:t>
      </w:r>
      <w:r w:rsidR="003E736D">
        <w:t xml:space="preserve"> </w:t>
      </w:r>
      <w:r>
        <w:t>suppliers,</w:t>
      </w:r>
      <w:r w:rsidR="003E736D">
        <w:t xml:space="preserve"> </w:t>
      </w:r>
      <w:r>
        <w:t>the</w:t>
      </w:r>
      <w:r w:rsidR="003E736D">
        <w:t xml:space="preserve"> </w:t>
      </w:r>
      <w:r>
        <w:t>Port,</w:t>
      </w:r>
      <w:r w:rsidR="003E736D">
        <w:t xml:space="preserve"> </w:t>
      </w:r>
      <w:r>
        <w:t>or</w:t>
      </w:r>
      <w:r w:rsidR="003E736D">
        <w:t xml:space="preserve"> </w:t>
      </w:r>
      <w:r>
        <w:t>other</w:t>
      </w:r>
      <w:r w:rsidR="003E736D">
        <w:t xml:space="preserve"> </w:t>
      </w:r>
      <w:r>
        <w:t>persons.</w:t>
      </w:r>
      <w:r w:rsidR="003E736D">
        <w:t xml:space="preserve"> </w:t>
      </w:r>
      <w:r>
        <w:t>To</w:t>
      </w:r>
      <w:r w:rsidR="003E736D">
        <w:t xml:space="preserve"> </w:t>
      </w:r>
      <w:r>
        <w:t>this</w:t>
      </w:r>
      <w:r w:rsidR="003E736D">
        <w:t xml:space="preserve"> </w:t>
      </w:r>
      <w:r>
        <w:t>end,</w:t>
      </w:r>
      <w:r w:rsidR="003E736D">
        <w:t xml:space="preserve"> </w:t>
      </w:r>
      <w:r>
        <w:t>the</w:t>
      </w:r>
      <w:r w:rsidR="003E736D">
        <w:t xml:space="preserve"> </w:t>
      </w:r>
      <w:r>
        <w:t>Contractor</w:t>
      </w:r>
      <w:r w:rsidR="003E736D">
        <w:t xml:space="preserve"> </w:t>
      </w:r>
      <w:r>
        <w:t>shall:</w:t>
      </w:r>
    </w:p>
    <w:p w14:paraId="10D6D855" w14:textId="77777777" w:rsidR="00B253FB" w:rsidRDefault="00B253FB" w:rsidP="004D119B">
      <w:pPr>
        <w:pStyle w:val="Spec"/>
        <w:numPr>
          <w:ilvl w:val="2"/>
          <w:numId w:val="2"/>
        </w:numPr>
      </w:pPr>
      <w:r w:rsidRPr="001C40A6">
        <w:t>Promote</w:t>
      </w:r>
      <w:r w:rsidR="003E736D">
        <w:t xml:space="preserve"> </w:t>
      </w:r>
      <w:r w:rsidRPr="001C40A6">
        <w:t>a</w:t>
      </w:r>
      <w:r w:rsidR="003E736D">
        <w:t xml:space="preserve"> </w:t>
      </w:r>
      <w:r w:rsidRPr="001C40A6">
        <w:t>safe</w:t>
      </w:r>
      <w:r w:rsidR="003E736D">
        <w:t xml:space="preserve"> </w:t>
      </w:r>
      <w:r w:rsidRPr="001C40A6">
        <w:t>and</w:t>
      </w:r>
      <w:r w:rsidR="003E736D">
        <w:t xml:space="preserve"> </w:t>
      </w:r>
      <w:r w:rsidRPr="001C40A6">
        <w:t>healthy</w:t>
      </w:r>
      <w:r w:rsidR="003E736D">
        <w:t xml:space="preserve"> </w:t>
      </w:r>
      <w:r w:rsidRPr="001C40A6">
        <w:t>work</w:t>
      </w:r>
      <w:r w:rsidR="003E736D">
        <w:t xml:space="preserve"> </w:t>
      </w:r>
      <w:r w:rsidRPr="001C40A6">
        <w:t>environment.</w:t>
      </w:r>
    </w:p>
    <w:p w14:paraId="1D35FC96" w14:textId="77777777" w:rsidR="00B253FB" w:rsidRDefault="00B253FB" w:rsidP="004D119B">
      <w:pPr>
        <w:pStyle w:val="Spec"/>
        <w:numPr>
          <w:ilvl w:val="2"/>
          <w:numId w:val="2"/>
        </w:numPr>
      </w:pPr>
      <w:r>
        <w:t>Provide</w:t>
      </w:r>
      <w:r w:rsidR="003E736D">
        <w:t xml:space="preserve"> </w:t>
      </w:r>
      <w:r>
        <w:t>an</w:t>
      </w:r>
      <w:r w:rsidR="003E736D">
        <w:t xml:space="preserve"> </w:t>
      </w:r>
      <w:r>
        <w:t>accident</w:t>
      </w:r>
      <w:r w:rsidR="003E736D">
        <w:t xml:space="preserve"> </w:t>
      </w:r>
      <w:r>
        <w:t>prevention</w:t>
      </w:r>
      <w:r w:rsidR="003E736D">
        <w:t xml:space="preserve"> </w:t>
      </w:r>
      <w:r>
        <w:t>program.</w:t>
      </w:r>
    </w:p>
    <w:p w14:paraId="3B27D9D0" w14:textId="77777777" w:rsidR="00B253FB" w:rsidRDefault="00B253FB" w:rsidP="004D119B">
      <w:pPr>
        <w:pStyle w:val="Spec"/>
        <w:numPr>
          <w:ilvl w:val="2"/>
          <w:numId w:val="2"/>
        </w:numPr>
      </w:pPr>
      <w:r>
        <w:t>Promote</w:t>
      </w:r>
      <w:r w:rsidR="003E736D">
        <w:t xml:space="preserve"> </w:t>
      </w:r>
      <w:r>
        <w:t>training</w:t>
      </w:r>
      <w:r w:rsidR="003E736D">
        <w:t xml:space="preserve"> </w:t>
      </w:r>
      <w:r>
        <w:t>programs</w:t>
      </w:r>
      <w:r w:rsidR="003E736D">
        <w:t xml:space="preserve"> </w:t>
      </w:r>
      <w:r>
        <w:t>to</w:t>
      </w:r>
      <w:r w:rsidR="003E736D">
        <w:t xml:space="preserve"> </w:t>
      </w:r>
      <w:r>
        <w:t>improve</w:t>
      </w:r>
      <w:r w:rsidR="003E736D">
        <w:t xml:space="preserve"> </w:t>
      </w:r>
      <w:r>
        <w:t>the</w:t>
      </w:r>
      <w:r w:rsidR="003E736D">
        <w:t xml:space="preserve"> </w:t>
      </w:r>
      <w:r>
        <w:t>skill</w:t>
      </w:r>
      <w:r w:rsidR="003E736D">
        <w:t xml:space="preserve"> </w:t>
      </w:r>
      <w:r>
        <w:t>and</w:t>
      </w:r>
      <w:r w:rsidR="003E736D">
        <w:t xml:space="preserve"> </w:t>
      </w:r>
      <w:r>
        <w:t>competency</w:t>
      </w:r>
      <w:r w:rsidR="003E736D">
        <w:t xml:space="preserve"> </w:t>
      </w:r>
      <w:r>
        <w:t>of</w:t>
      </w:r>
      <w:r w:rsidR="003E736D">
        <w:t xml:space="preserve"> </w:t>
      </w:r>
      <w:r>
        <w:t>all</w:t>
      </w:r>
      <w:r w:rsidR="003E736D">
        <w:t xml:space="preserve"> </w:t>
      </w:r>
      <w:r>
        <w:t>employees</w:t>
      </w:r>
      <w:r w:rsidR="003E736D">
        <w:t xml:space="preserve"> </w:t>
      </w:r>
      <w:r>
        <w:t>in</w:t>
      </w:r>
      <w:r w:rsidR="003E736D">
        <w:t xml:space="preserve"> </w:t>
      </w:r>
      <w:r>
        <w:t>the</w:t>
      </w:r>
      <w:r w:rsidR="003E736D">
        <w:t xml:space="preserve"> </w:t>
      </w:r>
      <w:r>
        <w:t>field</w:t>
      </w:r>
      <w:r w:rsidR="003E736D">
        <w:t xml:space="preserve"> </w:t>
      </w:r>
      <w:r>
        <w:t>of</w:t>
      </w:r>
      <w:r w:rsidR="003E736D">
        <w:t xml:space="preserve"> </w:t>
      </w:r>
      <w:r>
        <w:t>occupational</w:t>
      </w:r>
      <w:r w:rsidR="003E736D">
        <w:t xml:space="preserve"> </w:t>
      </w:r>
      <w:r>
        <w:t>safety</w:t>
      </w:r>
      <w:r w:rsidR="003E736D">
        <w:t xml:space="preserve"> </w:t>
      </w:r>
      <w:r>
        <w:t>and</w:t>
      </w:r>
      <w:r w:rsidR="003E736D">
        <w:t xml:space="preserve"> </w:t>
      </w:r>
      <w:r>
        <w:t>health.</w:t>
      </w:r>
    </w:p>
    <w:p w14:paraId="02DBD9CE" w14:textId="77777777" w:rsidR="00B253FB" w:rsidRDefault="00B253FB" w:rsidP="004D119B">
      <w:pPr>
        <w:pStyle w:val="Spec"/>
        <w:numPr>
          <w:ilvl w:val="2"/>
          <w:numId w:val="2"/>
        </w:numPr>
      </w:pPr>
      <w:r>
        <w:t>Instruct</w:t>
      </w:r>
      <w:r w:rsidR="003E736D">
        <w:t xml:space="preserve"> </w:t>
      </w:r>
      <w:r>
        <w:t>all</w:t>
      </w:r>
      <w:r w:rsidR="003E736D">
        <w:t xml:space="preserve"> </w:t>
      </w:r>
      <w:r>
        <w:t>employees</w:t>
      </w:r>
      <w:r w:rsidR="003E736D">
        <w:t xml:space="preserve"> </w:t>
      </w:r>
      <w:r>
        <w:t>of</w:t>
      </w:r>
      <w:r w:rsidR="003E736D">
        <w:t xml:space="preserve"> </w:t>
      </w:r>
      <w:r>
        <w:t>safe</w:t>
      </w:r>
      <w:r w:rsidR="003E736D">
        <w:t xml:space="preserve"> </w:t>
      </w:r>
      <w:r>
        <w:t>work</w:t>
      </w:r>
      <w:r w:rsidR="003E736D">
        <w:t xml:space="preserve"> </w:t>
      </w:r>
      <w:r>
        <w:t>methods</w:t>
      </w:r>
      <w:r w:rsidR="003E736D">
        <w:t xml:space="preserve"> </w:t>
      </w:r>
      <w:r>
        <w:t>and</w:t>
      </w:r>
      <w:r w:rsidR="003E736D">
        <w:t xml:space="preserve"> </w:t>
      </w:r>
      <w:r>
        <w:t>practices</w:t>
      </w:r>
      <w:r w:rsidR="003E736D">
        <w:t xml:space="preserve"> </w:t>
      </w:r>
      <w:r>
        <w:t>when</w:t>
      </w:r>
      <w:r w:rsidR="003E736D">
        <w:t xml:space="preserve"> </w:t>
      </w:r>
      <w:r>
        <w:t>assigning</w:t>
      </w:r>
      <w:r w:rsidR="003E736D">
        <w:t xml:space="preserve"> </w:t>
      </w:r>
      <w:r>
        <w:t>work.</w:t>
      </w:r>
    </w:p>
    <w:p w14:paraId="473F7420" w14:textId="77777777" w:rsidR="00B253FB" w:rsidRDefault="00B253FB" w:rsidP="004D119B">
      <w:pPr>
        <w:pStyle w:val="Spec"/>
        <w:numPr>
          <w:ilvl w:val="2"/>
          <w:numId w:val="2"/>
        </w:numPr>
      </w:pPr>
      <w:r w:rsidRPr="001C40A6">
        <w:t>Ensure</w:t>
      </w:r>
      <w:r w:rsidR="003E736D">
        <w:t xml:space="preserve"> </w:t>
      </w:r>
      <w:r w:rsidRPr="001C40A6">
        <w:t>that</w:t>
      </w:r>
      <w:r w:rsidR="003E736D">
        <w:t xml:space="preserve"> </w:t>
      </w:r>
      <w:r w:rsidRPr="001C40A6">
        <w:t>employees</w:t>
      </w:r>
      <w:r w:rsidR="003E736D">
        <w:t xml:space="preserve"> </w:t>
      </w:r>
      <w:r w:rsidRPr="001C40A6">
        <w:t>have</w:t>
      </w:r>
      <w:r w:rsidR="003E736D">
        <w:t xml:space="preserve"> </w:t>
      </w:r>
      <w:r w:rsidRPr="001C40A6">
        <w:t>and</w:t>
      </w:r>
      <w:r w:rsidR="003E736D">
        <w:t xml:space="preserve"> </w:t>
      </w:r>
      <w:r w:rsidRPr="001C40A6">
        <w:t>use</w:t>
      </w:r>
      <w:r w:rsidR="003E736D">
        <w:t xml:space="preserve"> </w:t>
      </w:r>
      <w:r w:rsidRPr="001C40A6">
        <w:t>the</w:t>
      </w:r>
      <w:r w:rsidR="003E736D">
        <w:t xml:space="preserve"> </w:t>
      </w:r>
      <w:r w:rsidRPr="001C40A6">
        <w:t>proper</w:t>
      </w:r>
      <w:r w:rsidR="003E736D">
        <w:t xml:space="preserve"> </w:t>
      </w:r>
      <w:r>
        <w:t>protective</w:t>
      </w:r>
      <w:r w:rsidR="003E736D">
        <w:t xml:space="preserve"> </w:t>
      </w:r>
      <w:r>
        <w:t>equipment</w:t>
      </w:r>
      <w:r w:rsidR="003E736D">
        <w:t xml:space="preserve"> </w:t>
      </w:r>
      <w:r>
        <w:t>and</w:t>
      </w:r>
      <w:r w:rsidR="003E736D">
        <w:t xml:space="preserve"> </w:t>
      </w:r>
      <w:r>
        <w:t>tools</w:t>
      </w:r>
      <w:r w:rsidR="003E736D">
        <w:t xml:space="preserve"> </w:t>
      </w:r>
      <w:r w:rsidRPr="001C40A6">
        <w:t>for</w:t>
      </w:r>
      <w:r w:rsidR="003E736D">
        <w:t xml:space="preserve"> </w:t>
      </w:r>
      <w:r w:rsidRPr="001C40A6">
        <w:t>the</w:t>
      </w:r>
      <w:r w:rsidR="003E736D">
        <w:t xml:space="preserve"> </w:t>
      </w:r>
      <w:r w:rsidRPr="001C40A6">
        <w:t>job.</w:t>
      </w:r>
    </w:p>
    <w:p w14:paraId="6856C39F" w14:textId="10364C61"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heavy</w:t>
      </w:r>
      <w:r w:rsidR="003E736D">
        <w:t xml:space="preserve"> </w:t>
      </w:r>
      <w:r>
        <w:t>equipment</w:t>
      </w:r>
      <w:r w:rsidR="003E736D">
        <w:t xml:space="preserve"> </w:t>
      </w:r>
      <w:r>
        <w:t>operators</w:t>
      </w:r>
      <w:r w:rsidR="003E736D">
        <w:t xml:space="preserve"> </w:t>
      </w:r>
      <w:r>
        <w:t>(i.e.</w:t>
      </w:r>
      <w:r w:rsidR="003E736D">
        <w:t xml:space="preserve"> </w:t>
      </w:r>
      <w:r>
        <w:t>cranes,</w:t>
      </w:r>
      <w:r w:rsidR="003E736D">
        <w:t xml:space="preserve"> </w:t>
      </w:r>
      <w:r>
        <w:t>loaders</w:t>
      </w:r>
      <w:r w:rsidR="003E736D">
        <w:t xml:space="preserve"> </w:t>
      </w:r>
      <w:r>
        <w:t>and</w:t>
      </w:r>
      <w:r w:rsidR="003E736D">
        <w:t xml:space="preserve"> </w:t>
      </w:r>
      <w:r>
        <w:t>forklifts)</w:t>
      </w:r>
      <w:r w:rsidR="003E736D">
        <w:t xml:space="preserve"> </w:t>
      </w:r>
      <w:r>
        <w:t>are</w:t>
      </w:r>
      <w:r w:rsidR="003E736D">
        <w:t xml:space="preserve"> </w:t>
      </w:r>
      <w:r>
        <w:t>properly</w:t>
      </w:r>
      <w:r w:rsidR="003E736D">
        <w:t xml:space="preserve"> </w:t>
      </w:r>
      <w:r>
        <w:t>qualified</w:t>
      </w:r>
      <w:r w:rsidR="003E736D">
        <w:t xml:space="preserve"> </w:t>
      </w:r>
      <w:r>
        <w:t>and</w:t>
      </w:r>
      <w:r w:rsidR="003E736D">
        <w:t xml:space="preserve"> </w:t>
      </w:r>
      <w:r>
        <w:t>trained</w:t>
      </w:r>
      <w:r w:rsidR="003E736D">
        <w:t xml:space="preserve"> </w:t>
      </w:r>
      <w:r>
        <w:t>on</w:t>
      </w:r>
      <w:r w:rsidR="003E736D">
        <w:t xml:space="preserve"> </w:t>
      </w:r>
      <w:r>
        <w:t>the</w:t>
      </w:r>
      <w:r w:rsidR="003E736D">
        <w:t xml:space="preserve"> </w:t>
      </w:r>
      <w:r>
        <w:t>specific</w:t>
      </w:r>
      <w:r w:rsidR="003E736D">
        <w:t xml:space="preserve"> </w:t>
      </w:r>
      <w:r>
        <w:t>piece</w:t>
      </w:r>
      <w:r w:rsidR="003E736D">
        <w:t xml:space="preserve"> </w:t>
      </w:r>
      <w:r>
        <w:t>of</w:t>
      </w:r>
      <w:r w:rsidR="003E736D">
        <w:t xml:space="preserve"> </w:t>
      </w:r>
      <w:r>
        <w:t>equipment</w:t>
      </w:r>
      <w:r w:rsidR="003E736D">
        <w:t xml:space="preserve"> </w:t>
      </w:r>
      <w:r>
        <w:t>in</w:t>
      </w:r>
      <w:r w:rsidR="003E736D">
        <w:t xml:space="preserve"> </w:t>
      </w:r>
      <w:r>
        <w:t>use.</w:t>
      </w:r>
    </w:p>
    <w:p w14:paraId="639B8CFE" w14:textId="77777777" w:rsidR="00B253FB" w:rsidRDefault="00B253FB" w:rsidP="004D119B">
      <w:pPr>
        <w:pStyle w:val="Spec"/>
        <w:numPr>
          <w:ilvl w:val="2"/>
          <w:numId w:val="2"/>
        </w:numPr>
      </w:pPr>
      <w:r>
        <w:t>Plan</w:t>
      </w:r>
      <w:r w:rsidR="003E736D">
        <w:t xml:space="preserve"> </w:t>
      </w:r>
      <w:r>
        <w:t>and</w:t>
      </w:r>
      <w:r w:rsidR="003E736D">
        <w:t xml:space="preserve"> </w:t>
      </w:r>
      <w:r>
        <w:t>execute</w:t>
      </w:r>
      <w:r w:rsidR="003E736D">
        <w:t xml:space="preserve"> </w:t>
      </w:r>
      <w:r>
        <w:t>all</w:t>
      </w:r>
      <w:r w:rsidR="003E736D">
        <w:t xml:space="preserve"> </w:t>
      </w:r>
      <w:r>
        <w:t>work</w:t>
      </w:r>
      <w:r w:rsidR="003E736D">
        <w:t xml:space="preserve"> </w:t>
      </w:r>
      <w:r>
        <w:t>to</w:t>
      </w:r>
      <w:r w:rsidR="003E736D">
        <w:t xml:space="preserve"> </w:t>
      </w:r>
      <w:r>
        <w:t>comply</w:t>
      </w:r>
      <w:r w:rsidR="003E736D">
        <w:t xml:space="preserve"> </w:t>
      </w:r>
      <w:r>
        <w:t>with</w:t>
      </w:r>
      <w:r w:rsidR="003E736D">
        <w:t xml:space="preserve"> </w:t>
      </w:r>
      <w:r>
        <w:t>the</w:t>
      </w:r>
      <w:r w:rsidR="003E736D">
        <w:t xml:space="preserve"> </w:t>
      </w:r>
      <w:r>
        <w:t>stated</w:t>
      </w:r>
      <w:r w:rsidR="003E736D">
        <w:t xml:space="preserve"> </w:t>
      </w:r>
      <w:r>
        <w:t>objectives</w:t>
      </w:r>
      <w:r w:rsidR="003E736D">
        <w:t xml:space="preserve"> </w:t>
      </w:r>
      <w:r>
        <w:t>and</w:t>
      </w:r>
      <w:r w:rsidR="003E736D">
        <w:t xml:space="preserve"> </w:t>
      </w:r>
      <w:r>
        <w:t>safety</w:t>
      </w:r>
      <w:r w:rsidR="003E736D">
        <w:t xml:space="preserve"> </w:t>
      </w:r>
      <w:r>
        <w:t>requirements</w:t>
      </w:r>
      <w:r w:rsidR="003E736D">
        <w:t xml:space="preserve"> </w:t>
      </w:r>
      <w:r>
        <w:t>contained</w:t>
      </w:r>
      <w:r w:rsidR="003E736D">
        <w:t xml:space="preserve"> </w:t>
      </w:r>
      <w:r>
        <w:t>in</w:t>
      </w:r>
      <w:r w:rsidR="003E736D">
        <w:t xml:space="preserve"> </w:t>
      </w:r>
      <w:r>
        <w:t>the</w:t>
      </w:r>
      <w:r w:rsidR="003E736D">
        <w:t xml:space="preserve"> </w:t>
      </w:r>
      <w:r>
        <w:t>contract</w:t>
      </w:r>
      <w:r w:rsidR="003E736D">
        <w:t xml:space="preserve"> </w:t>
      </w:r>
      <w:r>
        <w:t>provisions,</w:t>
      </w:r>
      <w:r w:rsidR="003E736D">
        <w:t xml:space="preserve"> </w:t>
      </w:r>
      <w:r>
        <w:t>Federal,</w:t>
      </w:r>
      <w:r w:rsidR="003E736D">
        <w:t xml:space="preserve"> </w:t>
      </w:r>
      <w:r>
        <w:t>State,</w:t>
      </w:r>
      <w:r w:rsidR="003E736D">
        <w:t xml:space="preserve"> </w:t>
      </w:r>
      <w:r>
        <w:t>local</w:t>
      </w:r>
      <w:r w:rsidR="003E736D">
        <w:t xml:space="preserve"> </w:t>
      </w:r>
      <w:r>
        <w:t>laws</w:t>
      </w:r>
      <w:r w:rsidR="003E736D">
        <w:t xml:space="preserve"> </w:t>
      </w:r>
      <w:r>
        <w:t>and</w:t>
      </w:r>
      <w:r w:rsidR="003E736D">
        <w:t xml:space="preserve"> </w:t>
      </w:r>
      <w:r>
        <w:t>regulations,</w:t>
      </w:r>
      <w:r w:rsidR="003E736D">
        <w:t xml:space="preserve"> </w:t>
      </w:r>
      <w:r>
        <w:t>and</w:t>
      </w:r>
      <w:r w:rsidR="003E736D">
        <w:t xml:space="preserve"> </w:t>
      </w:r>
      <w:r>
        <w:t>industry</w:t>
      </w:r>
      <w:r w:rsidR="003E736D">
        <w:t xml:space="preserve"> </w:t>
      </w:r>
      <w:r>
        <w:t>standards.</w:t>
      </w:r>
    </w:p>
    <w:p w14:paraId="617CCB22" w14:textId="77777777" w:rsidR="00B253FB" w:rsidRDefault="00B253FB" w:rsidP="004D119B">
      <w:pPr>
        <w:pStyle w:val="Spec"/>
        <w:numPr>
          <w:ilvl w:val="2"/>
          <w:numId w:val="2"/>
        </w:numPr>
      </w:pPr>
      <w:r>
        <w:t>Cooperate</w:t>
      </w:r>
      <w:r w:rsidR="003E736D">
        <w:t xml:space="preserve"> </w:t>
      </w:r>
      <w:r>
        <w:t>fully</w:t>
      </w:r>
      <w:r w:rsidR="003E736D">
        <w:t xml:space="preserve"> </w:t>
      </w:r>
      <w:r>
        <w:t>with</w:t>
      </w:r>
      <w:r w:rsidR="003E736D">
        <w:t xml:space="preserve"> </w:t>
      </w:r>
      <w:r>
        <w:t>the</w:t>
      </w:r>
      <w:r w:rsidR="003E736D">
        <w:t xml:space="preserve"> </w:t>
      </w:r>
      <w:r>
        <w:t>Port</w:t>
      </w:r>
      <w:r w:rsidR="003E736D">
        <w:t xml:space="preserve"> </w:t>
      </w:r>
      <w:r>
        <w:t>and</w:t>
      </w:r>
      <w:r w:rsidR="003E736D">
        <w:t xml:space="preserve"> </w:t>
      </w:r>
      <w:r>
        <w:t>its</w:t>
      </w:r>
      <w:r w:rsidR="003E736D">
        <w:t xml:space="preserve"> </w:t>
      </w:r>
      <w:r>
        <w:t>Consultants</w:t>
      </w:r>
      <w:r w:rsidR="003E736D">
        <w:t xml:space="preserve"> </w:t>
      </w:r>
      <w:r>
        <w:t>and</w:t>
      </w:r>
      <w:r w:rsidR="003E736D">
        <w:t xml:space="preserve"> </w:t>
      </w:r>
      <w:r>
        <w:t>insurers</w:t>
      </w:r>
      <w:r w:rsidR="003E736D">
        <w:t xml:space="preserve"> </w:t>
      </w:r>
      <w:r>
        <w:t>(if</w:t>
      </w:r>
      <w:r w:rsidR="003E736D">
        <w:t xml:space="preserve"> </w:t>
      </w:r>
      <w:r>
        <w:t>applicable)</w:t>
      </w:r>
      <w:r w:rsidR="003E736D">
        <w:t xml:space="preserve"> </w:t>
      </w:r>
      <w:r>
        <w:t>in</w:t>
      </w:r>
      <w:r w:rsidR="003E736D">
        <w:t xml:space="preserve"> </w:t>
      </w:r>
      <w:r>
        <w:t>connection</w:t>
      </w:r>
      <w:r w:rsidR="003E736D">
        <w:t xml:space="preserve"> </w:t>
      </w:r>
      <w:r>
        <w:t>with</w:t>
      </w:r>
      <w:r w:rsidR="003E736D">
        <w:t xml:space="preserve"> </w:t>
      </w:r>
      <w:r>
        <w:t>all</w:t>
      </w:r>
      <w:r w:rsidR="003E736D">
        <w:t xml:space="preserve"> </w:t>
      </w:r>
      <w:r>
        <w:t>matters</w:t>
      </w:r>
      <w:r w:rsidR="003E736D">
        <w:t xml:space="preserve"> </w:t>
      </w:r>
      <w:r>
        <w:t>pertaining</w:t>
      </w:r>
      <w:r w:rsidR="003E736D">
        <w:t xml:space="preserve"> </w:t>
      </w:r>
      <w:r>
        <w:t>to</w:t>
      </w:r>
      <w:r w:rsidR="003E736D">
        <w:t xml:space="preserve"> </w:t>
      </w:r>
      <w:r>
        <w:t>safety.</w:t>
      </w:r>
    </w:p>
    <w:p w14:paraId="0B89AF8C" w14:textId="77777777" w:rsidR="00B253FB" w:rsidRPr="001C40A6" w:rsidRDefault="00B253FB" w:rsidP="004D119B">
      <w:pPr>
        <w:pStyle w:val="Spec"/>
        <w:numPr>
          <w:ilvl w:val="2"/>
          <w:numId w:val="2"/>
        </w:numPr>
      </w:pPr>
      <w:r>
        <w:t>Maintain</w:t>
      </w:r>
      <w:r w:rsidR="003E736D">
        <w:t xml:space="preserve"> </w:t>
      </w:r>
      <w:r>
        <w:t>an</w:t>
      </w:r>
      <w:r w:rsidR="003E736D">
        <w:t xml:space="preserve"> </w:t>
      </w:r>
      <w:r>
        <w:t>orientation</w:t>
      </w:r>
      <w:r w:rsidR="003E736D">
        <w:t xml:space="preserve"> </w:t>
      </w:r>
      <w:r>
        <w:t>program</w:t>
      </w:r>
      <w:r w:rsidR="003E736D">
        <w:t xml:space="preserve"> </w:t>
      </w:r>
      <w:r>
        <w:t>for</w:t>
      </w:r>
      <w:r w:rsidR="003E736D">
        <w:t xml:space="preserve"> </w:t>
      </w:r>
      <w:r>
        <w:t>new</w:t>
      </w:r>
      <w:r w:rsidR="003E736D">
        <w:t xml:space="preserve"> </w:t>
      </w:r>
      <w:r>
        <w:t>employees</w:t>
      </w:r>
      <w:r w:rsidR="009A3227">
        <w:t>,</w:t>
      </w:r>
      <w:r w:rsidR="003E736D">
        <w:t xml:space="preserve"> </w:t>
      </w:r>
      <w:r w:rsidR="009A3227">
        <w:t xml:space="preserve">including subcontractor employees, </w:t>
      </w:r>
      <w:r>
        <w:t>that</w:t>
      </w:r>
      <w:r w:rsidR="003E736D">
        <w:t xml:space="preserve"> </w:t>
      </w:r>
      <w:r>
        <w:t>includes</w:t>
      </w:r>
      <w:r w:rsidR="003E736D">
        <w:t xml:space="preserve"> </w:t>
      </w:r>
      <w:r>
        <w:t>at</w:t>
      </w:r>
      <w:r w:rsidR="003E736D">
        <w:t xml:space="preserve"> </w:t>
      </w:r>
      <w:r>
        <w:t>a</w:t>
      </w:r>
      <w:r w:rsidR="003E736D">
        <w:t xml:space="preserve"> </w:t>
      </w:r>
      <w:r>
        <w:t>minimum,</w:t>
      </w:r>
      <w:r w:rsidR="003E736D">
        <w:t xml:space="preserve"> </w:t>
      </w:r>
      <w:r>
        <w:t>a</w:t>
      </w:r>
      <w:r w:rsidR="003E736D">
        <w:t xml:space="preserve"> </w:t>
      </w:r>
      <w:r>
        <w:t>review</w:t>
      </w:r>
      <w:r w:rsidR="003E736D">
        <w:t xml:space="preserve"> </w:t>
      </w:r>
      <w:r>
        <w:t>of:</w:t>
      </w:r>
    </w:p>
    <w:p w14:paraId="3C203951" w14:textId="77777777" w:rsidR="00B253FB" w:rsidRDefault="00B253FB" w:rsidP="004D119B">
      <w:pPr>
        <w:pStyle w:val="Spec"/>
        <w:numPr>
          <w:ilvl w:val="3"/>
          <w:numId w:val="2"/>
        </w:numPr>
      </w:pPr>
      <w:r>
        <w:t>Potential</w:t>
      </w:r>
      <w:r w:rsidR="003E736D">
        <w:t xml:space="preserve"> </w:t>
      </w:r>
      <w:r>
        <w:t>hazards</w:t>
      </w:r>
      <w:r w:rsidR="003E736D">
        <w:t xml:space="preserve"> </w:t>
      </w:r>
      <w:r>
        <w:t>in</w:t>
      </w:r>
      <w:r w:rsidR="003E736D">
        <w:t xml:space="preserve"> </w:t>
      </w:r>
      <w:r>
        <w:t>the</w:t>
      </w:r>
      <w:r w:rsidR="003E736D">
        <w:t xml:space="preserve"> </w:t>
      </w:r>
      <w:r>
        <w:t>work</w:t>
      </w:r>
      <w:r w:rsidR="003E736D">
        <w:t xml:space="preserve"> </w:t>
      </w:r>
      <w:r>
        <w:t>areas</w:t>
      </w:r>
    </w:p>
    <w:p w14:paraId="3B43BFC1" w14:textId="77777777" w:rsidR="00B253FB" w:rsidRDefault="00B253FB" w:rsidP="004D119B">
      <w:pPr>
        <w:pStyle w:val="Spec"/>
        <w:numPr>
          <w:ilvl w:val="3"/>
          <w:numId w:val="2"/>
        </w:numPr>
      </w:pPr>
      <w:r>
        <w:t>Required</w:t>
      </w:r>
      <w:r w:rsidR="003E736D">
        <w:t xml:space="preserve"> </w:t>
      </w:r>
      <w:r>
        <w:t>personal</w:t>
      </w:r>
      <w:r w:rsidR="003E736D">
        <w:t xml:space="preserve"> </w:t>
      </w:r>
      <w:r>
        <w:t>protective</w:t>
      </w:r>
      <w:r w:rsidR="003E736D">
        <w:t xml:space="preserve"> </w:t>
      </w:r>
      <w:r>
        <w:t>equipment</w:t>
      </w:r>
      <w:r w:rsidR="003E736D">
        <w:t xml:space="preserve"> </w:t>
      </w:r>
      <w:r>
        <w:t>and</w:t>
      </w:r>
      <w:r w:rsidR="003E736D">
        <w:t xml:space="preserve"> </w:t>
      </w:r>
      <w:r>
        <w:t>apparel</w:t>
      </w:r>
    </w:p>
    <w:p w14:paraId="31201519" w14:textId="77777777" w:rsidR="00B253FB" w:rsidRDefault="00B253FB" w:rsidP="004D119B">
      <w:pPr>
        <w:pStyle w:val="Spec"/>
        <w:numPr>
          <w:ilvl w:val="3"/>
          <w:numId w:val="2"/>
        </w:numPr>
      </w:pPr>
      <w:r>
        <w:t>The</w:t>
      </w:r>
      <w:r w:rsidR="003E736D">
        <w:t xml:space="preserve"> </w:t>
      </w:r>
      <w:r>
        <w:t>following</w:t>
      </w:r>
      <w:r w:rsidR="003E736D">
        <w:t xml:space="preserve"> </w:t>
      </w:r>
      <w:r>
        <w:t>prohibited</w:t>
      </w:r>
      <w:r w:rsidR="003E736D">
        <w:t xml:space="preserve"> </w:t>
      </w:r>
      <w:r>
        <w:t>conduct</w:t>
      </w:r>
      <w:r w:rsidR="003E736D">
        <w:t xml:space="preserve"> </w:t>
      </w:r>
      <w:r>
        <w:t>shall</w:t>
      </w:r>
      <w:r w:rsidR="003E736D">
        <w:t xml:space="preserve"> </w:t>
      </w:r>
      <w:r>
        <w:t>result</w:t>
      </w:r>
      <w:r w:rsidR="003E736D">
        <w:t xml:space="preserve"> </w:t>
      </w:r>
      <w:r>
        <w:t>in</w:t>
      </w:r>
      <w:r w:rsidR="003E736D">
        <w:t xml:space="preserve"> </w:t>
      </w:r>
      <w:r>
        <w:t>the</w:t>
      </w:r>
      <w:r w:rsidR="003E736D">
        <w:t xml:space="preserve"> </w:t>
      </w:r>
      <w:r>
        <w:t>immediate</w:t>
      </w:r>
      <w:r w:rsidR="003E736D">
        <w:t xml:space="preserve"> </w:t>
      </w:r>
      <w:r>
        <w:t>removal</w:t>
      </w:r>
      <w:r w:rsidR="003E736D">
        <w:t xml:space="preserve"> </w:t>
      </w:r>
      <w:r>
        <w:t>from</w:t>
      </w:r>
      <w:r w:rsidR="003E736D">
        <w:t xml:space="preserve"> </w:t>
      </w:r>
      <w:r>
        <w:t>the</w:t>
      </w:r>
      <w:r w:rsidR="003E736D">
        <w:t xml:space="preserve"> </w:t>
      </w:r>
      <w:r>
        <w:t>project:</w:t>
      </w:r>
      <w:r w:rsidR="003E736D">
        <w:t xml:space="preserve"> </w:t>
      </w:r>
      <w:r>
        <w:t>gambling,</w:t>
      </w:r>
      <w:r w:rsidR="003E736D">
        <w:t xml:space="preserve"> </w:t>
      </w:r>
      <w:r>
        <w:t>fighting</w:t>
      </w:r>
      <w:r w:rsidR="003E736D">
        <w:t xml:space="preserve"> </w:t>
      </w:r>
      <w:r>
        <w:t>or</w:t>
      </w:r>
      <w:r w:rsidR="003E736D">
        <w:t xml:space="preserve"> </w:t>
      </w:r>
      <w:r>
        <w:t>horseplay,</w:t>
      </w:r>
      <w:r w:rsidR="003E736D">
        <w:t xml:space="preserve"> </w:t>
      </w:r>
      <w:r>
        <w:t>possession</w:t>
      </w:r>
      <w:r w:rsidR="003E736D">
        <w:t xml:space="preserve"> </w:t>
      </w:r>
      <w:r>
        <w:t>of</w:t>
      </w:r>
      <w:r w:rsidR="003E736D">
        <w:t xml:space="preserve"> </w:t>
      </w:r>
      <w:r>
        <w:t>firearms,</w:t>
      </w:r>
      <w:r w:rsidR="003E736D">
        <w:t xml:space="preserve"> </w:t>
      </w:r>
      <w:r>
        <w:t>alcohol</w:t>
      </w:r>
      <w:r w:rsidR="003E736D">
        <w:t xml:space="preserve"> </w:t>
      </w:r>
      <w:r>
        <w:t>or</w:t>
      </w:r>
      <w:r w:rsidR="003E736D">
        <w:t xml:space="preserve"> </w:t>
      </w:r>
      <w:r>
        <w:t>illegal</w:t>
      </w:r>
      <w:r w:rsidR="003E736D">
        <w:t xml:space="preserve"> </w:t>
      </w:r>
      <w:r>
        <w:t>use,</w:t>
      </w:r>
      <w:r w:rsidR="003E736D">
        <w:t xml:space="preserve"> </w:t>
      </w:r>
      <w:r>
        <w:t>possession</w:t>
      </w:r>
      <w:r w:rsidR="003E736D">
        <w:t xml:space="preserve"> </w:t>
      </w:r>
      <w:r>
        <w:t>or</w:t>
      </w:r>
      <w:r w:rsidR="003E736D">
        <w:t xml:space="preserve"> </w:t>
      </w:r>
      <w:r>
        <w:t>sale</w:t>
      </w:r>
      <w:r w:rsidR="003E736D">
        <w:t xml:space="preserve"> </w:t>
      </w:r>
      <w:r>
        <w:t>of</w:t>
      </w:r>
      <w:r w:rsidR="003E736D">
        <w:t xml:space="preserve"> </w:t>
      </w:r>
      <w:r>
        <w:t>a</w:t>
      </w:r>
      <w:r w:rsidR="003E736D">
        <w:t xml:space="preserve"> </w:t>
      </w:r>
      <w:r>
        <w:t>controlled</w:t>
      </w:r>
      <w:r w:rsidR="003E736D">
        <w:t xml:space="preserve"> </w:t>
      </w:r>
      <w:r>
        <w:t>substance</w:t>
      </w:r>
      <w:r w:rsidR="003E736D">
        <w:t xml:space="preserve"> </w:t>
      </w:r>
      <w:r>
        <w:t>or</w:t>
      </w:r>
      <w:r w:rsidR="003E736D">
        <w:t xml:space="preserve"> </w:t>
      </w:r>
      <w:r>
        <w:t>being</w:t>
      </w:r>
      <w:r w:rsidR="003E736D">
        <w:t xml:space="preserve"> </w:t>
      </w:r>
      <w:r>
        <w:t>under</w:t>
      </w:r>
      <w:r w:rsidR="003E736D">
        <w:t xml:space="preserve"> </w:t>
      </w:r>
      <w:r>
        <w:t>their</w:t>
      </w:r>
      <w:r w:rsidR="003E736D">
        <w:t xml:space="preserve"> </w:t>
      </w:r>
      <w:r>
        <w:t>influence.</w:t>
      </w:r>
    </w:p>
    <w:p w14:paraId="36D62C96" w14:textId="2EACD043" w:rsidR="00B253FB" w:rsidRDefault="00B253FB" w:rsidP="004D119B">
      <w:pPr>
        <w:pStyle w:val="Spec"/>
        <w:numPr>
          <w:ilvl w:val="3"/>
          <w:numId w:val="2"/>
        </w:numPr>
      </w:pPr>
      <w:r>
        <w:t>Emergency</w:t>
      </w:r>
      <w:r w:rsidR="003E736D">
        <w:t xml:space="preserve"> </w:t>
      </w:r>
      <w:r>
        <w:t>procedures</w:t>
      </w:r>
    </w:p>
    <w:p w14:paraId="36BE73BB" w14:textId="2D8AD0B1" w:rsidR="003C0F8F" w:rsidRDefault="003C0F8F" w:rsidP="004D119B">
      <w:pPr>
        <w:pStyle w:val="Spec"/>
        <w:numPr>
          <w:ilvl w:val="3"/>
          <w:numId w:val="2"/>
        </w:numPr>
      </w:pPr>
      <w:r>
        <w:lastRenderedPageBreak/>
        <w:t>Hot Work procedures</w:t>
      </w:r>
    </w:p>
    <w:p w14:paraId="51793B6D" w14:textId="66433846" w:rsidR="005C7516" w:rsidRDefault="00B253FB" w:rsidP="004D119B">
      <w:pPr>
        <w:pStyle w:val="Spec"/>
        <w:numPr>
          <w:ilvl w:val="2"/>
          <w:numId w:val="2"/>
        </w:numPr>
      </w:pPr>
      <w:r>
        <w:t>Perform</w:t>
      </w:r>
      <w:r w:rsidR="003E736D">
        <w:t xml:space="preserve"> </w:t>
      </w:r>
      <w:r w:rsidR="005C7516">
        <w:t xml:space="preserve">documented </w:t>
      </w:r>
      <w:r>
        <w:t>daily</w:t>
      </w:r>
      <w:r w:rsidR="003E736D">
        <w:t xml:space="preserve"> </w:t>
      </w:r>
      <w:r>
        <w:t>inspections</w:t>
      </w:r>
      <w:r w:rsidR="003E736D">
        <w:t xml:space="preserve"> </w:t>
      </w:r>
      <w:r>
        <w:t>of</w:t>
      </w:r>
      <w:r w:rsidR="003E736D">
        <w:t xml:space="preserve"> </w:t>
      </w:r>
      <w:r>
        <w:t>the</w:t>
      </w:r>
      <w:r w:rsidR="003E736D">
        <w:t xml:space="preserve"> </w:t>
      </w:r>
      <w:r>
        <w:t>project</w:t>
      </w:r>
      <w:r w:rsidR="00553959">
        <w:t xml:space="preserve"> </w:t>
      </w:r>
      <w:r w:rsidR="00C608A3">
        <w:t xml:space="preserve">and provide </w:t>
      </w:r>
      <w:r w:rsidR="005C7516">
        <w:t>in</w:t>
      </w:r>
      <w:r w:rsidR="00553959">
        <w:t xml:space="preserve"> the Contractor Daily Report</w:t>
      </w:r>
      <w:r w:rsidR="00E1554A">
        <w:t xml:space="preserve"> to the </w:t>
      </w:r>
      <w:r w:rsidR="000C68FB">
        <w:t xml:space="preserve">Port </w:t>
      </w:r>
      <w:r w:rsidR="00422D65">
        <w:t>Inspector</w:t>
      </w:r>
      <w:r w:rsidR="000C68FB">
        <w:t xml:space="preserve"> and Port </w:t>
      </w:r>
      <w:r w:rsidR="00D009E2">
        <w:t>P</w:t>
      </w:r>
      <w:r w:rsidR="000C68FB">
        <w:t xml:space="preserve">roject </w:t>
      </w:r>
      <w:r w:rsidR="00D009E2">
        <w:t>M</w:t>
      </w:r>
      <w:r w:rsidR="000C68FB">
        <w:t>anager</w:t>
      </w:r>
      <w:r w:rsidR="005C7516">
        <w:t>.  R</w:t>
      </w:r>
      <w:r>
        <w:t>eview</w:t>
      </w:r>
      <w:r w:rsidR="003E736D">
        <w:t xml:space="preserve"> </w:t>
      </w:r>
      <w:r>
        <w:t>and</w:t>
      </w:r>
      <w:r w:rsidR="003E736D">
        <w:t xml:space="preserve"> </w:t>
      </w:r>
      <w:r>
        <w:t>direct</w:t>
      </w:r>
      <w:r w:rsidR="003E736D">
        <w:t xml:space="preserve"> </w:t>
      </w:r>
      <w:r>
        <w:t>immediate</w:t>
      </w:r>
      <w:r w:rsidR="003E736D">
        <w:t xml:space="preserve"> </w:t>
      </w:r>
      <w:r>
        <w:t>action</w:t>
      </w:r>
      <w:r w:rsidR="003E736D">
        <w:t xml:space="preserve"> </w:t>
      </w:r>
      <w:r>
        <w:t>to</w:t>
      </w:r>
      <w:r w:rsidR="003E736D">
        <w:t xml:space="preserve"> </w:t>
      </w:r>
      <w:r>
        <w:t>correct</w:t>
      </w:r>
      <w:r w:rsidR="003E736D">
        <w:t xml:space="preserve"> </w:t>
      </w:r>
      <w:r>
        <w:t>any</w:t>
      </w:r>
      <w:r w:rsidR="003E736D">
        <w:t xml:space="preserve"> </w:t>
      </w:r>
      <w:r>
        <w:t>substandard</w:t>
      </w:r>
      <w:r w:rsidR="003E736D">
        <w:t xml:space="preserve"> </w:t>
      </w:r>
      <w:r>
        <w:t>safety</w:t>
      </w:r>
      <w:r w:rsidR="003E736D">
        <w:t xml:space="preserve"> </w:t>
      </w:r>
      <w:r>
        <w:t>conditions</w:t>
      </w:r>
      <w:r w:rsidR="003E736D">
        <w:t xml:space="preserve"> </w:t>
      </w:r>
      <w:r>
        <w:t>or</w:t>
      </w:r>
      <w:r w:rsidR="003E736D">
        <w:t xml:space="preserve"> </w:t>
      </w:r>
      <w:r>
        <w:t>practices,</w:t>
      </w:r>
      <w:r w:rsidR="003E736D">
        <w:t xml:space="preserve"> </w:t>
      </w:r>
      <w:r>
        <w:t>including</w:t>
      </w:r>
      <w:r w:rsidR="003E736D">
        <w:t xml:space="preserve"> </w:t>
      </w:r>
      <w:r>
        <w:t>those</w:t>
      </w:r>
      <w:r w:rsidR="003E736D">
        <w:t xml:space="preserve"> </w:t>
      </w:r>
      <w:r>
        <w:t>of</w:t>
      </w:r>
      <w:r w:rsidR="003E736D">
        <w:t xml:space="preserve"> </w:t>
      </w:r>
      <w:r>
        <w:t>any</w:t>
      </w:r>
      <w:r w:rsidR="003E736D">
        <w:t xml:space="preserve"> </w:t>
      </w:r>
      <w:r>
        <w:t>Subcontractor,</w:t>
      </w:r>
      <w:r w:rsidR="003E736D">
        <w:t xml:space="preserve"> </w:t>
      </w:r>
      <w:r>
        <w:t>regardless</w:t>
      </w:r>
      <w:r w:rsidR="003E736D">
        <w:t xml:space="preserve"> </w:t>
      </w:r>
      <w:r>
        <w:t>of</w:t>
      </w:r>
      <w:r w:rsidR="003E736D">
        <w:t xml:space="preserve"> </w:t>
      </w:r>
      <w:r>
        <w:t>classification.</w:t>
      </w:r>
    </w:p>
    <w:p w14:paraId="32E9A2A2" w14:textId="2110E007" w:rsidR="00B253FB" w:rsidRDefault="00B253FB" w:rsidP="004D119B">
      <w:pPr>
        <w:pStyle w:val="Spec"/>
        <w:numPr>
          <w:ilvl w:val="2"/>
          <w:numId w:val="2"/>
        </w:numPr>
      </w:pPr>
      <w:r>
        <w:t>Hold</w:t>
      </w:r>
      <w:r w:rsidR="003E736D">
        <w:t xml:space="preserve"> </w:t>
      </w:r>
      <w:r>
        <w:t>a</w:t>
      </w:r>
      <w:r w:rsidR="003E736D">
        <w:t xml:space="preserve"> </w:t>
      </w:r>
      <w:r>
        <w:t>minimum</w:t>
      </w:r>
      <w:r w:rsidR="003E736D">
        <w:t xml:space="preserve"> </w:t>
      </w:r>
      <w:r>
        <w:t>of</w:t>
      </w:r>
      <w:r w:rsidR="003E736D">
        <w:t xml:space="preserve"> </w:t>
      </w:r>
      <w:r>
        <w:t>one</w:t>
      </w:r>
      <w:r w:rsidR="003E736D">
        <w:t xml:space="preserve"> </w:t>
      </w:r>
      <w:r>
        <w:t>weekly</w:t>
      </w:r>
      <w:r w:rsidR="003E736D">
        <w:t xml:space="preserve"> </w:t>
      </w:r>
      <w:r>
        <w:t>scheduled</w:t>
      </w:r>
      <w:r w:rsidR="003E736D">
        <w:t xml:space="preserve"> </w:t>
      </w:r>
      <w:r>
        <w:t>safety</w:t>
      </w:r>
      <w:r w:rsidR="003E736D">
        <w:t xml:space="preserve"> </w:t>
      </w:r>
      <w:r>
        <w:t>meeting</w:t>
      </w:r>
      <w:r w:rsidR="003E736D">
        <w:t xml:space="preserve"> </w:t>
      </w:r>
      <w:r>
        <w:t>with</w:t>
      </w:r>
      <w:r w:rsidR="003E736D">
        <w:t xml:space="preserve"> </w:t>
      </w:r>
      <w:r>
        <w:t>its</w:t>
      </w:r>
      <w:r w:rsidR="003E736D">
        <w:t xml:space="preserve"> </w:t>
      </w:r>
      <w:r>
        <w:t>employees.</w:t>
      </w:r>
      <w:r w:rsidR="003E736D">
        <w:t xml:space="preserve"> </w:t>
      </w:r>
      <w:r>
        <w:t>Such</w:t>
      </w:r>
      <w:r w:rsidR="003E736D">
        <w:t xml:space="preserve"> </w:t>
      </w:r>
      <w:r>
        <w:t>meetings</w:t>
      </w:r>
      <w:r w:rsidR="003E736D">
        <w:t xml:space="preserve"> </w:t>
      </w:r>
      <w:r>
        <w:t>shall</w:t>
      </w:r>
      <w:r w:rsidR="003E736D">
        <w:t xml:space="preserve"> </w:t>
      </w:r>
      <w:r>
        <w:t>include</w:t>
      </w:r>
      <w:r w:rsidR="003E736D">
        <w:t xml:space="preserve"> </w:t>
      </w:r>
      <w:r>
        <w:t>a</w:t>
      </w:r>
      <w:r w:rsidR="003E736D">
        <w:t xml:space="preserve"> </w:t>
      </w:r>
      <w:r>
        <w:t>discussion</w:t>
      </w:r>
      <w:r w:rsidR="003E736D">
        <w:t xml:space="preserve"> </w:t>
      </w:r>
      <w:r>
        <w:t>of</w:t>
      </w:r>
      <w:r w:rsidR="003E736D">
        <w:t xml:space="preserve"> </w:t>
      </w:r>
      <w:r>
        <w:t>all</w:t>
      </w:r>
      <w:r w:rsidR="003E736D">
        <w:t xml:space="preserve"> </w:t>
      </w:r>
      <w:r>
        <w:t>observed</w:t>
      </w:r>
      <w:r w:rsidR="003E736D">
        <w:t xml:space="preserve"> </w:t>
      </w:r>
      <w:r>
        <w:t>unsafe</w:t>
      </w:r>
      <w:r w:rsidR="003E736D">
        <w:t xml:space="preserve"> </w:t>
      </w:r>
      <w:r>
        <w:t>work</w:t>
      </w:r>
      <w:r w:rsidR="003E736D">
        <w:t xml:space="preserve"> </w:t>
      </w:r>
      <w:r>
        <w:t>practices</w:t>
      </w:r>
      <w:r w:rsidR="003E736D">
        <w:t xml:space="preserve"> </w:t>
      </w:r>
      <w:r>
        <w:t>or</w:t>
      </w:r>
      <w:r w:rsidR="003E736D">
        <w:t xml:space="preserve"> </w:t>
      </w:r>
      <w:r>
        <w:t>conditions,</w:t>
      </w:r>
      <w:r w:rsidR="003E736D">
        <w:t xml:space="preserve"> </w:t>
      </w:r>
      <w:r>
        <w:t>a</w:t>
      </w:r>
      <w:r w:rsidR="003E736D">
        <w:t xml:space="preserve"> </w:t>
      </w:r>
      <w:r>
        <w:t>review</w:t>
      </w:r>
      <w:r w:rsidR="003E736D">
        <w:t xml:space="preserve"> </w:t>
      </w:r>
      <w:r>
        <w:t>of</w:t>
      </w:r>
      <w:r w:rsidR="003E736D">
        <w:t xml:space="preserve"> </w:t>
      </w:r>
      <w:r>
        <w:t>the</w:t>
      </w:r>
      <w:r w:rsidR="003E736D">
        <w:t xml:space="preserve"> </w:t>
      </w:r>
      <w:r>
        <w:t>accident</w:t>
      </w:r>
      <w:r w:rsidR="003E736D">
        <w:t xml:space="preserve"> </w:t>
      </w:r>
      <w:r>
        <w:t>experience</w:t>
      </w:r>
      <w:r w:rsidR="003E736D">
        <w:t xml:space="preserve"> </w:t>
      </w:r>
      <w:r>
        <w:t>and</w:t>
      </w:r>
      <w:r w:rsidR="003E736D">
        <w:t xml:space="preserve"> </w:t>
      </w:r>
      <w:r>
        <w:t>all</w:t>
      </w:r>
      <w:r w:rsidR="003E736D">
        <w:t xml:space="preserve"> </w:t>
      </w:r>
      <w:r>
        <w:t>corrective</w:t>
      </w:r>
      <w:r w:rsidR="003E736D">
        <w:t xml:space="preserve"> </w:t>
      </w:r>
      <w:r>
        <w:t>actions.</w:t>
      </w:r>
      <w:r w:rsidR="003E736D">
        <w:t xml:space="preserve"> </w:t>
      </w:r>
      <w:r>
        <w:t>The</w:t>
      </w:r>
      <w:r w:rsidR="003E736D">
        <w:t xml:space="preserve"> </w:t>
      </w:r>
      <w:r>
        <w:t>Contractor</w:t>
      </w:r>
      <w:r w:rsidR="003E736D">
        <w:t xml:space="preserve"> </w:t>
      </w:r>
      <w:r>
        <w:t>shall</w:t>
      </w:r>
      <w:r w:rsidR="003E736D">
        <w:t xml:space="preserve"> </w:t>
      </w:r>
      <w:r>
        <w:t>encourage</w:t>
      </w:r>
      <w:r w:rsidR="003E736D">
        <w:t xml:space="preserve"> </w:t>
      </w:r>
      <w:r>
        <w:t>safety</w:t>
      </w:r>
      <w:r w:rsidR="003E736D">
        <w:t xml:space="preserve"> </w:t>
      </w:r>
      <w:r>
        <w:t>suggestions</w:t>
      </w:r>
      <w:r w:rsidR="003E736D">
        <w:t xml:space="preserve"> </w:t>
      </w:r>
      <w:r>
        <w:t>from</w:t>
      </w:r>
      <w:r w:rsidR="003E736D">
        <w:t xml:space="preserve"> </w:t>
      </w:r>
      <w:r>
        <w:t>employees.</w:t>
      </w:r>
    </w:p>
    <w:p w14:paraId="4810F91E" w14:textId="333CAEBC" w:rsidR="000F3B30" w:rsidRDefault="000F3B30" w:rsidP="004D119B">
      <w:pPr>
        <w:pStyle w:val="Spec"/>
        <w:numPr>
          <w:ilvl w:val="2"/>
          <w:numId w:val="2"/>
        </w:numPr>
      </w:pPr>
      <w:r>
        <w:t xml:space="preserve">Hold a minimum of one monthly all-hands safety meeting with its employees, and subcontractor employees </w:t>
      </w:r>
      <w:r w:rsidR="00C86B8F">
        <w:t>–</w:t>
      </w:r>
      <w:r>
        <w:t xml:space="preserve"> subcontractors at any tier.  An agenda shall be prepared and distributed for this meeting.  The meeting shall include a safety update, and pertinent safety information for upcoming work.  The Contractor shall encourage input and involvement from the subcontractors.</w:t>
      </w:r>
    </w:p>
    <w:p w14:paraId="4E31CCB0" w14:textId="77777777" w:rsidR="00B253FB" w:rsidRDefault="00B253FB" w:rsidP="004D119B">
      <w:pPr>
        <w:pStyle w:val="Spec"/>
        <w:numPr>
          <w:ilvl w:val="2"/>
          <w:numId w:val="2"/>
        </w:numPr>
      </w:pPr>
      <w:r>
        <w:t>Ensure</w:t>
      </w:r>
      <w:r w:rsidR="003E736D">
        <w:t xml:space="preserve"> </w:t>
      </w:r>
      <w:r>
        <w:t>prompt</w:t>
      </w:r>
      <w:r w:rsidR="003E736D">
        <w:t xml:space="preserve"> </w:t>
      </w:r>
      <w:r>
        <w:t>medical</w:t>
      </w:r>
      <w:r w:rsidR="003E736D">
        <w:t xml:space="preserve"> </w:t>
      </w:r>
      <w:r>
        <w:t>treatment</w:t>
      </w:r>
      <w:r w:rsidR="003E736D">
        <w:t xml:space="preserve"> is administered to any injured </w:t>
      </w:r>
      <w:r>
        <w:t>employee.</w:t>
      </w:r>
    </w:p>
    <w:p w14:paraId="67865F24" w14:textId="77777777" w:rsidR="00B253FB" w:rsidRDefault="00B253FB" w:rsidP="004D119B">
      <w:pPr>
        <w:pStyle w:val="Spec"/>
        <w:numPr>
          <w:ilvl w:val="2"/>
          <w:numId w:val="2"/>
        </w:numPr>
      </w:pPr>
      <w:r>
        <w:t>Undertake</w:t>
      </w:r>
      <w:r w:rsidR="003E736D">
        <w:t xml:space="preserve"> </w:t>
      </w:r>
      <w:r>
        <w:t>a</w:t>
      </w:r>
      <w:r w:rsidR="003E736D">
        <w:t xml:space="preserve"> </w:t>
      </w:r>
      <w:r>
        <w:t>complete</w:t>
      </w:r>
      <w:r w:rsidR="003E736D">
        <w:t xml:space="preserve"> </w:t>
      </w:r>
      <w:r>
        <w:t>investigation</w:t>
      </w:r>
      <w:r w:rsidR="003E736D">
        <w:t xml:space="preserve"> </w:t>
      </w:r>
      <w:r>
        <w:t>of</w:t>
      </w:r>
      <w:r w:rsidR="003E736D">
        <w:t xml:space="preserve"> </w:t>
      </w:r>
      <w:r>
        <w:t>all</w:t>
      </w:r>
      <w:r w:rsidR="003E736D">
        <w:t xml:space="preserve"> </w:t>
      </w:r>
      <w:r>
        <w:t>accidents</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prevent</w:t>
      </w:r>
      <w:r w:rsidR="003E736D">
        <w:t xml:space="preserve"> </w:t>
      </w:r>
      <w:r>
        <w:t>a</w:t>
      </w:r>
      <w:r w:rsidR="003E736D">
        <w:t xml:space="preserve"> </w:t>
      </w:r>
      <w:r>
        <w:t>recurrence.</w:t>
      </w:r>
    </w:p>
    <w:p w14:paraId="28FCD4CD" w14:textId="5C94D19D" w:rsidR="00B253FB" w:rsidRDefault="00B253FB" w:rsidP="001C5CF1">
      <w:pPr>
        <w:pStyle w:val="Spec"/>
        <w:numPr>
          <w:ilvl w:val="2"/>
          <w:numId w:val="2"/>
        </w:numPr>
      </w:pPr>
      <w:r>
        <w:t>Prepare</w:t>
      </w:r>
      <w:r w:rsidR="003E736D">
        <w:t xml:space="preserve"> </w:t>
      </w:r>
      <w:r>
        <w:t>and</w:t>
      </w:r>
      <w:r w:rsidR="003E736D">
        <w:t xml:space="preserve"> </w:t>
      </w:r>
      <w:r>
        <w:t>implement</w:t>
      </w:r>
      <w:r w:rsidR="003E736D">
        <w:t xml:space="preserve"> </w:t>
      </w:r>
      <w:r>
        <w:t>a</w:t>
      </w:r>
      <w:r w:rsidR="003E736D">
        <w:t xml:space="preserve"> </w:t>
      </w:r>
      <w:r>
        <w:t>site</w:t>
      </w:r>
      <w:r w:rsidR="003E736D">
        <w:t xml:space="preserve"> </w:t>
      </w:r>
      <w:r>
        <w:t>safety</w:t>
      </w:r>
      <w:r w:rsidR="003E736D">
        <w:t xml:space="preserve"> </w:t>
      </w:r>
      <w:r>
        <w:t>plan</w:t>
      </w:r>
      <w:r w:rsidR="003E736D">
        <w:t xml:space="preserve"> </w:t>
      </w:r>
      <w:r>
        <w:t>as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5</w:t>
      </w:r>
      <w:r>
        <w:t>.</w:t>
      </w:r>
      <w:r w:rsidR="003E736D">
        <w:t xml:space="preserve"> </w:t>
      </w:r>
      <w:r>
        <w:t>A</w:t>
      </w:r>
      <w:r w:rsidR="003E736D">
        <w:t xml:space="preserve"> </w:t>
      </w:r>
      <w:r>
        <w:t>hereof.</w:t>
      </w:r>
    </w:p>
    <w:p w14:paraId="067C8575" w14:textId="77777777" w:rsidR="00B253FB" w:rsidRDefault="00B253FB" w:rsidP="004D119B">
      <w:pPr>
        <w:pStyle w:val="Spec"/>
        <w:numPr>
          <w:ilvl w:val="2"/>
          <w:numId w:val="2"/>
        </w:numPr>
      </w:pPr>
      <w:r>
        <w:t>Comply</w:t>
      </w:r>
      <w:r w:rsidR="003E736D">
        <w:t xml:space="preserve"> </w:t>
      </w:r>
      <w:r>
        <w:t>with</w:t>
      </w:r>
      <w:r w:rsidR="003E736D">
        <w:t xml:space="preserve"> </w:t>
      </w:r>
      <w:r>
        <w:t>the</w:t>
      </w:r>
      <w:r w:rsidR="003E736D">
        <w:t xml:space="preserve"> </w:t>
      </w:r>
      <w:r>
        <w:t>Administrative</w:t>
      </w:r>
      <w:r w:rsidR="003E736D">
        <w:t xml:space="preserve"> </w:t>
      </w:r>
      <w:r>
        <w:t>Procedures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8</w:t>
      </w:r>
      <w:r w:rsidR="003E736D">
        <w:t xml:space="preserve"> </w:t>
      </w:r>
      <w:r>
        <w:t>hereof.</w:t>
      </w:r>
    </w:p>
    <w:p w14:paraId="721889D4" w14:textId="5F84B11C" w:rsidR="00B253FB" w:rsidRDefault="00B253FB" w:rsidP="004D119B">
      <w:pPr>
        <w:pStyle w:val="Spec"/>
        <w:numPr>
          <w:ilvl w:val="2"/>
          <w:numId w:val="2"/>
        </w:numPr>
      </w:pPr>
      <w:r>
        <w:t>Provide</w:t>
      </w:r>
      <w:r w:rsidR="003E736D">
        <w:t xml:space="preserve"> </w:t>
      </w:r>
      <w:r>
        <w:t>the</w:t>
      </w:r>
      <w:r w:rsidR="003E736D" w:rsidRPr="00706280">
        <w:t xml:space="preserve"> </w:t>
      </w:r>
      <w:r w:rsidR="00811C16">
        <w:t>PC</w:t>
      </w:r>
      <w:r w:rsidR="00CF4136">
        <w:t>P</w:t>
      </w:r>
      <w:r w:rsidR="00811C16">
        <w:t xml:space="preserve">R </w:t>
      </w:r>
      <w:r>
        <w:t>and</w:t>
      </w:r>
      <w:r w:rsidR="003E736D">
        <w:t xml:space="preserve"> </w:t>
      </w:r>
      <w:r w:rsidR="00FE4885">
        <w:t>Manager</w:t>
      </w:r>
      <w:r w:rsidR="000F3B30">
        <w:t xml:space="preserve"> of</w:t>
      </w:r>
      <w:r w:rsidR="00FE4885">
        <w:t xml:space="preserve"> Construction Safety Services</w:t>
      </w:r>
      <w:r w:rsidR="003E736D">
        <w:t xml:space="preserve"> </w:t>
      </w:r>
      <w:r>
        <w:t>with</w:t>
      </w:r>
      <w:r w:rsidR="003E736D">
        <w:t xml:space="preserve"> </w:t>
      </w:r>
      <w:r>
        <w:t>copies</w:t>
      </w:r>
      <w:r w:rsidR="003E736D">
        <w:t xml:space="preserve"> </w:t>
      </w:r>
      <w:r>
        <w:t>of</w:t>
      </w:r>
      <w:r w:rsidR="003E736D">
        <w:t xml:space="preserve"> </w:t>
      </w:r>
      <w:r>
        <w:t>all</w:t>
      </w:r>
      <w:r w:rsidR="003E736D">
        <w:t xml:space="preserve"> </w:t>
      </w:r>
      <w:r w:rsidR="00E060F7">
        <w:t>DOSH</w:t>
      </w:r>
      <w:r w:rsidR="003E736D">
        <w:t xml:space="preserve"> </w:t>
      </w:r>
      <w:r>
        <w:t>citations</w:t>
      </w:r>
      <w:r w:rsidR="003E736D">
        <w:t xml:space="preserve"> </w:t>
      </w:r>
      <w:r>
        <w:t>immediately</w:t>
      </w:r>
      <w:r w:rsidR="003E736D">
        <w:t xml:space="preserve"> </w:t>
      </w:r>
      <w:r>
        <w:t>upon</w:t>
      </w:r>
      <w:r w:rsidR="003E736D">
        <w:t xml:space="preserve"> </w:t>
      </w:r>
      <w:r>
        <w:t>receipt.</w:t>
      </w:r>
    </w:p>
    <w:p w14:paraId="326C904A" w14:textId="77777777" w:rsidR="00706280"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of</w:t>
      </w:r>
      <w:r w:rsidR="003E736D">
        <w:t xml:space="preserve"> </w:t>
      </w:r>
      <w:r>
        <w:t>its</w:t>
      </w:r>
      <w:r w:rsidR="003E736D">
        <w:t xml:space="preserve"> </w:t>
      </w:r>
      <w:r>
        <w:t>subcontractors,</w:t>
      </w:r>
      <w:r w:rsidR="003E736D">
        <w:t xml:space="preserve"> </w:t>
      </w:r>
      <w:r>
        <w:t>suppliers,</w:t>
      </w:r>
      <w:r w:rsidR="003E736D">
        <w:t xml:space="preserve"> </w:t>
      </w:r>
      <w:r>
        <w:t>etc.,</w:t>
      </w:r>
      <w:r w:rsidR="003E736D">
        <w:t xml:space="preserve"> </w:t>
      </w:r>
      <w:r>
        <w:t>are</w:t>
      </w:r>
      <w:r w:rsidR="003E736D">
        <w:t xml:space="preserve"> </w:t>
      </w:r>
      <w:r>
        <w:t>provided</w:t>
      </w:r>
      <w:r w:rsidR="003E736D">
        <w:t xml:space="preserve"> </w:t>
      </w:r>
      <w:r>
        <w:t>with</w:t>
      </w:r>
      <w:r w:rsidR="003E736D">
        <w:t xml:space="preserve"> </w:t>
      </w:r>
      <w:r>
        <w:t>a</w:t>
      </w:r>
      <w:r w:rsidR="003E736D">
        <w:t xml:space="preserve"> </w:t>
      </w:r>
      <w:r>
        <w:t>copy</w:t>
      </w:r>
      <w:r w:rsidR="003E736D">
        <w:t xml:space="preserve"> </w:t>
      </w:r>
      <w:r>
        <w:t>of</w:t>
      </w:r>
      <w:r w:rsidR="003E736D">
        <w:t xml:space="preserve"> </w:t>
      </w:r>
      <w:r>
        <w:t>this</w:t>
      </w:r>
      <w:r w:rsidR="003E736D">
        <w:t xml:space="preserve"> </w:t>
      </w:r>
      <w:r>
        <w:t>specification</w:t>
      </w:r>
      <w:r w:rsidR="003E736D">
        <w:t xml:space="preserve"> </w:t>
      </w:r>
      <w:r>
        <w:t>and</w:t>
      </w:r>
      <w:r w:rsidR="003E736D">
        <w:t xml:space="preserve"> </w:t>
      </w:r>
      <w:r>
        <w:t>are</w:t>
      </w:r>
      <w:r w:rsidR="003E736D">
        <w:t xml:space="preserve"> </w:t>
      </w:r>
      <w:r>
        <w:t>informed</w:t>
      </w:r>
      <w:r w:rsidR="003E736D">
        <w:t xml:space="preserve"> </w:t>
      </w:r>
      <w:r>
        <w:t>of</w:t>
      </w:r>
      <w:r w:rsidR="003E736D">
        <w:t xml:space="preserve"> </w:t>
      </w:r>
      <w:r>
        <w:t>their</w:t>
      </w:r>
      <w:r w:rsidR="003E736D">
        <w:t xml:space="preserve"> </w:t>
      </w:r>
      <w:r>
        <w:t>obligations</w:t>
      </w:r>
      <w:r w:rsidR="003E736D">
        <w:t xml:space="preserve"> </w:t>
      </w:r>
      <w:r>
        <w:t>regarding</w:t>
      </w:r>
      <w:r w:rsidR="003E736D">
        <w:t xml:space="preserve"> </w:t>
      </w:r>
      <w:r>
        <w:t>safety.</w:t>
      </w:r>
    </w:p>
    <w:p w14:paraId="09E82D8B" w14:textId="008B6574"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Contractor</w:t>
      </w:r>
      <w:r w:rsidR="003E736D">
        <w:t xml:space="preserve"> </w:t>
      </w:r>
      <w:r>
        <w:t>and</w:t>
      </w:r>
      <w:r w:rsidR="003E736D">
        <w:t xml:space="preserve"> </w:t>
      </w:r>
      <w:r>
        <w:t>subcontractor</w:t>
      </w:r>
      <w:r w:rsidR="003E736D">
        <w:t xml:space="preserve"> </w:t>
      </w:r>
      <w:r>
        <w:t>personnel</w:t>
      </w:r>
      <w:r w:rsidR="003E736D" w:rsidRPr="00706280">
        <w:t xml:space="preserve"> </w:t>
      </w:r>
      <w:r>
        <w:t>at</w:t>
      </w:r>
      <w:r w:rsidR="003E736D">
        <w:t xml:space="preserve"> </w:t>
      </w:r>
      <w:r>
        <w:t>any</w:t>
      </w:r>
      <w:r w:rsidR="003E736D">
        <w:t xml:space="preserve"> </w:t>
      </w:r>
      <w:r>
        <w:t>tier</w:t>
      </w:r>
      <w:r w:rsidR="003E736D">
        <w:t xml:space="preserve"> </w:t>
      </w:r>
      <w:r>
        <w:t>have</w:t>
      </w:r>
      <w:r w:rsidR="00706280">
        <w:t xml:space="preserve"> </w:t>
      </w:r>
      <w:r>
        <w:t>completed</w:t>
      </w:r>
      <w:r w:rsidR="003E736D">
        <w:t xml:space="preserve"> </w:t>
      </w:r>
      <w:r>
        <w:t>a</w:t>
      </w:r>
      <w:r w:rsidR="003E736D">
        <w:t xml:space="preserve"> </w:t>
      </w:r>
      <w:r>
        <w:t>one</w:t>
      </w:r>
      <w:r w:rsidR="000F3B30">
        <w:t xml:space="preserve"> and one-half</w:t>
      </w:r>
      <w:r w:rsidR="003E736D">
        <w:t xml:space="preserve"> </w:t>
      </w:r>
      <w:r>
        <w:t>(1</w:t>
      </w:r>
      <w:r w:rsidR="000F3B30">
        <w:t xml:space="preserve"> ½</w:t>
      </w:r>
      <w:r>
        <w:t>)</w:t>
      </w:r>
      <w:r w:rsidR="003E736D">
        <w:t xml:space="preserve"> </w:t>
      </w:r>
      <w:r>
        <w:t>hour</w:t>
      </w:r>
      <w:r w:rsidR="003E736D">
        <w:t xml:space="preserve"> </w:t>
      </w:r>
      <w:r>
        <w:t>Port</w:t>
      </w:r>
      <w:r w:rsidR="003E736D">
        <w:t xml:space="preserve"> </w:t>
      </w:r>
      <w:r>
        <w:t>of</w:t>
      </w:r>
      <w:r w:rsidR="003E736D">
        <w:t xml:space="preserve"> </w:t>
      </w:r>
      <w:r>
        <w:t>Seattle</w:t>
      </w:r>
      <w:r w:rsidR="003E736D">
        <w:t xml:space="preserve"> </w:t>
      </w:r>
      <w:r w:rsidR="00F23A1E">
        <w:t>Construction S</w:t>
      </w:r>
      <w:r>
        <w:t>afety</w:t>
      </w:r>
      <w:r w:rsidR="003E736D">
        <w:t xml:space="preserve"> </w:t>
      </w:r>
      <w:r w:rsidR="00F23A1E">
        <w:t>O</w:t>
      </w:r>
      <w:r>
        <w:t>rientation</w:t>
      </w:r>
      <w:r w:rsidR="003E736D">
        <w:t xml:space="preserve"> </w:t>
      </w:r>
      <w:r>
        <w:t>to</w:t>
      </w:r>
      <w:r w:rsidR="003E736D">
        <w:t xml:space="preserve"> </w:t>
      </w:r>
      <w:r>
        <w:t>be</w:t>
      </w:r>
      <w:r w:rsidR="003E736D">
        <w:t xml:space="preserve"> </w:t>
      </w:r>
      <w:r>
        <w:t>held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at</w:t>
      </w:r>
      <w:r w:rsidR="003E736D">
        <w:t xml:space="preserve"> </w:t>
      </w:r>
      <w:r>
        <w:t>a</w:t>
      </w:r>
      <w:r w:rsidR="003E736D">
        <w:t xml:space="preserve"> </w:t>
      </w:r>
      <w:r>
        <w:t>time</w:t>
      </w:r>
      <w:r w:rsidR="003E736D">
        <w:t xml:space="preserve"> </w:t>
      </w:r>
      <w:r>
        <w:t>and</w:t>
      </w:r>
      <w:r w:rsidR="003E736D">
        <w:t xml:space="preserve"> </w:t>
      </w:r>
      <w:r>
        <w:t>location</w:t>
      </w:r>
      <w:r w:rsidR="003E736D">
        <w:t xml:space="preserve"> </w:t>
      </w:r>
      <w:r>
        <w:t>to</w:t>
      </w:r>
      <w:r w:rsidR="003E736D">
        <w:t xml:space="preserve"> </w:t>
      </w:r>
      <w:r>
        <w:t>be</w:t>
      </w:r>
      <w:r w:rsidR="003E736D">
        <w:t xml:space="preserve"> </w:t>
      </w:r>
      <w:r>
        <w:t>to</w:t>
      </w:r>
      <w:r w:rsidR="003E736D">
        <w:t xml:space="preserve"> </w:t>
      </w:r>
      <w:r>
        <w:t>be</w:t>
      </w:r>
      <w:r w:rsidR="003E736D">
        <w:t xml:space="preserve"> </w:t>
      </w:r>
      <w:r>
        <w:t>specified</w:t>
      </w:r>
      <w:r w:rsidR="003E736D">
        <w:t xml:space="preserve"> </w:t>
      </w:r>
      <w:r>
        <w:t>by</w:t>
      </w:r>
      <w:r w:rsidR="003E736D">
        <w:t xml:space="preserve"> </w:t>
      </w:r>
      <w:r>
        <w:t>the</w:t>
      </w:r>
      <w:r w:rsidR="003E736D">
        <w:t xml:space="preserve"> </w:t>
      </w:r>
      <w:r>
        <w:t>Port,</w:t>
      </w:r>
      <w:r w:rsidR="003E736D">
        <w:t xml:space="preserve"> </w:t>
      </w:r>
      <w:r>
        <w:t>prior</w:t>
      </w:r>
      <w:r w:rsidR="003E736D">
        <w:t xml:space="preserve"> </w:t>
      </w:r>
      <w:r>
        <w:t>to</w:t>
      </w:r>
      <w:r w:rsidR="003E736D">
        <w:t xml:space="preserve"> </w:t>
      </w:r>
      <w:r>
        <w:t>commencing</w:t>
      </w:r>
      <w:r w:rsidR="003E736D">
        <w:t xml:space="preserve"> </w:t>
      </w:r>
      <w:r>
        <w:t>work.</w:t>
      </w:r>
      <w:r w:rsidR="003E736D">
        <w:t xml:space="preserve"> </w:t>
      </w:r>
      <w:r>
        <w:t>The</w:t>
      </w:r>
      <w:r w:rsidR="003E736D">
        <w:t xml:space="preserve"> </w:t>
      </w:r>
      <w:r>
        <w:t>time</w:t>
      </w:r>
      <w:r w:rsidR="003E736D">
        <w:t xml:space="preserve"> </w:t>
      </w:r>
      <w:r>
        <w:t>expended</w:t>
      </w:r>
      <w:r w:rsidR="003E736D">
        <w:t xml:space="preserve"> </w:t>
      </w:r>
      <w:r>
        <w:t>and</w:t>
      </w:r>
      <w:r w:rsidR="003E736D">
        <w:t xml:space="preserve"> </w:t>
      </w:r>
      <w:r>
        <w:t>any</w:t>
      </w:r>
      <w:r w:rsidR="003E736D">
        <w:t xml:space="preserve"> </w:t>
      </w:r>
      <w:r>
        <w:t>associated</w:t>
      </w:r>
      <w:r w:rsidR="003E736D">
        <w:t xml:space="preserve"> </w:t>
      </w:r>
      <w:r>
        <w:t>costs</w:t>
      </w:r>
      <w:r w:rsidR="003E736D">
        <w:t xml:space="preserve"> </w:t>
      </w:r>
      <w:r>
        <w:t>such</w:t>
      </w:r>
      <w:r w:rsidR="003E736D">
        <w:t xml:space="preserve"> </w:t>
      </w:r>
      <w:r>
        <w:t>as</w:t>
      </w:r>
      <w:r w:rsidR="003E736D">
        <w:t xml:space="preserve"> </w:t>
      </w:r>
      <w:r>
        <w:t>travel</w:t>
      </w:r>
      <w:r w:rsidR="003E736D">
        <w:t xml:space="preserve"> </w:t>
      </w:r>
      <w:r>
        <w:t>time,</w:t>
      </w:r>
      <w:r w:rsidR="003E736D">
        <w:t xml:space="preserve"> </w:t>
      </w:r>
      <w:r>
        <w:t>parking,</w:t>
      </w:r>
      <w:r w:rsidR="003E736D">
        <w:t xml:space="preserve"> </w:t>
      </w:r>
      <w:r>
        <w:t>and</w:t>
      </w:r>
      <w:r w:rsidR="003E736D">
        <w:t xml:space="preserve"> </w:t>
      </w:r>
      <w:r>
        <w:t>other</w:t>
      </w:r>
      <w:r w:rsidR="003E736D">
        <w:t xml:space="preserve"> </w:t>
      </w:r>
      <w:r>
        <w:t>expenses</w:t>
      </w:r>
      <w:r w:rsidR="003E736D">
        <w:t xml:space="preserve"> </w:t>
      </w:r>
      <w:r>
        <w:t>are</w:t>
      </w:r>
      <w:r w:rsidR="003E736D">
        <w:t xml:space="preserve"> </w:t>
      </w:r>
      <w:r>
        <w:t>to</w:t>
      </w:r>
      <w:r w:rsidR="003E736D">
        <w:t xml:space="preserve"> </w:t>
      </w:r>
      <w:r>
        <w:t>be</w:t>
      </w:r>
      <w:r w:rsidR="003E736D">
        <w:t xml:space="preserve"> </w:t>
      </w:r>
      <w:r w:rsidR="00400E79">
        <w:t>borne</w:t>
      </w:r>
      <w:r w:rsidR="003E736D">
        <w:t xml:space="preserve"> </w:t>
      </w:r>
      <w:r>
        <w:t>by</w:t>
      </w:r>
      <w:r w:rsidR="003E736D">
        <w:t xml:space="preserve"> </w:t>
      </w:r>
      <w:r>
        <w:t>the</w:t>
      </w:r>
      <w:r w:rsidR="003E736D">
        <w:t xml:space="preserve"> </w:t>
      </w:r>
      <w:r>
        <w:t>Contractor.</w:t>
      </w:r>
    </w:p>
    <w:p w14:paraId="2B27EBFD" w14:textId="223055FE" w:rsidR="00B253FB" w:rsidRDefault="00B253FB" w:rsidP="004D119B">
      <w:pPr>
        <w:pStyle w:val="Spec"/>
        <w:numPr>
          <w:ilvl w:val="1"/>
          <w:numId w:val="2"/>
        </w:numPr>
      </w:pPr>
      <w:r>
        <w:t>CONTRACTOR</w:t>
      </w:r>
      <w:r w:rsidR="003E736D">
        <w:t xml:space="preserve"> </w:t>
      </w:r>
      <w:r>
        <w:t>SAFETY</w:t>
      </w:r>
      <w:r w:rsidR="003E736D">
        <w:t xml:space="preserve"> </w:t>
      </w:r>
      <w:r>
        <w:t>REPRESENTATIVE</w:t>
      </w:r>
      <w:r w:rsidR="00CC69ED">
        <w:t>(S)</w:t>
      </w:r>
      <w:r w:rsidR="000E65E3">
        <w:t xml:space="preserve"> RESPONSIBILITIES:</w:t>
      </w:r>
    </w:p>
    <w:p w14:paraId="35950F1E" w14:textId="2DB7104E" w:rsidR="00B253FB" w:rsidRDefault="00B253FB" w:rsidP="004D119B">
      <w:pPr>
        <w:pStyle w:val="Spec"/>
        <w:numPr>
          <w:ilvl w:val="2"/>
          <w:numId w:val="2"/>
        </w:numPr>
      </w:pPr>
      <w:r>
        <w:t>It</w:t>
      </w:r>
      <w:r w:rsidR="003E736D">
        <w:t xml:space="preserve"> </w:t>
      </w:r>
      <w:r>
        <w:t>is</w:t>
      </w:r>
      <w:r w:rsidR="003E736D">
        <w:t xml:space="preserve"> </w:t>
      </w:r>
      <w:r>
        <w:t>recognized</w:t>
      </w:r>
      <w:r w:rsidR="003E736D">
        <w:t xml:space="preserve"> </w:t>
      </w:r>
      <w:r>
        <w:t>that</w:t>
      </w:r>
      <w:r w:rsidR="003E736D">
        <w:t xml:space="preserve"> </w:t>
      </w:r>
      <w:r>
        <w:t>the</w:t>
      </w:r>
      <w:r w:rsidR="003E736D">
        <w:t xml:space="preserve"> </w:t>
      </w:r>
      <w:r>
        <w:t>responsibility</w:t>
      </w:r>
      <w:r w:rsidR="003E736D">
        <w:t xml:space="preserve"> </w:t>
      </w:r>
      <w:r>
        <w:t>for</w:t>
      </w:r>
      <w:r w:rsidR="003E736D">
        <w:t xml:space="preserve"> </w:t>
      </w:r>
      <w:r>
        <w:t>safety</w:t>
      </w:r>
      <w:r w:rsidR="003E736D">
        <w:t xml:space="preserve"> </w:t>
      </w:r>
      <w:r>
        <w:t>lies</w:t>
      </w:r>
      <w:r w:rsidR="003E736D">
        <w:t xml:space="preserve"> </w:t>
      </w:r>
      <w:r>
        <w:t>with</w:t>
      </w:r>
      <w:r w:rsidR="003E736D">
        <w:t xml:space="preserve"> </w:t>
      </w:r>
      <w:r>
        <w:t>the</w:t>
      </w:r>
      <w:r w:rsidR="003E736D">
        <w:t xml:space="preserve"> </w:t>
      </w:r>
      <w:r>
        <w:t>Contractor.</w:t>
      </w:r>
      <w:r w:rsidR="003E736D">
        <w:t xml:space="preserve"> </w:t>
      </w:r>
      <w:r>
        <w:t>Each</w:t>
      </w:r>
      <w:r w:rsidR="003E736D">
        <w:t xml:space="preserve"> </w:t>
      </w:r>
      <w:r>
        <w:t>Contractor</w:t>
      </w:r>
      <w:r w:rsidR="003E736D">
        <w:t xml:space="preserve"> </w:t>
      </w:r>
      <w:r>
        <w:t>shall</w:t>
      </w:r>
      <w:r w:rsidR="003E736D">
        <w:t xml:space="preserve"> </w:t>
      </w:r>
      <w:r>
        <w:t>appoint</w:t>
      </w:r>
      <w:r w:rsidR="003E736D">
        <w:t xml:space="preserve"> </w:t>
      </w:r>
      <w:r>
        <w:t>an</w:t>
      </w:r>
      <w:r w:rsidR="003E736D">
        <w:t xml:space="preserve"> </w:t>
      </w:r>
      <w:r>
        <w:t>individual(s)</w:t>
      </w:r>
      <w:r w:rsidR="003E736D">
        <w:t xml:space="preserve"> </w:t>
      </w:r>
      <w:r>
        <w:t>responsible</w:t>
      </w:r>
      <w:r w:rsidR="003E736D">
        <w:t xml:space="preserve"> </w:t>
      </w:r>
      <w:r>
        <w:t>for</w:t>
      </w:r>
      <w:r w:rsidR="003E736D">
        <w:t xml:space="preserve"> </w:t>
      </w:r>
      <w:r>
        <w:t>safety</w:t>
      </w:r>
      <w:r w:rsidR="003E736D">
        <w:t xml:space="preserve"> </w:t>
      </w:r>
      <w:r>
        <w:t>on</w:t>
      </w:r>
      <w:r w:rsidR="003E736D">
        <w:t xml:space="preserve"> </w:t>
      </w:r>
      <w:r>
        <w:t>each</w:t>
      </w:r>
      <w:r w:rsidR="003E736D">
        <w:t xml:space="preserve"> </w:t>
      </w:r>
      <w:r>
        <w:t>contract.</w:t>
      </w:r>
      <w:r w:rsidR="003E736D">
        <w:t xml:space="preserve"> </w:t>
      </w:r>
      <w:r>
        <w:t>Th</w:t>
      </w:r>
      <w:r w:rsidR="00507FA8">
        <w:t>e</w:t>
      </w:r>
      <w:r w:rsidR="003E736D">
        <w:t xml:space="preserve"> </w:t>
      </w:r>
      <w:r>
        <w:t>individual(s)</w:t>
      </w:r>
      <w:r w:rsidR="003E736D">
        <w:t xml:space="preserve"> </w:t>
      </w:r>
      <w:r>
        <w:t>must</w:t>
      </w:r>
      <w:r w:rsidR="003E736D">
        <w:t xml:space="preserve"> </w:t>
      </w:r>
      <w:r>
        <w:t>be</w:t>
      </w:r>
      <w:r w:rsidR="003E736D">
        <w:t xml:space="preserve"> </w:t>
      </w:r>
      <w:r>
        <w:t>employed</w:t>
      </w:r>
      <w:r w:rsidR="003E736D">
        <w:t xml:space="preserve"> </w:t>
      </w:r>
      <w:r>
        <w:t>in</w:t>
      </w:r>
      <w:r w:rsidR="003E736D">
        <w:t xml:space="preserve"> </w:t>
      </w:r>
      <w:r>
        <w:t>a</w:t>
      </w:r>
      <w:r w:rsidR="003E736D">
        <w:t xml:space="preserve"> </w:t>
      </w:r>
      <w:r>
        <w:t>supervisory</w:t>
      </w:r>
      <w:r w:rsidR="003E736D">
        <w:t xml:space="preserve"> </w:t>
      </w:r>
      <w:r>
        <w:t>position,</w:t>
      </w:r>
      <w:r w:rsidR="003E736D">
        <w:t xml:space="preserve"> </w:t>
      </w:r>
      <w:r>
        <w:t>empowered</w:t>
      </w:r>
      <w:r w:rsidR="003E736D">
        <w:t xml:space="preserve"> </w:t>
      </w:r>
      <w:r>
        <w:t>by</w:t>
      </w:r>
      <w:r w:rsidR="003E736D">
        <w:t xml:space="preserve"> </w:t>
      </w:r>
      <w:r>
        <w:t>their</w:t>
      </w:r>
      <w:r w:rsidR="003E736D">
        <w:t xml:space="preserve"> </w:t>
      </w:r>
      <w:r>
        <w:t>employer</w:t>
      </w:r>
      <w:r w:rsidR="003E736D">
        <w:t xml:space="preserve"> </w:t>
      </w:r>
      <w:r>
        <w:t>to</w:t>
      </w:r>
      <w:r w:rsidR="003E736D">
        <w:t xml:space="preserve"> </w:t>
      </w:r>
      <w:r>
        <w:t>take</w:t>
      </w:r>
      <w:r w:rsidR="003E736D">
        <w:t xml:space="preserve"> </w:t>
      </w:r>
      <w:r>
        <w:t>corrective</w:t>
      </w:r>
      <w:r w:rsidR="003E736D">
        <w:t xml:space="preserve"> </w:t>
      </w:r>
      <w:r>
        <w:t>action;</w:t>
      </w:r>
      <w:r w:rsidR="003E736D">
        <w:t xml:space="preserve"> </w:t>
      </w:r>
      <w:r>
        <w:t>be</w:t>
      </w:r>
      <w:r w:rsidR="003E736D">
        <w:t xml:space="preserve"> </w:t>
      </w:r>
      <w:r>
        <w:t>present</w:t>
      </w:r>
      <w:r w:rsidR="003E736D">
        <w:t xml:space="preserve"> </w:t>
      </w:r>
      <w:r>
        <w:t>on</w:t>
      </w:r>
      <w:r w:rsidR="003E736D">
        <w:t xml:space="preserve"> </w:t>
      </w:r>
      <w:r>
        <w:t>the</w:t>
      </w:r>
      <w:r w:rsidR="003E736D">
        <w:t xml:space="preserve"> </w:t>
      </w:r>
      <w:r>
        <w:t>project</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spend</w:t>
      </w:r>
      <w:r w:rsidR="003E736D">
        <w:t xml:space="preserve"> </w:t>
      </w:r>
      <w:r>
        <w:t>the</w:t>
      </w:r>
      <w:r w:rsidR="003E736D">
        <w:t xml:space="preserve"> </w:t>
      </w:r>
      <w:r>
        <w:t>amount</w:t>
      </w:r>
      <w:r w:rsidR="003E736D">
        <w:t xml:space="preserve"> </w:t>
      </w:r>
      <w:r>
        <w:t>of</w:t>
      </w:r>
      <w:r w:rsidR="003E736D">
        <w:t xml:space="preserve"> </w:t>
      </w:r>
      <w:r>
        <w:t>time</w:t>
      </w:r>
      <w:r w:rsidR="003E736D">
        <w:t xml:space="preserve"> </w:t>
      </w:r>
      <w:r>
        <w:t>necessary</w:t>
      </w:r>
      <w:r w:rsidR="003E736D">
        <w:t xml:space="preserve"> </w:t>
      </w:r>
      <w:r>
        <w:t>to</w:t>
      </w:r>
      <w:r w:rsidR="003E736D">
        <w:t xml:space="preserve"> </w:t>
      </w:r>
      <w:r>
        <w:t>ensure</w:t>
      </w:r>
      <w:r w:rsidR="003E736D">
        <w:t xml:space="preserve"> </w:t>
      </w:r>
      <w:r>
        <w:t>the</w:t>
      </w:r>
      <w:r w:rsidR="003E736D">
        <w:t xml:space="preserve"> </w:t>
      </w:r>
      <w:r>
        <w:t>Contractor’s</w:t>
      </w:r>
      <w:r w:rsidR="003E736D">
        <w:t xml:space="preserve"> </w:t>
      </w:r>
      <w:r>
        <w:t>compliance</w:t>
      </w:r>
      <w:r w:rsidR="003E736D">
        <w:t xml:space="preserve"> </w:t>
      </w:r>
      <w:r>
        <w:t>with</w:t>
      </w:r>
      <w:r w:rsidR="003E736D">
        <w:t xml:space="preserve"> </w:t>
      </w:r>
      <w:r>
        <w:t>safety</w:t>
      </w:r>
      <w:r w:rsidR="003E736D">
        <w:t xml:space="preserve"> </w:t>
      </w:r>
      <w:r>
        <w:t>requirements.</w:t>
      </w:r>
      <w:r w:rsidR="003837AC">
        <w:t xml:space="preserve">  </w:t>
      </w:r>
    </w:p>
    <w:p w14:paraId="037D3652" w14:textId="77777777" w:rsidR="001C5CF1" w:rsidRDefault="001C5CF1" w:rsidP="001C5CF1">
      <w:pPr>
        <w:pStyle w:val="Spec"/>
        <w:numPr>
          <w:ilvl w:val="2"/>
          <w:numId w:val="2"/>
        </w:numPr>
      </w:pPr>
      <w:r>
        <w:t>One or more individual(s) shall perform the safety representative duties, as defined below, including:</w:t>
      </w:r>
    </w:p>
    <w:p w14:paraId="7599ACB8" w14:textId="77777777" w:rsidR="001C5CF1" w:rsidRDefault="001C5CF1" w:rsidP="001C5CF1">
      <w:pPr>
        <w:pStyle w:val="Spec"/>
        <w:numPr>
          <w:ilvl w:val="3"/>
          <w:numId w:val="2"/>
        </w:numPr>
      </w:pPr>
      <w:r>
        <w:lastRenderedPageBreak/>
        <w:t>Fulltime Safety Professional or Site Safety Officer</w:t>
      </w:r>
    </w:p>
    <w:p w14:paraId="2384133E" w14:textId="77777777" w:rsidR="001C5CF1" w:rsidRDefault="001C5CF1" w:rsidP="001C5CF1">
      <w:pPr>
        <w:pStyle w:val="Spec"/>
        <w:numPr>
          <w:ilvl w:val="0"/>
          <w:numId w:val="0"/>
        </w:numPr>
        <w:ind w:left="3600"/>
      </w:pPr>
      <w:r>
        <w:t>(see paragraph F. Determination)</w:t>
      </w:r>
    </w:p>
    <w:p w14:paraId="3271D34E" w14:textId="40F0C925" w:rsidR="00B253FB" w:rsidRDefault="00507FA8" w:rsidP="004D119B">
      <w:pPr>
        <w:pStyle w:val="Spec"/>
        <w:numPr>
          <w:ilvl w:val="2"/>
          <w:numId w:val="2"/>
        </w:numPr>
      </w:pPr>
      <w:r>
        <w:t>S</w:t>
      </w:r>
      <w:r w:rsidR="00B253FB">
        <w:t>afety</w:t>
      </w:r>
      <w:r w:rsidR="003E736D">
        <w:t xml:space="preserve"> </w:t>
      </w:r>
      <w:r w:rsidR="00B253FB">
        <w:t>inspection</w:t>
      </w:r>
      <w:r w:rsidR="00D96968">
        <w:t>s</w:t>
      </w:r>
      <w:r w:rsidR="003E736D">
        <w:t xml:space="preserve"> </w:t>
      </w:r>
      <w:r w:rsidR="00B253FB">
        <w:t>shall</w:t>
      </w:r>
      <w:r w:rsidR="003E736D">
        <w:t xml:space="preserve"> </w:t>
      </w:r>
      <w:r w:rsidR="00B253FB">
        <w:t>be</w:t>
      </w:r>
      <w:r w:rsidR="003E736D">
        <w:t xml:space="preserve"> </w:t>
      </w:r>
      <w:r w:rsidR="00B253FB">
        <w:t>performed</w:t>
      </w:r>
      <w:r w:rsidR="003E736D">
        <w:t xml:space="preserve"> </w:t>
      </w:r>
      <w:r w:rsidR="00B253FB">
        <w:t>and</w:t>
      </w:r>
      <w:r w:rsidR="003E736D">
        <w:t xml:space="preserve"> </w:t>
      </w:r>
      <w:r w:rsidR="00B253FB">
        <w:t>documented</w:t>
      </w:r>
      <w:r w:rsidR="003E736D">
        <w:t xml:space="preserve"> </w:t>
      </w:r>
      <w:r w:rsidR="00B253FB">
        <w:t>for</w:t>
      </w:r>
      <w:r w:rsidR="003E736D">
        <w:t xml:space="preserve"> </w:t>
      </w:r>
      <w:r w:rsidR="00B253FB">
        <w:t>each</w:t>
      </w:r>
      <w:r w:rsidR="003E736D">
        <w:t xml:space="preserve"> </w:t>
      </w:r>
      <w:r w:rsidR="00B253FB">
        <w:t>shift</w:t>
      </w:r>
      <w:r w:rsidR="003E736D">
        <w:t xml:space="preserve"> </w:t>
      </w:r>
      <w:r w:rsidR="00B253FB">
        <w:t>worked,</w:t>
      </w:r>
      <w:r w:rsidR="003E736D">
        <w:t xml:space="preserve"> </w:t>
      </w:r>
      <w:r w:rsidR="00B253FB">
        <w:t>by</w:t>
      </w:r>
      <w:r w:rsidR="003E736D">
        <w:t xml:space="preserve"> </w:t>
      </w:r>
      <w:r w:rsidR="00B253FB">
        <w:t>the</w:t>
      </w:r>
      <w:r w:rsidR="003E736D">
        <w:t xml:space="preserve"> </w:t>
      </w:r>
      <w:r w:rsidR="00B253FB">
        <w:t>Contractor’s</w:t>
      </w:r>
      <w:r w:rsidR="003E736D">
        <w:t xml:space="preserve"> </w:t>
      </w:r>
      <w:r w:rsidR="00B253FB">
        <w:t>safety</w:t>
      </w:r>
      <w:r w:rsidR="003E736D">
        <w:t xml:space="preserve"> </w:t>
      </w:r>
      <w:r w:rsidR="00B253FB">
        <w:t>representative</w:t>
      </w:r>
      <w:r w:rsidR="003837AC">
        <w:t>(s)</w:t>
      </w:r>
      <w:r w:rsidR="00A92BF5">
        <w:t xml:space="preserve"> and included with the Contractor Daily Report to the Port </w:t>
      </w:r>
      <w:r w:rsidR="00BF6341">
        <w:t>Inspector</w:t>
      </w:r>
      <w:r w:rsidR="00A92BF5">
        <w:t xml:space="preserve"> and Port </w:t>
      </w:r>
      <w:r w:rsidR="00D009E2">
        <w:t>P</w:t>
      </w:r>
      <w:r w:rsidR="00A92BF5">
        <w:t xml:space="preserve">roject </w:t>
      </w:r>
      <w:r w:rsidR="00D009E2">
        <w:t>M</w:t>
      </w:r>
      <w:r w:rsidR="00A92BF5">
        <w:t>anager</w:t>
      </w:r>
      <w:r w:rsidR="00B253FB">
        <w:t>.</w:t>
      </w:r>
    </w:p>
    <w:p w14:paraId="53C43645" w14:textId="5DDB85F2" w:rsidR="00B253FB" w:rsidRDefault="00706280" w:rsidP="004D119B">
      <w:pPr>
        <w:pStyle w:val="Spec"/>
        <w:numPr>
          <w:ilvl w:val="2"/>
          <w:numId w:val="2"/>
        </w:numPr>
      </w:pPr>
      <w:r>
        <w:t>T</w:t>
      </w:r>
      <w:r w:rsidR="00B253FB">
        <w:t>he</w:t>
      </w:r>
      <w:r w:rsidR="003E736D">
        <w:t xml:space="preserve"> </w:t>
      </w:r>
      <w:r w:rsidR="00B253FB">
        <w:t>Contractor</w:t>
      </w:r>
      <w:r w:rsidR="003E736D">
        <w:t xml:space="preserve"> </w:t>
      </w:r>
      <w:r w:rsidR="00B253FB">
        <w:t>shall</w:t>
      </w:r>
      <w:r w:rsidR="003E736D">
        <w:t xml:space="preserve"> </w:t>
      </w:r>
      <w:r w:rsidR="00B253FB">
        <w:t>submit</w:t>
      </w:r>
      <w:r w:rsidR="003E736D">
        <w:t xml:space="preserve"> </w:t>
      </w:r>
      <w:r w:rsidR="00B253FB">
        <w:t>a</w:t>
      </w:r>
      <w:r w:rsidR="003E736D">
        <w:t xml:space="preserve"> </w:t>
      </w:r>
      <w:r w:rsidR="00B253FB">
        <w:t>resume</w:t>
      </w:r>
      <w:r w:rsidR="003E736D">
        <w:t xml:space="preserve"> </w:t>
      </w:r>
      <w:r w:rsidR="00B253FB">
        <w:t>of</w:t>
      </w:r>
      <w:r w:rsidR="003E736D">
        <w:t xml:space="preserve"> </w:t>
      </w:r>
      <w:r w:rsidR="00B253FB">
        <w:t>the</w:t>
      </w:r>
      <w:r w:rsidR="003E736D">
        <w:t xml:space="preserve"> </w:t>
      </w:r>
      <w:r w:rsidR="00B253FB">
        <w:t>experience</w:t>
      </w:r>
      <w:r w:rsidR="003E736D">
        <w:t xml:space="preserve"> </w:t>
      </w:r>
      <w:r w:rsidR="00B253FB">
        <w:t>and</w:t>
      </w:r>
      <w:r w:rsidR="003E736D">
        <w:t xml:space="preserve"> </w:t>
      </w:r>
      <w:r w:rsidR="00B253FB">
        <w:t>qualifications</w:t>
      </w:r>
      <w:r w:rsidR="003E736D">
        <w:t xml:space="preserve"> </w:t>
      </w:r>
      <w:r w:rsidR="00B253FB">
        <w:t>for</w:t>
      </w:r>
      <w:r w:rsidR="003E736D">
        <w:t xml:space="preserve"> </w:t>
      </w:r>
      <w:r w:rsidR="00B253FB">
        <w:t>the</w:t>
      </w:r>
      <w:r w:rsidR="003E736D">
        <w:t xml:space="preserve"> </w:t>
      </w:r>
      <w:r w:rsidR="00B253FB">
        <w:t>proposed</w:t>
      </w:r>
      <w:r w:rsidR="003E736D">
        <w:t xml:space="preserve"> </w:t>
      </w:r>
      <w:r w:rsidR="00B253FB">
        <w:t>Safety</w:t>
      </w:r>
      <w:r w:rsidR="003E736D">
        <w:t xml:space="preserve"> </w:t>
      </w:r>
      <w:r w:rsidR="00B253FB">
        <w:t>Representative(s)</w:t>
      </w:r>
      <w:r w:rsidR="003E736D">
        <w:t xml:space="preserve"> </w:t>
      </w:r>
      <w:r w:rsidR="00B253FB">
        <w:t>as</w:t>
      </w:r>
      <w:r w:rsidR="003E736D">
        <w:t xml:space="preserve"> </w:t>
      </w:r>
      <w:r w:rsidR="00B253FB">
        <w:t>part</w:t>
      </w:r>
      <w:r w:rsidR="003E736D">
        <w:t xml:space="preserve"> </w:t>
      </w:r>
      <w:r w:rsidR="00B253FB">
        <w:t>of</w:t>
      </w:r>
      <w:r w:rsidR="003E736D">
        <w:t xml:space="preserve"> </w:t>
      </w:r>
      <w:r w:rsidR="00B253FB">
        <w:t>the</w:t>
      </w:r>
      <w:r w:rsidR="003E736D">
        <w:t xml:space="preserve"> </w:t>
      </w:r>
      <w:r w:rsidR="00B253FB">
        <w:t>Safety</w:t>
      </w:r>
      <w:r w:rsidR="003E736D">
        <w:t xml:space="preserve"> </w:t>
      </w:r>
      <w:r w:rsidR="00B253FB">
        <w:t>Plan</w:t>
      </w:r>
      <w:r w:rsidR="003E736D">
        <w:t xml:space="preserve"> </w:t>
      </w:r>
      <w:r w:rsidR="00B253FB">
        <w:t>submittal.</w:t>
      </w:r>
      <w:r w:rsidR="003E736D">
        <w:t xml:space="preserve"> </w:t>
      </w:r>
      <w:r>
        <w:t>T</w:t>
      </w:r>
      <w:r w:rsidR="00B253FB">
        <w:t>he</w:t>
      </w:r>
      <w:r w:rsidR="003E736D">
        <w:t xml:space="preserve"> </w:t>
      </w:r>
      <w:r w:rsidR="00B253FB">
        <w:t>Port</w:t>
      </w:r>
      <w:r w:rsidR="003E736D">
        <w:t xml:space="preserve"> </w:t>
      </w:r>
      <w:r w:rsidR="00B253FB">
        <w:t>will</w:t>
      </w:r>
      <w:r w:rsidR="003E736D">
        <w:t xml:space="preserve"> </w:t>
      </w:r>
      <w:r w:rsidR="00B253FB">
        <w:t>review</w:t>
      </w:r>
      <w:r w:rsidR="003E736D">
        <w:t xml:space="preserve"> </w:t>
      </w:r>
      <w:r w:rsidR="00B253FB">
        <w:t>the</w:t>
      </w:r>
      <w:r w:rsidR="003E736D">
        <w:t xml:space="preserve"> </w:t>
      </w:r>
      <w:r w:rsidR="00B253FB">
        <w:t>resumes</w:t>
      </w:r>
      <w:r w:rsidR="003E736D">
        <w:t xml:space="preserve"> </w:t>
      </w:r>
      <w:r w:rsidR="00B253FB">
        <w:t>and</w:t>
      </w:r>
      <w:r w:rsidR="003E736D">
        <w:t xml:space="preserve"> </w:t>
      </w:r>
      <w:r w:rsidR="00B253FB">
        <w:t>a</w:t>
      </w:r>
      <w:r w:rsidR="003E736D">
        <w:t xml:space="preserve"> </w:t>
      </w:r>
      <w:r w:rsidR="00B253FB">
        <w:t>personal</w:t>
      </w:r>
      <w:r w:rsidR="003E736D">
        <w:t xml:space="preserve"> </w:t>
      </w:r>
      <w:r w:rsidR="00B253FB">
        <w:t>interview</w:t>
      </w:r>
      <w:r w:rsidR="003E736D">
        <w:t xml:space="preserve"> </w:t>
      </w:r>
      <w:r w:rsidR="00B253FB">
        <w:t>may</w:t>
      </w:r>
      <w:r w:rsidR="003E736D">
        <w:t xml:space="preserve"> </w:t>
      </w:r>
      <w:r w:rsidR="00B253FB">
        <w:t>be</w:t>
      </w:r>
      <w:r w:rsidR="003E736D">
        <w:t xml:space="preserve"> </w:t>
      </w:r>
      <w:r w:rsidR="00B253FB">
        <w:t>required.</w:t>
      </w:r>
      <w:r w:rsidR="003E736D">
        <w:t xml:space="preserve"> </w:t>
      </w:r>
      <w:r>
        <w:t>T</w:t>
      </w:r>
      <w:r w:rsidR="00B253FB">
        <w:t>he</w:t>
      </w:r>
      <w:r w:rsidR="003E736D">
        <w:t xml:space="preserve"> </w:t>
      </w:r>
      <w:r w:rsidR="00B253FB">
        <w:t>Port</w:t>
      </w:r>
      <w:r w:rsidR="003E736D">
        <w:t xml:space="preserve"> </w:t>
      </w:r>
      <w:r w:rsidR="00B253FB">
        <w:t>may</w:t>
      </w:r>
      <w:r w:rsidR="003E736D">
        <w:t xml:space="preserve"> </w:t>
      </w:r>
      <w:r w:rsidR="00B253FB">
        <w:t>reject</w:t>
      </w:r>
      <w:r w:rsidR="003E736D">
        <w:t xml:space="preserve"> </w:t>
      </w:r>
      <w:r w:rsidR="00B253FB">
        <w:t>anyone</w:t>
      </w:r>
      <w:r w:rsidR="003E736D">
        <w:t xml:space="preserve"> </w:t>
      </w:r>
      <w:r w:rsidR="00B253FB">
        <w:t>it</w:t>
      </w:r>
      <w:r w:rsidR="003E736D">
        <w:t xml:space="preserve"> </w:t>
      </w:r>
      <w:r w:rsidR="00B253FB">
        <w:t>deems</w:t>
      </w:r>
      <w:r w:rsidR="003E736D">
        <w:t xml:space="preserve"> </w:t>
      </w:r>
      <w:r w:rsidR="00B253FB">
        <w:t>“Not</w:t>
      </w:r>
      <w:r w:rsidR="003E736D">
        <w:t xml:space="preserve"> </w:t>
      </w:r>
      <w:r w:rsidR="00B253FB">
        <w:t>Qualified</w:t>
      </w:r>
      <w:r w:rsidR="003E736D">
        <w:t>.”</w:t>
      </w:r>
      <w:r w:rsidR="00901790">
        <w:t xml:space="preserve">  It is the responsibility of the Tenant to enforce the determination.</w:t>
      </w:r>
    </w:p>
    <w:p w14:paraId="6BBA3EB1" w14:textId="3A083F49" w:rsidR="001C5CF1" w:rsidRPr="00951F86" w:rsidRDefault="000B2388" w:rsidP="001C5CF1">
      <w:pPr>
        <w:pStyle w:val="Spec"/>
        <w:numPr>
          <w:ilvl w:val="2"/>
          <w:numId w:val="59"/>
        </w:numPr>
      </w:pPr>
      <w:r>
        <w:t>A</w:t>
      </w:r>
      <w:r w:rsidR="00A03F97">
        <w:t xml:space="preserve">s determined by Safety Management, </w:t>
      </w:r>
      <w:r>
        <w:t xml:space="preserve">for large Tenant projects, </w:t>
      </w:r>
      <w:r w:rsidR="00FC4546">
        <w:t>t</w:t>
      </w:r>
      <w:r w:rsidR="001C5CF1" w:rsidRPr="00951F86">
        <w:t xml:space="preserve">he Prime contractor shall provide three (3) of their site management personnel and three (3) </w:t>
      </w:r>
      <w:r w:rsidR="00C86B8F">
        <w:t>–</w:t>
      </w:r>
      <w:r w:rsidR="001C5CF1" w:rsidRPr="00951F86">
        <w:t xml:space="preserve"> four (4) of their major Subcontractors shall provide one (1) site management person, to attend a two (2) day Safety Management training, presented by the Port. The Port shall make the final determination on the attendees.</w:t>
      </w:r>
    </w:p>
    <w:p w14:paraId="51239E26" w14:textId="18970139" w:rsidR="000E65E3" w:rsidRDefault="000E65E3" w:rsidP="004D119B">
      <w:pPr>
        <w:pStyle w:val="Spec"/>
        <w:numPr>
          <w:ilvl w:val="2"/>
          <w:numId w:val="2"/>
        </w:numPr>
      </w:pPr>
      <w:r>
        <w:t>The Contractor Safety Officer/Professional(s) shall be primarily responsible for ensuring Contractor’s compliance with the safety requirements provided in this Division. Without limiting the generality of the foregoing, the Contractor Safety Officer/Professional(s) shall:</w:t>
      </w:r>
    </w:p>
    <w:p w14:paraId="5E76F876" w14:textId="466ABAA1" w:rsidR="000E65E3" w:rsidRDefault="000E65E3" w:rsidP="004D119B">
      <w:pPr>
        <w:pStyle w:val="Spec"/>
        <w:numPr>
          <w:ilvl w:val="3"/>
          <w:numId w:val="2"/>
        </w:numPr>
      </w:pPr>
      <w:r>
        <w:t>Review all subcontractor and sub-tier contractor’s Site Specific Safety Programs and Job Hazard Analysis (JHA) for compliance with applicable POS Construction Safety, State and Federal Standards and ensure that they receive a copy and are briefed on Document 01 35 29</w:t>
      </w:r>
      <w:r w:rsidR="001C342B">
        <w:t>T</w:t>
      </w:r>
      <w:r w:rsidR="004E35DF">
        <w:t xml:space="preserve"> Tenant</w:t>
      </w:r>
      <w:r>
        <w:t xml:space="preserve"> Safety Management.</w:t>
      </w:r>
    </w:p>
    <w:p w14:paraId="1526ACD9" w14:textId="77777777" w:rsidR="000E65E3" w:rsidRDefault="000E65E3" w:rsidP="004D119B">
      <w:pPr>
        <w:pStyle w:val="Spec"/>
        <w:numPr>
          <w:ilvl w:val="3"/>
          <w:numId w:val="2"/>
        </w:numPr>
      </w:pPr>
      <w:r>
        <w:t>Perform a site-specific safety orientation for all employees, subcontractors and sub tier contractors prior to beginning work. This is in addition to the Port’s safety orientation.</w:t>
      </w:r>
    </w:p>
    <w:p w14:paraId="07C1BC7B" w14:textId="77777777" w:rsidR="000E65E3" w:rsidRDefault="000E65E3" w:rsidP="004D119B">
      <w:pPr>
        <w:pStyle w:val="Spec"/>
        <w:numPr>
          <w:ilvl w:val="3"/>
          <w:numId w:val="2"/>
        </w:numPr>
      </w:pPr>
      <w:r>
        <w:t>Perform daily safety inspections of the Contractor and Subcontractor’s project to evaluate the project for unsafe conditions and/or practices, and take the appropriate corrective action when required.</w:t>
      </w:r>
    </w:p>
    <w:p w14:paraId="2E685E47" w14:textId="56972888" w:rsidR="000E65E3" w:rsidRDefault="000E65E3" w:rsidP="004D119B">
      <w:pPr>
        <w:pStyle w:val="Spec"/>
        <w:numPr>
          <w:ilvl w:val="3"/>
          <w:numId w:val="2"/>
        </w:numPr>
      </w:pPr>
      <w:r w:rsidRPr="00526499">
        <w:t>Immediately report all injuries of personnel, vehicle</w:t>
      </w:r>
      <w:r w:rsidR="004E35DF">
        <w:t xml:space="preserve"> incidents</w:t>
      </w:r>
      <w:r w:rsidRPr="00526499">
        <w:t>, “Near Miss” incidents</w:t>
      </w:r>
      <w:r w:rsidR="007D0C1F">
        <w:t>,</w:t>
      </w:r>
      <w:r w:rsidRPr="00526499">
        <w:t xml:space="preserve"> and property damage to </w:t>
      </w:r>
      <w:r w:rsidR="00926299">
        <w:t xml:space="preserve">Resident </w:t>
      </w:r>
      <w:r w:rsidR="00306CCC">
        <w:t xml:space="preserve">Engineer and </w:t>
      </w:r>
      <w:r w:rsidRPr="00526499">
        <w:t>Manager, Construction Safety Services and insure immediate corrective action is taken. Assist in the preparation of all accident investigations and ensure reports are submitted within 24-hours.</w:t>
      </w:r>
    </w:p>
    <w:p w14:paraId="558521DA" w14:textId="77777777" w:rsidR="0067416F" w:rsidRDefault="0067416F" w:rsidP="0067416F">
      <w:pPr>
        <w:pStyle w:val="Spec"/>
        <w:numPr>
          <w:ilvl w:val="3"/>
          <w:numId w:val="2"/>
        </w:numPr>
      </w:pPr>
      <w:r>
        <w:t xml:space="preserve">Provide direction and prepare and enforce procedures for COVID-19 training, information and immediate on-site response for all workers, suppliers and subcontractors </w:t>
      </w:r>
      <w:r w:rsidRPr="00F15E33">
        <w:t xml:space="preserve">for </w:t>
      </w:r>
      <w:r>
        <w:t>the following:</w:t>
      </w:r>
    </w:p>
    <w:p w14:paraId="6F708375" w14:textId="77777777" w:rsidR="0067416F" w:rsidRDefault="0067416F" w:rsidP="0067416F">
      <w:pPr>
        <w:pStyle w:val="Spec"/>
        <w:numPr>
          <w:ilvl w:val="4"/>
          <w:numId w:val="2"/>
        </w:numPr>
      </w:pPr>
      <w:r>
        <w:t>Monitor the health of employees and enforce the COVID-19 job site safety plan</w:t>
      </w:r>
    </w:p>
    <w:p w14:paraId="4A70027C" w14:textId="697096F4" w:rsidR="0067416F" w:rsidRDefault="0067416F" w:rsidP="0067416F">
      <w:pPr>
        <w:pStyle w:val="Spec"/>
        <w:numPr>
          <w:ilvl w:val="4"/>
          <w:numId w:val="2"/>
        </w:numPr>
      </w:pPr>
      <w:r>
        <w:t xml:space="preserve">Educate workers and others accessing the job site about COVID-19 </w:t>
      </w:r>
      <w:r w:rsidR="003936E5">
        <w:t>prevention</w:t>
      </w:r>
      <w:r w:rsidR="00C86B8F">
        <w:t xml:space="preserve"> </w:t>
      </w:r>
    </w:p>
    <w:p w14:paraId="36043AC3" w14:textId="77777777" w:rsidR="0067416F" w:rsidRDefault="0067416F" w:rsidP="0067416F">
      <w:pPr>
        <w:pStyle w:val="Spec"/>
        <w:numPr>
          <w:ilvl w:val="5"/>
          <w:numId w:val="2"/>
        </w:numPr>
      </w:pPr>
      <w:r>
        <w:lastRenderedPageBreak/>
        <w:t>Provide information for workers in the language they understand best.</w:t>
      </w:r>
    </w:p>
    <w:p w14:paraId="4AAED9B4" w14:textId="77777777" w:rsidR="00D028C2" w:rsidRDefault="00D028C2" w:rsidP="00D028C2">
      <w:pPr>
        <w:pStyle w:val="Spec"/>
        <w:numPr>
          <w:ilvl w:val="5"/>
          <w:numId w:val="2"/>
        </w:numPr>
      </w:pPr>
      <w:r>
        <w:t>A</w:t>
      </w:r>
      <w:r w:rsidRPr="00F15E33">
        <w:t>nswer questions</w:t>
      </w:r>
      <w:r>
        <w:t>.</w:t>
      </w:r>
    </w:p>
    <w:p w14:paraId="21DBA220" w14:textId="6E1835AE" w:rsidR="00D028C2" w:rsidRDefault="00D028C2" w:rsidP="00D028C2">
      <w:pPr>
        <w:pStyle w:val="Spec"/>
        <w:numPr>
          <w:ilvl w:val="5"/>
          <w:numId w:val="2"/>
        </w:numPr>
      </w:pPr>
      <w:r>
        <w:t>I</w:t>
      </w:r>
      <w:r w:rsidRPr="00F15E33">
        <w:t xml:space="preserve">nstruct workers on safe practices </w:t>
      </w:r>
      <w:proofErr w:type="gramStart"/>
      <w:r w:rsidRPr="00F15E33">
        <w:t>at the moment</w:t>
      </w:r>
      <w:proofErr w:type="gramEnd"/>
      <w:r w:rsidRPr="00F15E33">
        <w:t xml:space="preserve"> unsafe behavior</w:t>
      </w:r>
      <w:r>
        <w:t xml:space="preserve"> is observed.</w:t>
      </w:r>
    </w:p>
    <w:p w14:paraId="5B4F256D" w14:textId="0C4E3E46" w:rsidR="0067416F" w:rsidRDefault="0067416F" w:rsidP="0067416F">
      <w:pPr>
        <w:pStyle w:val="Spec"/>
        <w:numPr>
          <w:ilvl w:val="4"/>
          <w:numId w:val="2"/>
        </w:numPr>
      </w:pPr>
      <w:r>
        <w:t xml:space="preserve">Regular cleaning </w:t>
      </w:r>
      <w:r w:rsidR="00C86B8F">
        <w:t xml:space="preserve">and sanitizing </w:t>
      </w:r>
      <w:r>
        <w:t>of</w:t>
      </w:r>
      <w:r w:rsidR="00A62D57">
        <w:t xml:space="preserve"> workplace</w:t>
      </w:r>
      <w:r>
        <w:t xml:space="preserve"> </w:t>
      </w:r>
      <w:proofErr w:type="gramStart"/>
      <w:r>
        <w:t>surfaces</w:t>
      </w:r>
      <w:proofErr w:type="gramEnd"/>
    </w:p>
    <w:p w14:paraId="69935EA7" w14:textId="7A701317" w:rsidR="0067416F" w:rsidRDefault="002742B7" w:rsidP="00F90A13">
      <w:pPr>
        <w:pStyle w:val="Spec"/>
        <w:numPr>
          <w:ilvl w:val="4"/>
          <w:numId w:val="2"/>
        </w:numPr>
      </w:pPr>
      <w:r>
        <w:t>Develop and manage a procedure for keeping employees who have tested positive or are symptomatic for COVID-19 out of the workplace for at least five days or implement effective controls.</w:t>
      </w:r>
    </w:p>
    <w:p w14:paraId="0997955A" w14:textId="430E6BED" w:rsidR="0067416F" w:rsidRDefault="0067416F" w:rsidP="0067416F">
      <w:pPr>
        <w:pStyle w:val="Spec"/>
        <w:numPr>
          <w:ilvl w:val="4"/>
          <w:numId w:val="2"/>
        </w:numPr>
      </w:pPr>
      <w:r>
        <w:t>A</w:t>
      </w:r>
      <w:r w:rsidRPr="00F15E33">
        <w:t xml:space="preserve">ll other duties deemed necessary by the </w:t>
      </w:r>
      <w:r>
        <w:t>Contractor</w:t>
      </w:r>
      <w:r w:rsidRPr="00F15E33">
        <w:t xml:space="preserve"> whose duty it is to coordinate, manage, and enforce the site work in an efficient and timely way and to keep workers safe</w:t>
      </w:r>
      <w:r w:rsidR="0060393D">
        <w:t>.</w:t>
      </w:r>
    </w:p>
    <w:p w14:paraId="53A5D828" w14:textId="76D65CA1" w:rsidR="00470863" w:rsidRPr="00526499" w:rsidRDefault="0060393D" w:rsidP="00F90A13">
      <w:pPr>
        <w:pStyle w:val="Spec"/>
        <w:numPr>
          <w:ilvl w:val="4"/>
          <w:numId w:val="2"/>
        </w:numPr>
      </w:pPr>
      <w:r>
        <w:t>Report work-related COVID-19 hospitalizations and fatalities to DOSH and provide proper notification to the Port per Paragraph 1.08.B.</w:t>
      </w:r>
    </w:p>
    <w:p w14:paraId="74F587FB" w14:textId="62D5F233" w:rsidR="000E65E3" w:rsidRDefault="000E65E3" w:rsidP="004D119B">
      <w:pPr>
        <w:pStyle w:val="Spec"/>
        <w:numPr>
          <w:ilvl w:val="3"/>
          <w:numId w:val="2"/>
        </w:numPr>
      </w:pPr>
      <w:r>
        <w:rPr>
          <w:noProof/>
        </w:rPr>
        <mc:AlternateContent>
          <mc:Choice Requires="wps">
            <w:drawing>
              <wp:anchor distT="0" distB="0" distL="114299" distR="114299" simplePos="0" relativeHeight="251660288" behindDoc="0" locked="0" layoutInCell="0" allowOverlap="1" wp14:anchorId="3C5942D1" wp14:editId="47650EB0">
                <wp:simplePos x="0" y="0"/>
                <wp:positionH relativeFrom="column">
                  <wp:posOffset>737234</wp:posOffset>
                </wp:positionH>
                <wp:positionV relativeFrom="page">
                  <wp:posOffset>1602740</wp:posOffset>
                </wp:positionV>
                <wp:extent cx="0" cy="649224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15A7C31A" id="Line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8.05pt,126.2pt" to="58.05pt,6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" o:allowincell="f" stroked="f" strokecolor="blue" strokeweight="2.25pt">
                <v:stroke dashstyle="1 1" endarrow="block"/>
                <w10:wrap anchory="page"/>
              </v:line>
            </w:pict>
          </mc:Fallback>
        </mc:AlternateContent>
      </w:r>
      <w:r>
        <w:t>Ensure meaningful, weekly safety meetings are held for all on-site employees. Provide the job foremen with appropriate training materials to conduct weekly “tool box” safety meetings and attend safety meetings to evaluate their effectiveness. Maintain documentation of topics discussed and attendees, with copies submitted to the</w:t>
      </w:r>
      <w:r w:rsidR="00C04132">
        <w:t xml:space="preserve"> </w:t>
      </w:r>
      <w:r w:rsidR="00155B23">
        <w:t xml:space="preserve">Port </w:t>
      </w:r>
      <w:r w:rsidR="00422D65">
        <w:t>I</w:t>
      </w:r>
      <w:r w:rsidR="00155B23">
        <w:t>nspector</w:t>
      </w:r>
      <w:r w:rsidR="00C04132">
        <w:t xml:space="preserve"> </w:t>
      </w:r>
      <w:r>
        <w:t>or included with Contractors Daily Report.</w:t>
      </w:r>
    </w:p>
    <w:p w14:paraId="0A6E9F40" w14:textId="77777777" w:rsidR="000E65E3" w:rsidRDefault="000E65E3" w:rsidP="004D119B">
      <w:pPr>
        <w:pStyle w:val="Spec"/>
        <w:numPr>
          <w:ilvl w:val="3"/>
          <w:numId w:val="2"/>
        </w:numPr>
      </w:pPr>
      <w:r>
        <w:t>Be responsible for the control, availability, and use of necessary safety equipment, including personal protective equipment and apparel for the employees.</w:t>
      </w:r>
    </w:p>
    <w:p w14:paraId="50DFFF7D" w14:textId="77777777" w:rsidR="000E65E3" w:rsidRDefault="000E65E3" w:rsidP="004D119B">
      <w:pPr>
        <w:pStyle w:val="Spec"/>
        <w:numPr>
          <w:ilvl w:val="3"/>
          <w:numId w:val="2"/>
        </w:numPr>
      </w:pPr>
      <w:r>
        <w:t>Shall attend a monthly safety committee meeting scheduled by the Manager of Construction Safety Services to discuss and resolve relevant issues related to safety and health on Port of Seattle projects.</w:t>
      </w:r>
    </w:p>
    <w:p w14:paraId="22A4F9C4" w14:textId="77777777" w:rsidR="000E65E3" w:rsidRPr="001C5CF1" w:rsidRDefault="000E65E3" w:rsidP="001C5CF1">
      <w:pPr>
        <w:pStyle w:val="Spec"/>
        <w:numPr>
          <w:ilvl w:val="0"/>
          <w:numId w:val="0"/>
        </w:numPr>
        <w:ind w:left="2160"/>
      </w:pPr>
    </w:p>
    <w:p w14:paraId="43C9A744" w14:textId="77777777" w:rsidR="00E001C8" w:rsidRDefault="00E001C8" w:rsidP="004D119B">
      <w:pPr>
        <w:pStyle w:val="Spec"/>
        <w:numPr>
          <w:ilvl w:val="1"/>
          <w:numId w:val="2"/>
        </w:numPr>
      </w:pPr>
      <w:r>
        <w:t>FOREMAN SAFETY RESPONSIBILITIES:</w:t>
      </w:r>
    </w:p>
    <w:p w14:paraId="2A22C488" w14:textId="77777777" w:rsidR="00E001C8" w:rsidRDefault="00E001C8" w:rsidP="004D119B">
      <w:pPr>
        <w:pStyle w:val="Spec"/>
        <w:numPr>
          <w:ilvl w:val="2"/>
          <w:numId w:val="2"/>
        </w:numPr>
      </w:pPr>
      <w:r>
        <w:t>Foremen are key individuals in an effective safety program.  Their pro-active efforts toward accident prevention on their daily assignments help determine the degree of safety that exists on the job.  A foreman’s safety responsibilities include the following as a minimum:</w:t>
      </w:r>
    </w:p>
    <w:p w14:paraId="12DA4D4E" w14:textId="77777777" w:rsidR="00E001C8" w:rsidRDefault="006D13F1" w:rsidP="004D119B">
      <w:pPr>
        <w:pStyle w:val="Spec"/>
        <w:numPr>
          <w:ilvl w:val="3"/>
          <w:numId w:val="2"/>
        </w:numPr>
      </w:pPr>
      <w:r>
        <w:t>Inspect his/her assigned job areas to ensure that unsafe acts or conditions are identified and corrected</w:t>
      </w:r>
    </w:p>
    <w:p w14:paraId="5BD47024" w14:textId="321C2994" w:rsidR="006D13F1" w:rsidRDefault="006D13F1" w:rsidP="004D119B">
      <w:pPr>
        <w:pStyle w:val="Spec"/>
        <w:numPr>
          <w:ilvl w:val="3"/>
          <w:numId w:val="2"/>
        </w:numPr>
      </w:pPr>
      <w:r>
        <w:t xml:space="preserve">Ensure that </w:t>
      </w:r>
      <w:r w:rsidR="00F15E33">
        <w:t xml:space="preserve">health and </w:t>
      </w:r>
      <w:r>
        <w:t>safety requirements are adhered to and enforced</w:t>
      </w:r>
    </w:p>
    <w:p w14:paraId="7FDF07DD" w14:textId="77777777" w:rsidR="006D13F1" w:rsidRDefault="006D13F1" w:rsidP="004D119B">
      <w:pPr>
        <w:pStyle w:val="Spec"/>
        <w:numPr>
          <w:ilvl w:val="3"/>
          <w:numId w:val="2"/>
        </w:numPr>
      </w:pPr>
      <w:r>
        <w:t>Provide and require the use of proper personnel protective equipment and suitable tools for the job</w:t>
      </w:r>
    </w:p>
    <w:p w14:paraId="2A3DB3FB" w14:textId="77777777" w:rsidR="006D13F1" w:rsidRDefault="006D13F1" w:rsidP="004D119B">
      <w:pPr>
        <w:pStyle w:val="Spec"/>
        <w:numPr>
          <w:ilvl w:val="3"/>
          <w:numId w:val="2"/>
        </w:numPr>
      </w:pPr>
      <w:r>
        <w:t>Set a good example for his/her crew in the matter of safety</w:t>
      </w:r>
    </w:p>
    <w:p w14:paraId="1C2E600E" w14:textId="77777777" w:rsidR="006D13F1" w:rsidRDefault="006D13F1" w:rsidP="004D119B">
      <w:pPr>
        <w:pStyle w:val="Spec"/>
        <w:numPr>
          <w:ilvl w:val="3"/>
          <w:numId w:val="2"/>
        </w:numPr>
      </w:pPr>
      <w:r>
        <w:lastRenderedPageBreak/>
        <w:t>Ensure that orderliness and good housekeeping are maintained</w:t>
      </w:r>
    </w:p>
    <w:p w14:paraId="3A27B195" w14:textId="77777777" w:rsidR="006D13F1" w:rsidRDefault="006D13F1" w:rsidP="004D119B">
      <w:pPr>
        <w:pStyle w:val="Spec"/>
        <w:numPr>
          <w:ilvl w:val="3"/>
          <w:numId w:val="2"/>
        </w:numPr>
      </w:pPr>
      <w:r>
        <w:t>See that his/her assigned crew is properly instructed in the safe work practices when assigned to job tasks</w:t>
      </w:r>
    </w:p>
    <w:p w14:paraId="1FD47952" w14:textId="77777777" w:rsidR="006D13F1" w:rsidRDefault="006D13F1" w:rsidP="004D119B">
      <w:pPr>
        <w:pStyle w:val="Spec"/>
        <w:numPr>
          <w:ilvl w:val="3"/>
          <w:numId w:val="2"/>
        </w:numPr>
      </w:pPr>
      <w:r>
        <w:t>Investigate all accidents that occur in areas under their direction to determine facts necessary for corrective actions</w:t>
      </w:r>
    </w:p>
    <w:p w14:paraId="353F109D" w14:textId="77777777" w:rsidR="006D13F1" w:rsidRDefault="006924D0" w:rsidP="004D119B">
      <w:pPr>
        <w:pStyle w:val="Spec"/>
        <w:numPr>
          <w:ilvl w:val="3"/>
          <w:numId w:val="2"/>
        </w:numPr>
      </w:pPr>
      <w:r>
        <w:t>Promptly assist in the completion of accident reports per contract requirements</w:t>
      </w:r>
    </w:p>
    <w:p w14:paraId="4F6D17FF" w14:textId="77777777" w:rsidR="006924D0" w:rsidRDefault="006924D0" w:rsidP="004D119B">
      <w:pPr>
        <w:pStyle w:val="Spec"/>
        <w:numPr>
          <w:ilvl w:val="3"/>
          <w:numId w:val="2"/>
        </w:numPr>
      </w:pPr>
      <w:r>
        <w:t>Conduct weekly toolbox safety meetings with personnel to discuss unsafe work practices and conditions identified</w:t>
      </w:r>
    </w:p>
    <w:p w14:paraId="273E7DFC" w14:textId="77777777" w:rsidR="006924D0" w:rsidRDefault="006924D0" w:rsidP="004D119B">
      <w:pPr>
        <w:pStyle w:val="Spec"/>
        <w:numPr>
          <w:ilvl w:val="3"/>
          <w:numId w:val="2"/>
        </w:numPr>
      </w:pPr>
      <w:r>
        <w:t>Review accident investigations and corrective actions implemented</w:t>
      </w:r>
    </w:p>
    <w:p w14:paraId="2373F90D" w14:textId="77777777" w:rsidR="006924D0" w:rsidRDefault="006924D0" w:rsidP="004D119B">
      <w:pPr>
        <w:pStyle w:val="Spec"/>
        <w:numPr>
          <w:ilvl w:val="3"/>
          <w:numId w:val="2"/>
        </w:numPr>
      </w:pPr>
      <w:r>
        <w:t>Encourage personnel to make suggestions regarding safety and to pass these on to supervision</w:t>
      </w:r>
    </w:p>
    <w:p w14:paraId="33262CA8" w14:textId="77777777" w:rsidR="006924D0" w:rsidRDefault="006924D0" w:rsidP="004D119B">
      <w:pPr>
        <w:pStyle w:val="Spec"/>
        <w:numPr>
          <w:ilvl w:val="3"/>
          <w:numId w:val="2"/>
        </w:numPr>
      </w:pPr>
      <w:r>
        <w:t>Ensure that prompt first aid is administered</w:t>
      </w:r>
    </w:p>
    <w:p w14:paraId="48F7EF71" w14:textId="77B3988C" w:rsidR="00B253FB" w:rsidRDefault="00CC69ED" w:rsidP="004D119B">
      <w:pPr>
        <w:pStyle w:val="Spec"/>
        <w:numPr>
          <w:ilvl w:val="1"/>
          <w:numId w:val="2"/>
        </w:numPr>
      </w:pPr>
      <w:r>
        <w:t>QUALIFICATIONS</w:t>
      </w:r>
    </w:p>
    <w:p w14:paraId="6AA99AD7" w14:textId="77777777" w:rsidR="00B253FB" w:rsidRDefault="00B253FB" w:rsidP="004D119B">
      <w:pPr>
        <w:pStyle w:val="Spec"/>
        <w:numPr>
          <w:ilvl w:val="2"/>
          <w:numId w:val="2"/>
        </w:numPr>
      </w:pPr>
      <w:r>
        <w:t>Fulltime</w:t>
      </w:r>
      <w:r w:rsidR="003E736D">
        <w:t xml:space="preserve"> </w:t>
      </w:r>
      <w:r>
        <w:t>Safety</w:t>
      </w:r>
      <w:r w:rsidR="003E736D">
        <w:t xml:space="preserve"> </w:t>
      </w:r>
      <w:r>
        <w:t>Professional</w:t>
      </w:r>
      <w:r w:rsidR="003E736D">
        <w:t xml:space="preserve"> </w:t>
      </w:r>
      <w:r>
        <w:t>qualifications</w:t>
      </w:r>
      <w:r w:rsidR="003E736D">
        <w:t xml:space="preserve"> </w:t>
      </w:r>
      <w:r>
        <w:t>include:</w:t>
      </w:r>
    </w:p>
    <w:p w14:paraId="07A60D50" w14:textId="74C8BCFD" w:rsidR="00B253FB" w:rsidRDefault="00706280" w:rsidP="004D119B">
      <w:pPr>
        <w:pStyle w:val="Spec"/>
        <w:numPr>
          <w:ilvl w:val="3"/>
          <w:numId w:val="2"/>
        </w:numPr>
      </w:pPr>
      <w:r>
        <w:t>Shall</w:t>
      </w:r>
      <w:r w:rsidR="003E736D">
        <w:t xml:space="preserve"> </w:t>
      </w:r>
      <w:r w:rsidR="00B253FB">
        <w:t>have</w:t>
      </w:r>
      <w:r w:rsidR="003E736D">
        <w:t xml:space="preserve"> </w:t>
      </w:r>
      <w:r w:rsidR="00B253FB">
        <w:t>no</w:t>
      </w:r>
      <w:r w:rsidR="003E736D">
        <w:t xml:space="preserve"> </w:t>
      </w:r>
      <w:r w:rsidR="00B253FB">
        <w:t>other</w:t>
      </w:r>
      <w:r w:rsidR="003E736D">
        <w:t xml:space="preserve"> </w:t>
      </w:r>
      <w:r w:rsidR="00B253FB">
        <w:t>duties.</w:t>
      </w:r>
      <w:r w:rsidR="00F15E33">
        <w:t xml:space="preserve"> </w:t>
      </w:r>
    </w:p>
    <w:p w14:paraId="0B3B991D" w14:textId="440E045F" w:rsidR="00EC31D4" w:rsidRDefault="002771EE" w:rsidP="004D119B">
      <w:pPr>
        <w:pStyle w:val="Spec"/>
        <w:numPr>
          <w:ilvl w:val="3"/>
          <w:numId w:val="2"/>
        </w:numPr>
      </w:pPr>
      <w:r>
        <w:t>M</w:t>
      </w:r>
      <w:r w:rsidR="00EC31D4">
        <w:t>ust be employed in a supervisory position, empowered by their employer to take corrective action</w:t>
      </w:r>
      <w:r w:rsidR="00507FA8">
        <w:t>.</w:t>
      </w:r>
    </w:p>
    <w:p w14:paraId="08597C6D" w14:textId="21992560" w:rsidR="00B253FB" w:rsidRDefault="00706280" w:rsidP="004D119B">
      <w:pPr>
        <w:pStyle w:val="Spec"/>
        <w:numPr>
          <w:ilvl w:val="3"/>
          <w:numId w:val="2"/>
        </w:numPr>
      </w:pPr>
      <w:r>
        <w:t>An</w:t>
      </w:r>
      <w:r w:rsidR="003E736D">
        <w:t xml:space="preserve"> </w:t>
      </w:r>
      <w:r w:rsidR="00B253FB">
        <w:t>individual</w:t>
      </w:r>
      <w:r w:rsidR="003E736D">
        <w:t xml:space="preserve"> </w:t>
      </w:r>
      <w:r w:rsidR="00B253FB">
        <w:t>possessing</w:t>
      </w:r>
      <w:r w:rsidR="003E736D">
        <w:t xml:space="preserve"> </w:t>
      </w:r>
      <w:r w:rsidR="00B253FB">
        <w:t>a</w:t>
      </w:r>
      <w:r w:rsidR="003E736D">
        <w:t xml:space="preserve"> </w:t>
      </w:r>
      <w:r w:rsidR="00B253FB">
        <w:t>minimum</w:t>
      </w:r>
      <w:r w:rsidR="003E736D">
        <w:t xml:space="preserve"> </w:t>
      </w:r>
      <w:r w:rsidR="00B253FB">
        <w:t>of</w:t>
      </w:r>
      <w:r w:rsidR="003E736D">
        <w:t xml:space="preserve"> </w:t>
      </w:r>
      <w:r w:rsidR="00B253FB">
        <w:t>five</w:t>
      </w:r>
      <w:r w:rsidR="003E736D">
        <w:t xml:space="preserve"> </w:t>
      </w:r>
      <w:r w:rsidR="00B253FB">
        <w:t>years</w:t>
      </w:r>
      <w:r w:rsidR="003E736D">
        <w:t xml:space="preserve"> </w:t>
      </w:r>
      <w:r w:rsidR="00B253FB">
        <w:t>progressive</w:t>
      </w:r>
      <w:r w:rsidR="003E736D">
        <w:t xml:space="preserve"> </w:t>
      </w:r>
      <w:r w:rsidR="00B253FB">
        <w:t>experience</w:t>
      </w:r>
      <w:r w:rsidR="003E736D">
        <w:t xml:space="preserve"> </w:t>
      </w:r>
      <w:r w:rsidR="00B253FB">
        <w:t>managing</w:t>
      </w:r>
      <w:r w:rsidR="003E736D">
        <w:t xml:space="preserve"> </w:t>
      </w:r>
      <w:r w:rsidR="00B253FB">
        <w:t>safety</w:t>
      </w:r>
      <w:r w:rsidR="003E736D">
        <w:t xml:space="preserve"> </w:t>
      </w:r>
      <w:r w:rsidR="00B253FB">
        <w:t>programs</w:t>
      </w:r>
      <w:r w:rsidR="003E736D">
        <w:t xml:space="preserve"> </w:t>
      </w:r>
      <w:r w:rsidR="00B253FB">
        <w:t>on</w:t>
      </w:r>
      <w:r w:rsidR="003E736D">
        <w:t xml:space="preserve"> </w:t>
      </w:r>
      <w:r w:rsidR="00B253FB">
        <w:t>large</w:t>
      </w:r>
      <w:r w:rsidR="003E736D">
        <w:t xml:space="preserve"> </w:t>
      </w:r>
      <w:r w:rsidR="00B253FB">
        <w:t>construction</w:t>
      </w:r>
      <w:r w:rsidR="003E736D">
        <w:t xml:space="preserve"> </w:t>
      </w:r>
      <w:r w:rsidR="00B253FB">
        <w:t>projects</w:t>
      </w:r>
      <w:r w:rsidR="003E736D">
        <w:t xml:space="preserve"> </w:t>
      </w:r>
      <w:r w:rsidR="00B253FB">
        <w:t>comparable</w:t>
      </w:r>
      <w:r w:rsidR="003E736D">
        <w:t xml:space="preserve"> </w:t>
      </w:r>
      <w:r w:rsidR="00B253FB">
        <w:t>to</w:t>
      </w:r>
      <w:r w:rsidR="003E736D">
        <w:t xml:space="preserve"> </w:t>
      </w:r>
      <w:r w:rsidR="00B253FB">
        <w:t>this</w:t>
      </w:r>
      <w:r w:rsidR="003E736D">
        <w:t xml:space="preserve"> </w:t>
      </w:r>
      <w:r w:rsidR="00B253FB">
        <w:t>contract</w:t>
      </w:r>
      <w:r w:rsidR="003E736D">
        <w:t xml:space="preserve"> </w:t>
      </w:r>
      <w:r w:rsidR="00B253FB">
        <w:t>in</w:t>
      </w:r>
      <w:r w:rsidR="003E736D">
        <w:t xml:space="preserve"> </w:t>
      </w:r>
      <w:r w:rsidR="00B253FB">
        <w:t>scope</w:t>
      </w:r>
      <w:r w:rsidR="003E736D">
        <w:t xml:space="preserve"> </w:t>
      </w:r>
      <w:r w:rsidR="00B253FB">
        <w:t>and</w:t>
      </w:r>
      <w:r w:rsidR="003E736D">
        <w:t xml:space="preserve"> </w:t>
      </w:r>
      <w:r w:rsidR="00B253FB">
        <w:t>complexity.</w:t>
      </w:r>
    </w:p>
    <w:p w14:paraId="6C070436" w14:textId="77777777" w:rsidR="00B253FB"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construction</w:t>
      </w:r>
      <w:r w:rsidR="003E736D">
        <w:t xml:space="preserve"> </w:t>
      </w:r>
      <w:r>
        <w:t>safety.</w:t>
      </w:r>
    </w:p>
    <w:p w14:paraId="643988AC" w14:textId="7EE13F8E"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0E3D0E79" w14:textId="2250173C" w:rsidR="00B253FB"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500</w:t>
      </w:r>
      <w:r w:rsidR="003E736D">
        <w:t xml:space="preserve"> </w:t>
      </w:r>
      <w:r>
        <w:t>Safety</w:t>
      </w:r>
      <w:r w:rsidR="003E736D">
        <w:t xml:space="preserve"> </w:t>
      </w:r>
      <w:r>
        <w:t>and</w:t>
      </w:r>
      <w:r w:rsidR="003E736D">
        <w:t xml:space="preserve"> </w:t>
      </w:r>
      <w:r>
        <w:t>Health</w:t>
      </w:r>
      <w:r w:rsidR="003E736D">
        <w:t xml:space="preserve"> </w:t>
      </w:r>
      <w:r>
        <w:t>Course.</w:t>
      </w:r>
      <w:r w:rsidR="003E736D">
        <w:t xml:space="preserve"> </w:t>
      </w:r>
      <w:r>
        <w:t>This</w:t>
      </w:r>
      <w:r w:rsidR="003E736D">
        <w:t xml:space="preserve"> </w:t>
      </w:r>
      <w:r>
        <w:t>requirement</w:t>
      </w:r>
      <w:r w:rsidR="003E736D">
        <w:t xml:space="preserve"> </w:t>
      </w:r>
      <w:r>
        <w:t>may</w:t>
      </w:r>
      <w:r w:rsidR="003E736D">
        <w:t xml:space="preserve"> </w:t>
      </w:r>
      <w:r>
        <w:t>be</w:t>
      </w:r>
      <w:r w:rsidR="003E736D">
        <w:t xml:space="preserve"> </w:t>
      </w:r>
      <w:r>
        <w:t>waived</w:t>
      </w:r>
      <w:r w:rsidR="003E736D">
        <w:t xml:space="preserve"> </w:t>
      </w:r>
      <w:r>
        <w:t>in</w:t>
      </w:r>
      <w:r w:rsidR="003E736D">
        <w:t xml:space="preserve"> </w:t>
      </w:r>
      <w:r>
        <w:t>lieu</w:t>
      </w:r>
      <w:r w:rsidR="003E736D">
        <w:t xml:space="preserve"> </w:t>
      </w:r>
      <w:r>
        <w:t>of</w:t>
      </w:r>
      <w:r w:rsidR="003E736D">
        <w:t xml:space="preserve"> </w:t>
      </w:r>
      <w:r>
        <w:t>a</w:t>
      </w:r>
      <w:r w:rsidR="003E736D">
        <w:t xml:space="preserve"> </w:t>
      </w:r>
      <w:r>
        <w:t>safety</w:t>
      </w:r>
      <w:r w:rsidR="003E736D">
        <w:t xml:space="preserve"> </w:t>
      </w:r>
      <w:r>
        <w:t>and</w:t>
      </w:r>
      <w:r w:rsidR="003E736D">
        <w:t xml:space="preserve"> </w:t>
      </w:r>
      <w:r>
        <w:t>health</w:t>
      </w:r>
      <w:r w:rsidR="003E736D">
        <w:t xml:space="preserve"> </w:t>
      </w:r>
      <w:r>
        <w:t>degree</w:t>
      </w:r>
      <w:r w:rsidR="003E736D">
        <w:t xml:space="preserve"> </w:t>
      </w:r>
      <w:r>
        <w:t>or</w:t>
      </w:r>
      <w:r w:rsidR="003E736D">
        <w:t xml:space="preserve"> </w:t>
      </w:r>
      <w:r>
        <w:t>professional</w:t>
      </w:r>
      <w:r w:rsidR="003E736D">
        <w:t xml:space="preserve"> </w:t>
      </w:r>
      <w:r>
        <w:t>safety</w:t>
      </w:r>
      <w:r w:rsidR="003E736D">
        <w:t xml:space="preserve"> </w:t>
      </w:r>
      <w:r>
        <w:t>certification.</w:t>
      </w:r>
    </w:p>
    <w:p w14:paraId="5760DF38" w14:textId="77777777" w:rsidR="00B253FB" w:rsidRDefault="00B253FB" w:rsidP="004D119B">
      <w:pPr>
        <w:pStyle w:val="Spec"/>
        <w:numPr>
          <w:ilvl w:val="3"/>
          <w:numId w:val="2"/>
        </w:numPr>
      </w:pPr>
      <w:r>
        <w:t>Training</w:t>
      </w:r>
      <w:r w:rsidR="003E736D">
        <w:t xml:space="preserve"> </w:t>
      </w:r>
      <w:r>
        <w:t>and</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is</w:t>
      </w:r>
      <w:r w:rsidR="003E736D">
        <w:t xml:space="preserve"> </w:t>
      </w:r>
      <w:r>
        <w:t>preferred.</w:t>
      </w:r>
    </w:p>
    <w:p w14:paraId="3A604814" w14:textId="77777777" w:rsidR="00B253FB" w:rsidRDefault="00B253FB" w:rsidP="004D119B">
      <w:pPr>
        <w:pStyle w:val="Spec"/>
        <w:numPr>
          <w:ilvl w:val="3"/>
          <w:numId w:val="2"/>
        </w:numPr>
      </w:pP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1AB9EDDA" w14:textId="77777777" w:rsidR="00B253FB" w:rsidRDefault="00B253FB" w:rsidP="004D119B">
      <w:pPr>
        <w:pStyle w:val="Spec"/>
        <w:numPr>
          <w:ilvl w:val="3"/>
          <w:numId w:val="2"/>
        </w:numPr>
      </w:pPr>
      <w:r>
        <w:t>Is</w:t>
      </w:r>
      <w:r w:rsidR="003E736D">
        <w:t xml:space="preserve"> </w:t>
      </w:r>
      <w:r>
        <w:t>proficient</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69E67BB7" w14:textId="77777777" w:rsidR="00B253FB" w:rsidRDefault="00B253FB" w:rsidP="004D119B">
      <w:pPr>
        <w:pStyle w:val="Spec"/>
        <w:numPr>
          <w:ilvl w:val="2"/>
          <w:numId w:val="2"/>
        </w:numPr>
      </w:pPr>
      <w:r>
        <w:t>Site</w:t>
      </w:r>
      <w:r w:rsidR="003E736D">
        <w:t xml:space="preserve"> </w:t>
      </w:r>
      <w:r>
        <w:t>Safety</w:t>
      </w:r>
      <w:r w:rsidR="003E736D">
        <w:t xml:space="preserve"> </w:t>
      </w:r>
      <w:r>
        <w:t>Officer</w:t>
      </w:r>
      <w:r w:rsidR="003E736D">
        <w:t xml:space="preserve"> </w:t>
      </w:r>
      <w:r>
        <w:t>qualifications</w:t>
      </w:r>
      <w:r w:rsidR="003E736D">
        <w:t xml:space="preserve"> </w:t>
      </w:r>
      <w:r>
        <w:t>include:</w:t>
      </w:r>
    </w:p>
    <w:p w14:paraId="4A250C2C" w14:textId="75981AF5" w:rsidR="00B253FB" w:rsidRDefault="00B253FB" w:rsidP="004D119B">
      <w:pPr>
        <w:pStyle w:val="Spec"/>
        <w:numPr>
          <w:ilvl w:val="3"/>
          <w:numId w:val="2"/>
        </w:numPr>
      </w:pPr>
      <w:r>
        <w:t>An</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safety</w:t>
      </w:r>
      <w:r w:rsidR="003E736D">
        <w:t xml:space="preserve"> </w:t>
      </w:r>
      <w:r>
        <w:t>functions</w:t>
      </w:r>
      <w:r w:rsidR="003E736D">
        <w:t xml:space="preserve"> </w:t>
      </w:r>
      <w:r>
        <w:t>on</w:t>
      </w:r>
      <w:r w:rsidR="003E736D">
        <w:t xml:space="preserve"> </w:t>
      </w:r>
      <w:r>
        <w:t>any</w:t>
      </w:r>
      <w:r w:rsidR="003E736D">
        <w:t xml:space="preserve"> </w:t>
      </w:r>
      <w:r>
        <w:t>contract</w:t>
      </w:r>
      <w:r w:rsidR="003E736D">
        <w:t xml:space="preserve"> </w:t>
      </w:r>
      <w:r>
        <w:t>not</w:t>
      </w:r>
      <w:r w:rsidR="003E736D">
        <w:t xml:space="preserve"> </w:t>
      </w:r>
      <w:r>
        <w:t>requiring</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bookmarkStart w:id="5" w:name="_Hlk37751450"/>
      <w:r>
        <w:t>This</w:t>
      </w:r>
      <w:r w:rsidR="003E736D">
        <w:t xml:space="preserve"> </w:t>
      </w:r>
      <w:r>
        <w:t>can</w:t>
      </w:r>
      <w:r w:rsidR="003E736D">
        <w:t xml:space="preserve"> </w:t>
      </w:r>
      <w:r>
        <w:t>be</w:t>
      </w:r>
      <w:r w:rsidR="003E736D">
        <w:t xml:space="preserve"> </w:t>
      </w:r>
      <w:r>
        <w:t>a</w:t>
      </w:r>
      <w:r w:rsidR="003E736D">
        <w:t xml:space="preserve"> </w:t>
      </w:r>
      <w:r>
        <w:t>collateral</w:t>
      </w:r>
      <w:r w:rsidR="003E736D">
        <w:t xml:space="preserve"> </w:t>
      </w:r>
      <w:r>
        <w:t>duty</w:t>
      </w:r>
      <w:r w:rsidR="003E736D">
        <w:t xml:space="preserve"> </w:t>
      </w:r>
      <w:r>
        <w:t>position</w:t>
      </w:r>
      <w:r w:rsidR="003E736D">
        <w:t xml:space="preserve"> </w:t>
      </w:r>
      <w:r>
        <w:t>held</w:t>
      </w:r>
      <w:r w:rsidR="003E736D">
        <w:t xml:space="preserve"> </w:t>
      </w:r>
      <w:r>
        <w:t>by</w:t>
      </w:r>
      <w:r w:rsidR="003E736D">
        <w:t xml:space="preserve"> </w:t>
      </w:r>
      <w:r>
        <w:t>a</w:t>
      </w:r>
      <w:r w:rsidR="003E736D">
        <w:t xml:space="preserve"> </w:t>
      </w:r>
      <w:r>
        <w:t>supervisor.</w:t>
      </w:r>
      <w:r w:rsidR="009A3227">
        <w:t xml:space="preserve">  Safety duties shall take priority over other collateral duties.</w:t>
      </w:r>
    </w:p>
    <w:bookmarkEnd w:id="5"/>
    <w:p w14:paraId="61C847A7" w14:textId="50D1219D" w:rsidR="00507FA8" w:rsidRDefault="002771EE" w:rsidP="004D119B">
      <w:pPr>
        <w:pStyle w:val="Spec"/>
        <w:numPr>
          <w:ilvl w:val="3"/>
          <w:numId w:val="2"/>
        </w:numPr>
      </w:pPr>
      <w:r>
        <w:lastRenderedPageBreak/>
        <w:t>M</w:t>
      </w:r>
      <w:r w:rsidR="00507FA8">
        <w:t>ust be employed in a supervisory position, empowered by their employer to take corrective action.</w:t>
      </w:r>
    </w:p>
    <w:p w14:paraId="0A50D505" w14:textId="16D12CAC" w:rsidR="00B253FB" w:rsidRDefault="00B253FB" w:rsidP="004D119B">
      <w:pPr>
        <w:pStyle w:val="Spec"/>
        <w:numPr>
          <w:ilvl w:val="3"/>
          <w:numId w:val="2"/>
        </w:numPr>
      </w:pPr>
      <w:r>
        <w:t>Possess</w:t>
      </w:r>
      <w:r w:rsidR="003E736D">
        <w:t xml:space="preserve"> </w:t>
      </w:r>
      <w:r>
        <w:t>a</w:t>
      </w:r>
      <w:r w:rsidR="003E736D">
        <w:t xml:space="preserve"> </w:t>
      </w:r>
      <w:r>
        <w:t>minimum</w:t>
      </w:r>
      <w:r w:rsidR="003E736D">
        <w:t xml:space="preserve"> </w:t>
      </w:r>
      <w:r>
        <w:t>5</w:t>
      </w:r>
      <w:r w:rsidR="003E736D">
        <w:t xml:space="preserve"> </w:t>
      </w:r>
      <w:proofErr w:type="gramStart"/>
      <w:r>
        <w:t>years</w:t>
      </w:r>
      <w:proofErr w:type="gramEnd"/>
      <w:r w:rsidR="003E736D">
        <w:t xml:space="preserve"> </w:t>
      </w:r>
      <w:r>
        <w:t>progressive</w:t>
      </w:r>
      <w:r w:rsidR="003E736D">
        <w:t xml:space="preserve"> </w:t>
      </w:r>
      <w:r>
        <w:t>experience</w:t>
      </w:r>
      <w:ins w:id="6" w:author="Heilgeist, Stacy" w:date="2023-10-31T11:58:00Z">
        <w:r w:rsidR="001A1598">
          <w:t xml:space="preserve"> with construction safety responsibilities</w:t>
        </w:r>
      </w:ins>
      <w:del w:id="7" w:author="Heilgeist, Stacy" w:date="2023-10-31T11:58:00Z">
        <w:r w:rsidR="003E736D" w:rsidDel="001A1598">
          <w:delText xml:space="preserve"> </w:delText>
        </w:r>
        <w:r w:rsidDel="001A1598">
          <w:delText>in</w:delText>
        </w:r>
        <w:r w:rsidR="003E736D" w:rsidDel="001A1598">
          <w:delText xml:space="preserve"> </w:delText>
        </w:r>
        <w:r w:rsidDel="001A1598">
          <w:delText>thei</w:delText>
        </w:r>
      </w:del>
      <w:del w:id="8" w:author="Heilgeist, Stacy" w:date="2023-10-31T11:59:00Z">
        <w:r w:rsidDel="001A1598">
          <w:delText>r</w:delText>
        </w:r>
        <w:r w:rsidR="003E736D" w:rsidDel="001A1598">
          <w:delText xml:space="preserve"> </w:delText>
        </w:r>
        <w:r w:rsidDel="001A1598">
          <w:delText>trade</w:delText>
        </w:r>
      </w:del>
      <w:r>
        <w:t>.</w:t>
      </w:r>
    </w:p>
    <w:p w14:paraId="5383511D" w14:textId="77777777" w:rsidR="003B6CBB" w:rsidRPr="00BA67E6" w:rsidRDefault="003B6CBB" w:rsidP="003B6CBB">
      <w:pPr>
        <w:pStyle w:val="Spec"/>
        <w:numPr>
          <w:ilvl w:val="3"/>
          <w:numId w:val="2"/>
        </w:numPr>
      </w:pPr>
      <w:r>
        <w:t>Be knowledgeable concerning all federal, state, and Port of Seattle regulations applicable to safety.</w:t>
      </w:r>
    </w:p>
    <w:p w14:paraId="124A8F6A" w14:textId="674F11C0" w:rsidR="001C5CF1" w:rsidRDefault="001C5CF1" w:rsidP="001C5CF1">
      <w:pPr>
        <w:pStyle w:val="Note"/>
      </w:pPr>
      <w:r>
        <w:t>For Port Construction Services small works contracts, replace OSHA 30-hour with OSHA 10-hour below.</w:t>
      </w:r>
    </w:p>
    <w:p w14:paraId="210FA40C" w14:textId="75E053D4" w:rsidR="00B253FB" w:rsidRPr="00BA67E6"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30-hour</w:t>
      </w:r>
      <w:r w:rsidR="003E736D">
        <w:t xml:space="preserve"> </w:t>
      </w:r>
      <w:r>
        <w:t>Safety</w:t>
      </w:r>
      <w:r w:rsidR="003E736D">
        <w:t xml:space="preserve"> </w:t>
      </w:r>
      <w:r>
        <w:t>&amp;</w:t>
      </w:r>
      <w:r w:rsidR="003E736D">
        <w:t xml:space="preserve"> </w:t>
      </w:r>
      <w:r>
        <w:t>Health</w:t>
      </w:r>
      <w:r w:rsidR="003E736D">
        <w:t xml:space="preserve"> </w:t>
      </w:r>
      <w:r>
        <w:t>Course.</w:t>
      </w:r>
    </w:p>
    <w:p w14:paraId="70152C2F" w14:textId="5F68F08E"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774D0061" w14:textId="77777777" w:rsidR="00B253FB" w:rsidRDefault="00B253FB" w:rsidP="004D119B">
      <w:pPr>
        <w:pStyle w:val="Spec"/>
        <w:numPr>
          <w:ilvl w:val="3"/>
          <w:numId w:val="2"/>
        </w:numPr>
      </w:pPr>
      <w:r>
        <w:t>Be</w:t>
      </w:r>
      <w:r w:rsidR="003E736D">
        <w:t xml:space="preserve"> </w:t>
      </w:r>
      <w:r>
        <w:t>trained</w:t>
      </w:r>
      <w:r w:rsidR="003E736D">
        <w:t xml:space="preserve"> </w:t>
      </w:r>
      <w:r>
        <w:t>in,</w:t>
      </w:r>
      <w:r w:rsidR="003E736D">
        <w:t xml:space="preserve"> </w:t>
      </w:r>
      <w:r>
        <w:t>and</w:t>
      </w:r>
      <w:r w:rsidR="003E736D">
        <w:t xml:space="preserve"> </w:t>
      </w:r>
      <w:r>
        <w:t>possess</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p>
    <w:p w14:paraId="60148C70" w14:textId="77777777"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and</w:t>
      </w:r>
      <w:r w:rsidR="003E736D">
        <w:t xml:space="preserve"> </w:t>
      </w: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0F5C80A1" w14:textId="44B7B410"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41D149C0" w14:textId="77777777" w:rsidR="00A64890" w:rsidRDefault="00A64890" w:rsidP="001C5CF1">
      <w:pPr>
        <w:pStyle w:val="Spec"/>
        <w:numPr>
          <w:ilvl w:val="0"/>
          <w:numId w:val="0"/>
        </w:numPr>
        <w:ind w:left="2880"/>
      </w:pPr>
    </w:p>
    <w:p w14:paraId="5F3CF537" w14:textId="77777777" w:rsidR="000132CA" w:rsidRDefault="000132CA" w:rsidP="001C5CF1">
      <w:pPr>
        <w:pStyle w:val="Spec"/>
        <w:numPr>
          <w:ilvl w:val="0"/>
          <w:numId w:val="0"/>
        </w:numPr>
        <w:ind w:left="2880"/>
      </w:pPr>
    </w:p>
    <w:p w14:paraId="484A24CF" w14:textId="77777777" w:rsidR="00B253FB" w:rsidRDefault="00B253FB" w:rsidP="004D119B">
      <w:pPr>
        <w:pStyle w:val="Spec"/>
        <w:numPr>
          <w:ilvl w:val="1"/>
          <w:numId w:val="2"/>
        </w:numPr>
      </w:pPr>
      <w:r>
        <w:t>DETERMINATION</w:t>
      </w:r>
    </w:p>
    <w:p w14:paraId="5F72F1EA" w14:textId="77777777" w:rsidR="00B253FB" w:rsidRDefault="00B253FB" w:rsidP="004D119B">
      <w:pPr>
        <w:pStyle w:val="Spec"/>
        <w:numPr>
          <w:ilvl w:val="2"/>
          <w:numId w:val="2"/>
        </w:numPr>
      </w:pPr>
      <w:r>
        <w:t>When</w:t>
      </w:r>
      <w:r w:rsidR="003E736D">
        <w:t xml:space="preserve"> </w:t>
      </w:r>
      <w:r>
        <w:t>the</w:t>
      </w:r>
      <w:r w:rsidR="003E736D">
        <w:t xml:space="preserve"> </w:t>
      </w:r>
      <w:r>
        <w:t>number</w:t>
      </w:r>
      <w:r w:rsidR="003E736D">
        <w:t xml:space="preserve"> </w:t>
      </w:r>
      <w:r>
        <w:t>of</w:t>
      </w:r>
      <w:r w:rsidR="003E736D">
        <w:t xml:space="preserve"> </w:t>
      </w:r>
      <w:r>
        <w:t>personnel</w:t>
      </w:r>
      <w:r w:rsidR="003E736D">
        <w:t xml:space="preserve"> </w:t>
      </w:r>
      <w:r>
        <w:t>on</w:t>
      </w:r>
      <w:r w:rsidR="003E736D">
        <w:t xml:space="preserve"> </w:t>
      </w:r>
      <w:r>
        <w:t>any</w:t>
      </w:r>
      <w:r w:rsidR="003E736D">
        <w:t xml:space="preserve"> </w:t>
      </w:r>
      <w:r>
        <w:t>shift</w:t>
      </w:r>
      <w:r w:rsidR="003E736D">
        <w:t xml:space="preserve"> </w:t>
      </w:r>
      <w:r>
        <w:t>is</w:t>
      </w:r>
      <w:r w:rsidR="003E736D">
        <w:t xml:space="preserve"> </w:t>
      </w:r>
      <w:r>
        <w:t>under</w:t>
      </w:r>
      <w:r w:rsidR="003E736D">
        <w:t xml:space="preserve"> </w:t>
      </w:r>
      <w:r>
        <w:t>40</w:t>
      </w:r>
      <w:r w:rsidR="003E736D">
        <w:t xml:space="preserve"> </w:t>
      </w:r>
      <w:r>
        <w:t>(including</w:t>
      </w:r>
      <w:r w:rsidR="003E736D">
        <w:t xml:space="preserve"> </w:t>
      </w:r>
      <w:r>
        <w:t>Subcontractor</w:t>
      </w:r>
      <w:r w:rsidR="003E736D">
        <w:t xml:space="preserve"> </w:t>
      </w:r>
      <w:r>
        <w:t>employees),</w:t>
      </w:r>
      <w:r w:rsidR="003E736D">
        <w:t xml:space="preserve"> </w:t>
      </w:r>
      <w:r>
        <w:t>the</w:t>
      </w:r>
      <w:r w:rsidR="003E736D">
        <w:t xml:space="preserve"> </w:t>
      </w:r>
      <w:r>
        <w:t>Contractor’s</w:t>
      </w:r>
      <w:r w:rsidR="003E736D">
        <w:t xml:space="preserve"> </w:t>
      </w:r>
      <w:r>
        <w:t>safety</w:t>
      </w:r>
      <w:r w:rsidR="003E736D">
        <w:t xml:space="preserve"> </w:t>
      </w:r>
      <w:r>
        <w:t>representative</w:t>
      </w:r>
      <w:r w:rsidR="003E736D">
        <w:t xml:space="preserve"> </w:t>
      </w:r>
      <w:r>
        <w:t>will</w:t>
      </w:r>
      <w:r w:rsidR="003E736D">
        <w:t xml:space="preserve"> </w:t>
      </w:r>
      <w:r>
        <w:t>meet</w:t>
      </w:r>
      <w:r w:rsidR="003E736D">
        <w:t xml:space="preserve"> </w:t>
      </w:r>
      <w:r>
        <w:t>the</w:t>
      </w:r>
      <w:r w:rsidR="003E736D">
        <w:t xml:space="preserve"> </w:t>
      </w:r>
      <w:r>
        <w:t>definition</w:t>
      </w:r>
      <w:r w:rsidR="003E736D">
        <w:t xml:space="preserve"> </w:t>
      </w:r>
      <w:r>
        <w:t>of</w:t>
      </w:r>
      <w:r w:rsidR="003E736D">
        <w:t xml:space="preserve"> </w:t>
      </w:r>
      <w:r>
        <w:t>“Site</w:t>
      </w:r>
      <w:r w:rsidR="003E736D">
        <w:t xml:space="preserve"> </w:t>
      </w:r>
      <w:r>
        <w:t>Safety</w:t>
      </w:r>
      <w:r w:rsidR="003E736D">
        <w:t xml:space="preserve"> </w:t>
      </w:r>
      <w:r>
        <w:t>Officer”</w:t>
      </w:r>
      <w:r w:rsidR="003E736D">
        <w:t xml:space="preserve"> </w:t>
      </w:r>
      <w:r>
        <w:t>as</w:t>
      </w:r>
      <w:r w:rsidR="003E736D">
        <w:t xml:space="preserve"> </w:t>
      </w:r>
      <w:r>
        <w:t>defined</w:t>
      </w:r>
      <w:r w:rsidR="003E736D">
        <w:t xml:space="preserve"> </w:t>
      </w:r>
      <w:r>
        <w:t>above</w:t>
      </w:r>
      <w:r w:rsidR="003E736D">
        <w:t xml:space="preserve"> </w:t>
      </w:r>
      <w:r>
        <w:t>for</w:t>
      </w:r>
      <w:r w:rsidR="003E736D">
        <w:t xml:space="preserve"> </w:t>
      </w:r>
      <w:r>
        <w:t>each</w:t>
      </w:r>
      <w:r w:rsidR="003E736D">
        <w:t xml:space="preserve"> </w:t>
      </w:r>
      <w:r>
        <w:t>shift.</w:t>
      </w:r>
    </w:p>
    <w:p w14:paraId="57B77A3E" w14:textId="77777777" w:rsidR="00B253FB" w:rsidRDefault="00B253FB" w:rsidP="004D119B">
      <w:pPr>
        <w:pStyle w:val="Spec"/>
        <w:numPr>
          <w:ilvl w:val="2"/>
          <w:numId w:val="2"/>
        </w:numPr>
      </w:pPr>
      <w:r>
        <w:t>For</w:t>
      </w:r>
      <w:r w:rsidR="003E736D">
        <w:t xml:space="preserve"> </w:t>
      </w:r>
      <w:r>
        <w:t>Contractors</w:t>
      </w:r>
      <w:r w:rsidR="003E736D">
        <w:t xml:space="preserve"> </w:t>
      </w:r>
      <w:r>
        <w:t>with</w:t>
      </w:r>
      <w:r w:rsidR="003E736D">
        <w:t xml:space="preserve"> </w:t>
      </w:r>
      <w:r>
        <w:t>a</w:t>
      </w:r>
      <w:r w:rsidR="003E736D">
        <w:t xml:space="preserve"> </w:t>
      </w:r>
      <w:r>
        <w:t>total</w:t>
      </w:r>
      <w:r w:rsidR="003E736D">
        <w:t xml:space="preserve"> </w:t>
      </w:r>
      <w:r>
        <w:t>of</w:t>
      </w:r>
      <w:r w:rsidR="003E736D">
        <w:t xml:space="preserve"> </w:t>
      </w:r>
      <w:r>
        <w:t>40</w:t>
      </w:r>
      <w:r w:rsidR="003E736D">
        <w:t xml:space="preserve"> </w:t>
      </w:r>
      <w:r>
        <w:t>or</w:t>
      </w:r>
      <w:r w:rsidR="003E736D">
        <w:t xml:space="preserve"> </w:t>
      </w:r>
      <w:r>
        <w:t>more</w:t>
      </w:r>
      <w:r w:rsidR="003E736D">
        <w:t xml:space="preserve"> </w:t>
      </w:r>
      <w:r>
        <w:t>personnel</w:t>
      </w:r>
      <w:r w:rsidR="003E736D">
        <w:t xml:space="preserve"> </w:t>
      </w:r>
      <w:r>
        <w:t>(including</w:t>
      </w:r>
      <w:r w:rsidR="003E736D">
        <w:t xml:space="preserve"> </w:t>
      </w:r>
      <w:r>
        <w:t>Subcontractor</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r>
        <w:t>as</w:t>
      </w:r>
      <w:r w:rsidR="003E736D">
        <w:t xml:space="preserve"> </w:t>
      </w:r>
      <w:r>
        <w:t>define</w:t>
      </w:r>
      <w:r w:rsidR="00706280">
        <w:t>d</w:t>
      </w:r>
      <w:r w:rsidR="003E736D">
        <w:t xml:space="preserve"> </w:t>
      </w:r>
      <w:r>
        <w:t>above</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each</w:t>
      </w:r>
      <w:r w:rsidR="003E736D">
        <w:t xml:space="preserve"> </w:t>
      </w:r>
      <w:r>
        <w:t>shift.</w:t>
      </w:r>
    </w:p>
    <w:p w14:paraId="34D98D5E" w14:textId="2FAB75FA" w:rsidR="00B253FB" w:rsidRDefault="00B253FB" w:rsidP="004D119B">
      <w:pPr>
        <w:pStyle w:val="Spec"/>
        <w:numPr>
          <w:ilvl w:val="2"/>
          <w:numId w:val="2"/>
        </w:numPr>
      </w:pPr>
      <w:r>
        <w:t>For</w:t>
      </w:r>
      <w:r w:rsidR="003E736D">
        <w:t xml:space="preserve"> </w:t>
      </w:r>
      <w:r>
        <w:t>each</w:t>
      </w:r>
      <w:r w:rsidR="003E736D">
        <w:t xml:space="preserve"> </w:t>
      </w:r>
      <w:r>
        <w:t>additional</w:t>
      </w:r>
      <w:r w:rsidR="003E736D">
        <w:t xml:space="preserve"> </w:t>
      </w:r>
      <w:r>
        <w:t>75</w:t>
      </w:r>
      <w:r w:rsidR="003E736D">
        <w:t xml:space="preserve"> </w:t>
      </w:r>
      <w:r>
        <w:t>employees</w:t>
      </w:r>
      <w:r w:rsidR="003E736D">
        <w:t xml:space="preserve"> </w:t>
      </w:r>
      <w:r>
        <w:t>(including</w:t>
      </w:r>
      <w:r w:rsidR="003E736D">
        <w:t xml:space="preserve"> </w:t>
      </w:r>
      <w:r>
        <w:t>Subcontractors</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second</w:t>
      </w:r>
      <w:r w:rsidR="003E736D">
        <w:t xml:space="preserve"> </w:t>
      </w:r>
      <w:r>
        <w:t>Fulltime</w:t>
      </w:r>
      <w:r w:rsidR="003E736D">
        <w:t xml:space="preserve"> </w:t>
      </w:r>
      <w:r>
        <w:t>Safety</w:t>
      </w:r>
      <w:r w:rsidR="003E736D">
        <w:t xml:space="preserve"> </w:t>
      </w:r>
      <w:r>
        <w:t>Professional</w:t>
      </w:r>
      <w:r w:rsidR="003E736D">
        <w:t xml:space="preserve"> </w:t>
      </w:r>
      <w:r>
        <w:t>shall</w:t>
      </w:r>
      <w:r w:rsidR="003E736D">
        <w:t xml:space="preserve"> </w:t>
      </w:r>
      <w:r>
        <w:t>be</w:t>
      </w:r>
      <w:r w:rsidR="003E736D">
        <w:t xml:space="preserve"> </w:t>
      </w:r>
      <w:r>
        <w:t>required.</w:t>
      </w:r>
    </w:p>
    <w:p w14:paraId="191117C2" w14:textId="77777777" w:rsidR="00B253FB" w:rsidRDefault="00B253FB" w:rsidP="004D119B">
      <w:pPr>
        <w:pStyle w:val="Spec"/>
        <w:numPr>
          <w:ilvl w:val="2"/>
          <w:numId w:val="2"/>
        </w:numPr>
      </w:pPr>
      <w:r>
        <w:t>At</w:t>
      </w:r>
      <w:r w:rsidR="003E736D">
        <w:t xml:space="preserve"> </w:t>
      </w:r>
      <w:r>
        <w:t>the</w:t>
      </w:r>
      <w:r w:rsidR="003E736D">
        <w:t xml:space="preserve"> </w:t>
      </w:r>
      <w:r>
        <w:t>Port’s</w:t>
      </w:r>
      <w:r w:rsidR="003E736D">
        <w:t xml:space="preserve"> </w:t>
      </w:r>
      <w:r>
        <w:t>discretion</w:t>
      </w:r>
      <w:r w:rsidR="003E736D">
        <w:t xml:space="preserve"> </w:t>
      </w:r>
      <w:r>
        <w:t>the</w:t>
      </w:r>
      <w:r w:rsidR="003E736D">
        <w:t xml:space="preserve"> </w:t>
      </w:r>
      <w:r>
        <w:t>requirements</w:t>
      </w:r>
      <w:r w:rsidR="003E736D">
        <w:t xml:space="preserve"> </w:t>
      </w:r>
      <w:r>
        <w:t>for</w:t>
      </w:r>
      <w:r w:rsidR="003E736D">
        <w:t xml:space="preserve"> </w:t>
      </w:r>
      <w:r>
        <w:t>Contractor</w:t>
      </w:r>
      <w:r w:rsidR="003E736D">
        <w:t xml:space="preserve"> </w:t>
      </w:r>
      <w:r>
        <w:t>safety</w:t>
      </w:r>
      <w:r w:rsidR="003E736D">
        <w:t xml:space="preserve"> </w:t>
      </w:r>
      <w:r>
        <w:t>personnel</w:t>
      </w:r>
      <w:r w:rsidR="003E736D">
        <w:t xml:space="preserve"> </w:t>
      </w:r>
      <w:r>
        <w:t>can</w:t>
      </w:r>
      <w:r w:rsidR="003E736D">
        <w:t xml:space="preserve"> </w:t>
      </w:r>
      <w:r>
        <w:t>be</w:t>
      </w:r>
      <w:r w:rsidR="003E736D">
        <w:t xml:space="preserve"> </w:t>
      </w:r>
      <w:r>
        <w:t>reviewed</w:t>
      </w:r>
      <w:r w:rsidR="003E736D">
        <w:t xml:space="preserve"> </w:t>
      </w:r>
      <w:r>
        <w:t>and</w:t>
      </w:r>
      <w:r w:rsidR="003E736D">
        <w:t xml:space="preserve"> </w:t>
      </w:r>
      <w:r>
        <w:t>action</w:t>
      </w:r>
      <w:r w:rsidR="003E736D">
        <w:t xml:space="preserve"> </w:t>
      </w:r>
      <w:r>
        <w:t>taken</w:t>
      </w:r>
      <w:r w:rsidR="003E736D">
        <w:t xml:space="preserve"> </w:t>
      </w:r>
      <w:r>
        <w:t>to</w:t>
      </w:r>
      <w:r w:rsidR="003E736D">
        <w:t xml:space="preserve"> </w:t>
      </w:r>
      <w:r>
        <w:t>decrease</w:t>
      </w:r>
      <w:r w:rsidR="003E736D">
        <w:t xml:space="preserve"> </w:t>
      </w:r>
      <w:r>
        <w:t>or</w:t>
      </w:r>
      <w:r w:rsidR="003E736D">
        <w:t xml:space="preserve"> </w:t>
      </w:r>
      <w:r>
        <w:t>increase</w:t>
      </w:r>
      <w:r w:rsidR="003E736D">
        <w:t xml:space="preserve"> </w:t>
      </w:r>
      <w:r>
        <w:t>the</w:t>
      </w:r>
      <w:r w:rsidR="003E736D">
        <w:t xml:space="preserve"> </w:t>
      </w:r>
      <w:r>
        <w:t>number</w:t>
      </w:r>
      <w:r w:rsidR="003E736D">
        <w:t xml:space="preserve"> </w:t>
      </w:r>
      <w:r>
        <w:t>of</w:t>
      </w:r>
      <w:r w:rsidR="003E736D">
        <w:t xml:space="preserve"> </w:t>
      </w:r>
      <w:r>
        <w:t>individuals.</w:t>
      </w:r>
    </w:p>
    <w:p w14:paraId="39FADADE" w14:textId="20407164" w:rsidR="00B253FB" w:rsidRDefault="00B253FB" w:rsidP="004D119B">
      <w:pPr>
        <w:pStyle w:val="Spec"/>
        <w:numPr>
          <w:ilvl w:val="2"/>
          <w:numId w:val="2"/>
        </w:numPr>
      </w:pPr>
      <w:r>
        <w:t>Contractor</w:t>
      </w:r>
      <w:r w:rsidR="003E736D">
        <w:t xml:space="preserve"> </w:t>
      </w:r>
      <w:r>
        <w:t>Safety</w:t>
      </w:r>
      <w:r w:rsidR="003E736D">
        <w:t xml:space="preserve"> </w:t>
      </w:r>
      <w:r>
        <w:t>Officer/Professional</w:t>
      </w:r>
      <w:r w:rsidR="00155B23">
        <w:t xml:space="preserve"> </w:t>
      </w:r>
      <w:r w:rsidRPr="00901790">
        <w:t>Contractor</w:t>
      </w:r>
      <w:r w:rsidR="003E736D" w:rsidRPr="00901790">
        <w:t xml:space="preserve"> </w:t>
      </w:r>
      <w:r w:rsidRPr="00901790">
        <w:t>Safety</w:t>
      </w:r>
      <w:r w:rsidR="003E736D" w:rsidRPr="00901790">
        <w:t xml:space="preserve"> </w:t>
      </w:r>
      <w:r w:rsidRPr="00901790">
        <w:t>Officer/Professional</w:t>
      </w:r>
      <w:r w:rsidR="003E736D" w:rsidRPr="00901790">
        <w:t xml:space="preserve"> </w:t>
      </w:r>
      <w:r>
        <w:t>(s)</w:t>
      </w:r>
      <w:r w:rsidR="003E736D">
        <w:t xml:space="preserve"> </w:t>
      </w:r>
      <w:r>
        <w:t>not</w:t>
      </w:r>
      <w:r w:rsidR="003E736D">
        <w:t xml:space="preserve"> </w:t>
      </w:r>
      <w:r>
        <w:t>performing</w:t>
      </w:r>
      <w:r w:rsidR="003E736D">
        <w:t xml:space="preserve"> </w:t>
      </w:r>
      <w:r>
        <w:t>their</w:t>
      </w:r>
      <w:r w:rsidR="003E736D">
        <w:t xml:space="preserve"> </w:t>
      </w:r>
      <w:r>
        <w:t>duties</w:t>
      </w:r>
      <w:r w:rsidR="003E736D">
        <w:t xml:space="preserve"> </w:t>
      </w:r>
      <w:r>
        <w:t>in</w:t>
      </w:r>
      <w:r w:rsidR="003E736D">
        <w:t xml:space="preserve"> </w:t>
      </w:r>
      <w:r>
        <w:t>accordance</w:t>
      </w:r>
      <w:r w:rsidR="003E736D">
        <w:t xml:space="preserve"> </w:t>
      </w:r>
      <w:r>
        <w:t>with</w:t>
      </w:r>
      <w:r w:rsidR="003E736D">
        <w:t xml:space="preserve"> </w:t>
      </w:r>
      <w:r>
        <w:t>this</w:t>
      </w:r>
      <w:r w:rsidR="003E736D">
        <w:t xml:space="preserve"> </w:t>
      </w:r>
      <w:r>
        <w:t>document,</w:t>
      </w:r>
      <w:r w:rsidR="003E736D">
        <w:t xml:space="preserve"> </w:t>
      </w:r>
      <w:r>
        <w:t>shall</w:t>
      </w:r>
      <w:r w:rsidR="003E736D">
        <w:t xml:space="preserve"> </w:t>
      </w:r>
      <w:r>
        <w:t>be</w:t>
      </w:r>
      <w:r w:rsidR="003E736D">
        <w:t xml:space="preserve"> </w:t>
      </w:r>
      <w:r>
        <w:t>replaced</w:t>
      </w:r>
      <w:r w:rsidR="003E736D">
        <w:t xml:space="preserve"> </w:t>
      </w:r>
      <w:r>
        <w:t>at</w:t>
      </w:r>
      <w:r w:rsidR="003E736D">
        <w:t xml:space="preserve"> </w:t>
      </w:r>
      <w:r>
        <w:t>the</w:t>
      </w:r>
      <w:r w:rsidR="003E736D">
        <w:t xml:space="preserve"> </w:t>
      </w:r>
      <w:r>
        <w:t>Port’s</w:t>
      </w:r>
      <w:r w:rsidR="003E736D">
        <w:t xml:space="preserve"> </w:t>
      </w:r>
      <w:r>
        <w:t>discretion</w:t>
      </w:r>
      <w:r w:rsidR="003E736D">
        <w:t xml:space="preserve"> </w:t>
      </w:r>
      <w:r>
        <w:t>by</w:t>
      </w:r>
      <w:r w:rsidR="003E736D">
        <w:t xml:space="preserve"> </w:t>
      </w:r>
      <w:r>
        <w:t>an</w:t>
      </w:r>
      <w:r w:rsidR="003E736D">
        <w:t xml:space="preserve"> </w:t>
      </w:r>
      <w:r>
        <w:t>individual</w:t>
      </w:r>
      <w:r w:rsidR="003E736D">
        <w:t xml:space="preserve"> </w:t>
      </w:r>
      <w:r>
        <w:t>meeting</w:t>
      </w:r>
      <w:r w:rsidR="003E736D">
        <w:t xml:space="preserve"> </w:t>
      </w:r>
      <w:r>
        <w:t>the</w:t>
      </w:r>
      <w:r w:rsidR="003E736D">
        <w:t xml:space="preserve"> </w:t>
      </w:r>
      <w:r>
        <w:t>requirements</w:t>
      </w:r>
      <w:r w:rsidR="003E736D">
        <w:t xml:space="preserve"> </w:t>
      </w:r>
      <w:r>
        <w:t>of</w:t>
      </w:r>
      <w:r w:rsidR="003E736D">
        <w:t xml:space="preserve"> </w:t>
      </w:r>
      <w:r>
        <w:t>this</w:t>
      </w:r>
      <w:r w:rsidR="003E736D">
        <w:t xml:space="preserve"> </w:t>
      </w:r>
      <w:r>
        <w:t>section.</w:t>
      </w:r>
      <w:r w:rsidR="003E736D">
        <w:t xml:space="preserve"> </w:t>
      </w:r>
      <w:r>
        <w:t>In</w:t>
      </w:r>
      <w:r w:rsidR="003E736D">
        <w:t xml:space="preserve"> </w:t>
      </w:r>
      <w:r>
        <w:t>addition,</w:t>
      </w:r>
      <w:r w:rsidR="003E736D">
        <w:t xml:space="preserve"> </w:t>
      </w:r>
      <w:r>
        <w:t>the</w:t>
      </w:r>
      <w:r w:rsidR="003E736D">
        <w:t xml:space="preserve"> </w:t>
      </w:r>
      <w:r>
        <w:t>Contractor</w:t>
      </w:r>
      <w:r w:rsidR="003E736D">
        <w:t xml:space="preserve"> </w:t>
      </w:r>
      <w:r>
        <w:t>Safety</w:t>
      </w:r>
      <w:r w:rsidR="003E736D">
        <w:t xml:space="preserve"> </w:t>
      </w:r>
      <w:r>
        <w:t>Officer/Professional(s)</w:t>
      </w:r>
      <w:r w:rsidR="003E736D">
        <w:t xml:space="preserve"> </w:t>
      </w:r>
      <w:r>
        <w:t>may</w:t>
      </w:r>
      <w:r w:rsidR="003E736D">
        <w:t xml:space="preserve"> </w:t>
      </w:r>
      <w:r>
        <w:t>not</w:t>
      </w:r>
      <w:r w:rsidR="003E736D">
        <w:t xml:space="preserve"> </w:t>
      </w:r>
      <w:r>
        <w:t>be</w:t>
      </w:r>
      <w:r w:rsidR="003E736D">
        <w:t xml:space="preserve"> </w:t>
      </w:r>
      <w:r>
        <w:t>removed</w:t>
      </w:r>
      <w:r w:rsidR="003E736D">
        <w:t xml:space="preserve"> </w:t>
      </w:r>
      <w:r>
        <w:t>from</w:t>
      </w:r>
      <w:r w:rsidR="003E736D">
        <w:t xml:space="preserve"> </w:t>
      </w:r>
      <w:r>
        <w:t>this</w:t>
      </w:r>
      <w:r w:rsidR="003E736D">
        <w:t xml:space="preserve"> </w:t>
      </w:r>
      <w:r>
        <w:t>contract</w:t>
      </w:r>
      <w:r w:rsidR="003E736D">
        <w:t xml:space="preserve"> </w:t>
      </w:r>
      <w:r>
        <w:t>or</w:t>
      </w:r>
      <w:r w:rsidR="003E736D">
        <w:t xml:space="preserve"> </w:t>
      </w:r>
      <w:r>
        <w:t>replaced</w:t>
      </w:r>
      <w:r w:rsidR="003E736D">
        <w:t xml:space="preserve"> </w:t>
      </w:r>
      <w:r>
        <w:t>without</w:t>
      </w:r>
      <w:r w:rsidR="003E736D">
        <w:t xml:space="preserve"> </w:t>
      </w:r>
      <w:r>
        <w:t>the</w:t>
      </w:r>
      <w:r w:rsidR="003E736D">
        <w:t xml:space="preserve"> </w:t>
      </w:r>
      <w:r>
        <w:t>Port’s</w:t>
      </w:r>
      <w:r w:rsidR="003E736D">
        <w:t xml:space="preserve"> </w:t>
      </w:r>
      <w:r>
        <w:t>advanced</w:t>
      </w:r>
      <w:r w:rsidR="003E736D">
        <w:t xml:space="preserve"> </w:t>
      </w:r>
      <w:r>
        <w:t>written</w:t>
      </w:r>
      <w:r w:rsidR="003E736D">
        <w:t xml:space="preserve"> </w:t>
      </w:r>
      <w:r>
        <w:t>approval.</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rsidR="00546A99">
        <w:t>PC</w:t>
      </w:r>
      <w:r w:rsidR="00CF4136">
        <w:t>P</w:t>
      </w:r>
      <w:r w:rsidR="00546A99">
        <w:t>R</w:t>
      </w:r>
      <w:r w:rsidR="00155B23">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when</w:t>
      </w:r>
      <w:r w:rsidR="003E736D">
        <w:t xml:space="preserve"> </w:t>
      </w:r>
      <w:r>
        <w:t>this</w:t>
      </w:r>
      <w:r w:rsidR="003E736D">
        <w:t xml:space="preserve"> </w:t>
      </w:r>
      <w:r>
        <w:t>person</w:t>
      </w:r>
      <w:r w:rsidR="00C608A3">
        <w:t>(s)</w:t>
      </w:r>
      <w:r w:rsidR="003E736D">
        <w:t xml:space="preserve"> </w:t>
      </w:r>
      <w:r>
        <w:t>cannot</w:t>
      </w:r>
      <w:r w:rsidR="003E736D">
        <w:t xml:space="preserve"> </w:t>
      </w:r>
      <w:r>
        <w:t>be</w:t>
      </w:r>
      <w:r w:rsidR="003E736D">
        <w:t xml:space="preserve"> </w:t>
      </w:r>
      <w:r>
        <w:t>on</w:t>
      </w:r>
      <w:r w:rsidR="003E736D">
        <w:t xml:space="preserve"> </w:t>
      </w:r>
      <w:r>
        <w:t>duty</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shall</w:t>
      </w:r>
      <w:r w:rsidR="003E736D">
        <w:t xml:space="preserve"> </w:t>
      </w:r>
      <w:r>
        <w:lastRenderedPageBreak/>
        <w:t>submit</w:t>
      </w:r>
      <w:r w:rsidR="003E736D">
        <w:t xml:space="preserve"> </w:t>
      </w: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the</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said</w:t>
      </w:r>
      <w:r w:rsidR="003E736D">
        <w:t xml:space="preserve"> </w:t>
      </w:r>
      <w:r>
        <w:t>duties.</w:t>
      </w:r>
      <w:r w:rsidR="00901790">
        <w:t xml:space="preserve">  It is the responsibility of the Tenant to enforce this requirement.</w:t>
      </w:r>
    </w:p>
    <w:p w14:paraId="67AB4A31" w14:textId="77777777" w:rsidR="00B253FB" w:rsidRDefault="00B253FB" w:rsidP="004D119B">
      <w:pPr>
        <w:pStyle w:val="Spec"/>
        <w:numPr>
          <w:ilvl w:val="1"/>
          <w:numId w:val="2"/>
        </w:numPr>
      </w:pPr>
      <w:r>
        <w:t>ACCIDENT</w:t>
      </w:r>
      <w:r w:rsidR="003E736D">
        <w:t xml:space="preserve"> </w:t>
      </w:r>
      <w:r>
        <w:t>PREVENTION</w:t>
      </w:r>
    </w:p>
    <w:p w14:paraId="314A27F2" w14:textId="45ACF756" w:rsidR="00B253FB" w:rsidRDefault="00B253FB" w:rsidP="004D119B">
      <w:pPr>
        <w:pStyle w:val="Spec"/>
        <w:numPr>
          <w:ilvl w:val="2"/>
          <w:numId w:val="2"/>
        </w:numPr>
      </w:pPr>
      <w:r>
        <w:t>The</w:t>
      </w:r>
      <w:r w:rsidR="003E736D">
        <w:t xml:space="preserve"> </w:t>
      </w:r>
      <w:r>
        <w:t>Contractor</w:t>
      </w:r>
      <w:r w:rsidR="003E736D">
        <w:t xml:space="preserve"> </w:t>
      </w:r>
      <w:r>
        <w:t>has</w:t>
      </w:r>
      <w:r w:rsidR="003E736D">
        <w:t xml:space="preserve"> </w:t>
      </w:r>
      <w:r>
        <w:t>the</w:t>
      </w:r>
      <w:r w:rsidR="003E736D">
        <w:t xml:space="preserve"> </w:t>
      </w:r>
      <w:r>
        <w:t>responsibility</w:t>
      </w:r>
      <w:r w:rsidR="003E736D">
        <w:t xml:space="preserve"> </w:t>
      </w:r>
      <w:r>
        <w:t>to</w:t>
      </w:r>
      <w:r w:rsidR="003E736D">
        <w:t xml:space="preserve"> </w:t>
      </w:r>
      <w:r>
        <w:t>correct</w:t>
      </w:r>
      <w:r w:rsidR="003E736D">
        <w:t xml:space="preserve"> </w:t>
      </w:r>
      <w:r>
        <w:t>hazardous</w:t>
      </w:r>
      <w:r w:rsidR="003E736D">
        <w:t xml:space="preserve"> </w:t>
      </w:r>
      <w:r>
        <w:t>conditions</w:t>
      </w:r>
      <w:r w:rsidR="003E736D">
        <w:t xml:space="preserve"> </w:t>
      </w:r>
      <w:r>
        <w:t>and</w:t>
      </w:r>
      <w:r w:rsidR="003E736D">
        <w:t xml:space="preserve"> </w:t>
      </w:r>
      <w:r>
        <w:t>practices.</w:t>
      </w:r>
      <w:r w:rsidR="003E736D">
        <w:t xml:space="preserve"> </w:t>
      </w:r>
      <w:r>
        <w:t>When</w:t>
      </w:r>
      <w:r w:rsidR="003E736D">
        <w:t xml:space="preserve"> </w:t>
      </w:r>
      <w:r>
        <w:t>more</w:t>
      </w:r>
      <w:r w:rsidR="003E736D">
        <w:t xml:space="preserve"> </w:t>
      </w:r>
      <w:r>
        <w:t>than</w:t>
      </w:r>
      <w:r w:rsidR="003E736D">
        <w:t xml:space="preserve"> </w:t>
      </w:r>
      <w:r>
        <w:t>one</w:t>
      </w:r>
      <w:r w:rsidR="003E736D">
        <w:t xml:space="preserve"> </w:t>
      </w:r>
      <w:r>
        <w:t>Contractor</w:t>
      </w:r>
      <w:r w:rsidR="003E736D">
        <w:t xml:space="preserve"> </w:t>
      </w:r>
      <w:r>
        <w:t>is</w:t>
      </w:r>
      <w:r w:rsidR="003E736D">
        <w:t xml:space="preserve"> </w:t>
      </w:r>
      <w:r>
        <w:t>working</w:t>
      </w:r>
      <w:r w:rsidR="003E736D">
        <w:t xml:space="preserve"> </w:t>
      </w:r>
      <w:r>
        <w:t>within</w:t>
      </w:r>
      <w:r w:rsidR="003E736D">
        <w:t xml:space="preserve"> </w:t>
      </w:r>
      <w:r>
        <w:t>a</w:t>
      </w:r>
      <w:r w:rsidR="003E736D">
        <w:t xml:space="preserve"> </w:t>
      </w:r>
      <w:r>
        <w:t>given</w:t>
      </w:r>
      <w:r w:rsidR="003E736D">
        <w:t xml:space="preserve"> </w:t>
      </w:r>
      <w:r>
        <w:t>job</w:t>
      </w:r>
      <w:r w:rsidR="003E736D">
        <w:t xml:space="preserve"> </w:t>
      </w:r>
      <w:r>
        <w:t>site,</w:t>
      </w:r>
      <w:r w:rsidR="003E736D">
        <w:t xml:space="preserve"> </w:t>
      </w:r>
      <w:r>
        <w:t>any</w:t>
      </w:r>
      <w:r w:rsidR="003E736D">
        <w:t xml:space="preserve"> </w:t>
      </w:r>
      <w:r>
        <w:t>project</w:t>
      </w:r>
      <w:r w:rsidR="003E736D">
        <w:t xml:space="preserve"> </w:t>
      </w:r>
      <w:r>
        <w:t>management</w:t>
      </w:r>
      <w:r w:rsidR="003E736D">
        <w:t xml:space="preserve"> </w:t>
      </w:r>
      <w:r>
        <w:t>personnel</w:t>
      </w:r>
      <w:r w:rsidR="003E736D">
        <w:t xml:space="preserve"> </w:t>
      </w:r>
      <w:r>
        <w:t>shall</w:t>
      </w:r>
      <w:r w:rsidR="003E736D">
        <w:t xml:space="preserve"> </w:t>
      </w:r>
      <w:r>
        <w:t>have</w:t>
      </w:r>
      <w:r w:rsidR="003E736D">
        <w:t xml:space="preserve"> </w:t>
      </w:r>
      <w:r>
        <w:t>the</w:t>
      </w:r>
      <w:r w:rsidR="003E736D">
        <w:t xml:space="preserve"> </w:t>
      </w:r>
      <w:r>
        <w:t>authority</w:t>
      </w:r>
      <w:r w:rsidR="003E736D">
        <w:t xml:space="preserve"> </w:t>
      </w:r>
      <w:r>
        <w:t>to</w:t>
      </w:r>
      <w:r w:rsidR="003E736D">
        <w:t xml:space="preserve"> </w:t>
      </w:r>
      <w:r>
        <w:t>take</w:t>
      </w:r>
      <w:r w:rsidR="003E736D">
        <w:t xml:space="preserve"> </w:t>
      </w:r>
      <w:r>
        <w:t>action</w:t>
      </w:r>
      <w:r w:rsidR="003E736D">
        <w:t xml:space="preserve"> </w:t>
      </w:r>
      <w:r>
        <w:t>to</w:t>
      </w:r>
      <w:r w:rsidR="003E736D">
        <w:t xml:space="preserve"> </w:t>
      </w:r>
      <w:r>
        <w:t>prevent</w:t>
      </w:r>
      <w:r w:rsidR="003E736D">
        <w:t xml:space="preserve"> </w:t>
      </w:r>
      <w:r>
        <w:t>physical</w:t>
      </w:r>
      <w:r w:rsidR="003E736D">
        <w:t xml:space="preserve"> </w:t>
      </w:r>
      <w:r>
        <w:t>harm</w:t>
      </w:r>
      <w:r w:rsidR="003E736D">
        <w:t xml:space="preserve"> </w:t>
      </w:r>
      <w:r>
        <w:t>or</w:t>
      </w:r>
      <w:r w:rsidR="003E736D">
        <w:t xml:space="preserve"> </w:t>
      </w:r>
      <w:r>
        <w:t>significant</w:t>
      </w:r>
      <w:r w:rsidR="003E736D">
        <w:t xml:space="preserve"> </w:t>
      </w:r>
      <w:r>
        <w:t>property</w:t>
      </w:r>
      <w:r w:rsidR="003E736D">
        <w:t xml:space="preserve"> </w:t>
      </w:r>
      <w:r>
        <w:t>damage.</w:t>
      </w:r>
      <w:r w:rsidR="003E736D">
        <w:t xml:space="preserve"> </w:t>
      </w:r>
      <w:r>
        <w:t>If</w:t>
      </w:r>
      <w:r w:rsidR="003E736D">
        <w:t xml:space="preserve"> </w:t>
      </w:r>
      <w:r>
        <w:t>it</w:t>
      </w:r>
      <w:r w:rsidR="003E736D">
        <w:t xml:space="preserve"> </w:t>
      </w:r>
      <w:r>
        <w:t>is</w:t>
      </w:r>
      <w:r w:rsidR="003E736D">
        <w:t xml:space="preserve"> </w:t>
      </w:r>
      <w:r>
        <w:t>determined</w:t>
      </w:r>
      <w:r w:rsidR="003E736D">
        <w:t xml:space="preserve"> </w:t>
      </w:r>
      <w:r>
        <w:t>there</w:t>
      </w:r>
      <w:r w:rsidR="003E736D">
        <w:t xml:space="preserve"> </w:t>
      </w:r>
      <w:r>
        <w:t>is</w:t>
      </w:r>
      <w:r w:rsidR="003E736D">
        <w:t xml:space="preserve"> </w:t>
      </w:r>
      <w:r>
        <w:t>“Imminent</w:t>
      </w:r>
      <w:r w:rsidR="003E736D">
        <w:t xml:space="preserve"> </w:t>
      </w:r>
      <w:r>
        <w:t>Danger”</w:t>
      </w:r>
      <w:r w:rsidR="003E736D">
        <w:t xml:space="preserve"> </w:t>
      </w:r>
      <w:r>
        <w:t>the</w:t>
      </w:r>
      <w:r w:rsidR="003E736D">
        <w:t xml:space="preserve"> </w:t>
      </w:r>
      <w:r>
        <w:t>Contractor</w:t>
      </w:r>
      <w:r w:rsidR="003E736D">
        <w:t xml:space="preserve"> </w:t>
      </w:r>
      <w:r>
        <w:t>shall:</w:t>
      </w:r>
    </w:p>
    <w:p w14:paraId="04EB4935" w14:textId="77777777" w:rsidR="00B253FB" w:rsidRDefault="00B253FB" w:rsidP="004D119B">
      <w:pPr>
        <w:pStyle w:val="Spec"/>
        <w:numPr>
          <w:ilvl w:val="3"/>
          <w:numId w:val="2"/>
        </w:numPr>
      </w:pPr>
      <w:r>
        <w:t>Take</w:t>
      </w:r>
      <w:r w:rsidR="003E736D">
        <w:t xml:space="preserve"> </w:t>
      </w:r>
      <w:r>
        <w:t>immediate</w:t>
      </w:r>
      <w:r w:rsidR="003E736D">
        <w:t xml:space="preserve"> </w:t>
      </w:r>
      <w:r>
        <w:t>action</w:t>
      </w:r>
      <w:r w:rsidR="003E736D">
        <w:t xml:space="preserve"> </w:t>
      </w:r>
      <w:r>
        <w:t>to</w:t>
      </w:r>
      <w:r w:rsidR="003E736D">
        <w:t xml:space="preserve"> </w:t>
      </w:r>
      <w:r>
        <w:t>remove</w:t>
      </w:r>
      <w:r w:rsidR="003E736D">
        <w:t xml:space="preserve"> </w:t>
      </w:r>
      <w:r>
        <w:t>workers</w:t>
      </w:r>
      <w:r w:rsidR="003E736D">
        <w:t xml:space="preserve"> </w:t>
      </w:r>
      <w:r>
        <w:t>from</w:t>
      </w:r>
      <w:r w:rsidR="003E736D">
        <w:t xml:space="preserve"> </w:t>
      </w:r>
      <w:r>
        <w:t>the</w:t>
      </w:r>
      <w:r w:rsidR="003E736D">
        <w:t xml:space="preserve"> </w:t>
      </w:r>
      <w:r>
        <w:t>hazard</w:t>
      </w:r>
      <w:r w:rsidR="003E736D">
        <w:t xml:space="preserve"> </w:t>
      </w:r>
      <w:r>
        <w:t>and</w:t>
      </w:r>
      <w:r w:rsidR="003E736D">
        <w:t xml:space="preserve"> </w:t>
      </w:r>
      <w:r>
        <w:t>stabilize</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corrective</w:t>
      </w:r>
      <w:r w:rsidR="003E736D">
        <w:t xml:space="preserve"> </w:t>
      </w:r>
      <w:r>
        <w:t>actions</w:t>
      </w:r>
      <w:r w:rsidR="003E736D">
        <w:t xml:space="preserve"> </w:t>
      </w:r>
      <w:r>
        <w:t>can</w:t>
      </w:r>
      <w:r w:rsidR="003E736D">
        <w:t xml:space="preserve"> </w:t>
      </w:r>
      <w:r>
        <w:t>be</w:t>
      </w:r>
      <w:r w:rsidR="003E736D">
        <w:t xml:space="preserve"> </w:t>
      </w:r>
      <w:r>
        <w:t>implemented</w:t>
      </w:r>
      <w:r w:rsidR="003E736D">
        <w:t xml:space="preserve"> </w:t>
      </w:r>
      <w:r>
        <w:t>to</w:t>
      </w:r>
      <w:r w:rsidR="003E736D">
        <w:t xml:space="preserve"> </w:t>
      </w:r>
      <w:r>
        <w:t>eliminate</w:t>
      </w:r>
      <w:r w:rsidR="003E736D">
        <w:t xml:space="preserve"> </w:t>
      </w:r>
      <w:r>
        <w:t>the</w:t>
      </w:r>
      <w:r w:rsidR="003E736D">
        <w:t xml:space="preserve"> </w:t>
      </w:r>
      <w:r>
        <w:t>hazard.</w:t>
      </w:r>
    </w:p>
    <w:p w14:paraId="51642502" w14:textId="77777777" w:rsidR="00B253FB" w:rsidRDefault="00B253FB" w:rsidP="004D119B">
      <w:pPr>
        <w:pStyle w:val="Spec"/>
        <w:numPr>
          <w:ilvl w:val="3"/>
          <w:numId w:val="2"/>
        </w:numPr>
      </w:pPr>
      <w:r>
        <w:t>Immediately</w:t>
      </w:r>
      <w:r w:rsidR="003E736D">
        <w:t xml:space="preserve"> </w:t>
      </w:r>
      <w:r>
        <w:t>identify</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eliminate</w:t>
      </w:r>
      <w:r w:rsidR="003E736D">
        <w:t xml:space="preserve"> </w:t>
      </w:r>
      <w:r>
        <w:t>the</w:t>
      </w:r>
      <w:r w:rsidR="003E736D">
        <w:t xml:space="preserve"> </w:t>
      </w:r>
      <w:r>
        <w:t>hazard.</w:t>
      </w:r>
    </w:p>
    <w:p w14:paraId="09ECA4C2" w14:textId="126DFBF9" w:rsidR="003E736D" w:rsidRPr="00706280" w:rsidRDefault="00B253FB" w:rsidP="004D119B">
      <w:pPr>
        <w:pStyle w:val="Spec"/>
        <w:numPr>
          <w:ilvl w:val="3"/>
          <w:numId w:val="2"/>
        </w:numPr>
      </w:pPr>
      <w:r>
        <w:t>Immediately</w:t>
      </w:r>
      <w:r w:rsidR="003E736D">
        <w:t xml:space="preserve"> </w:t>
      </w:r>
      <w:r>
        <w:t>notify</w:t>
      </w:r>
      <w:r w:rsidR="003E736D">
        <w:t xml:space="preserve"> </w:t>
      </w:r>
      <w:r>
        <w:t>the</w:t>
      </w:r>
      <w:r w:rsidR="003E736D">
        <w:t xml:space="preserve"> </w:t>
      </w:r>
      <w:r w:rsidR="00155B23" w:rsidRPr="00155B23">
        <w:t xml:space="preserve">Port </w:t>
      </w:r>
      <w:r w:rsidR="001B76CD">
        <w:t>I</w:t>
      </w:r>
      <w:r w:rsidR="000F3EC1">
        <w:t>nspector</w:t>
      </w:r>
      <w:r>
        <w:t>,</w:t>
      </w:r>
      <w:r w:rsidR="003E736D">
        <w:t xml:space="preserve"> </w:t>
      </w:r>
      <w:r w:rsidR="001F56FE">
        <w:t>and</w:t>
      </w:r>
      <w:r w:rsidR="003E736D">
        <w:t xml:space="preserve"> </w:t>
      </w:r>
      <w:r w:rsidR="00FE4885">
        <w:t>Manager</w:t>
      </w:r>
      <w:r w:rsidR="00E04C1C">
        <w:t xml:space="preserve"> of</w:t>
      </w:r>
      <w:r w:rsidR="00FE4885">
        <w:t xml:space="preserve"> Construction Safety Services</w:t>
      </w:r>
      <w:r w:rsidR="003E736D">
        <w:t xml:space="preserve"> </w:t>
      </w:r>
      <w:r>
        <w:t>or</w:t>
      </w:r>
      <w:r w:rsidR="003E736D" w:rsidRPr="00706280">
        <w:t xml:space="preserve"> </w:t>
      </w:r>
      <w:r>
        <w:t>others</w:t>
      </w:r>
      <w:r w:rsidR="003E736D">
        <w:t xml:space="preserve"> </w:t>
      </w:r>
      <w:r>
        <w:t>as</w:t>
      </w:r>
      <w:r w:rsidR="003E736D">
        <w:t xml:space="preserve"> </w:t>
      </w:r>
      <w:r>
        <w:t>necessary.</w:t>
      </w:r>
      <w:r w:rsidR="003E736D">
        <w:t xml:space="preserve"> </w:t>
      </w:r>
      <w:r w:rsidR="00D87F5F">
        <w:t xml:space="preserve"> </w:t>
      </w:r>
      <w:r>
        <w:t>The</w:t>
      </w:r>
      <w:r w:rsidR="003E736D">
        <w:t xml:space="preserve"> </w:t>
      </w:r>
      <w:r w:rsidR="00155B23" w:rsidRPr="00155B23">
        <w:t xml:space="preserve">Port </w:t>
      </w:r>
      <w:r w:rsidR="0010639A">
        <w:t>I</w:t>
      </w:r>
      <w:r w:rsidR="000F3EC1">
        <w:t>nspector</w:t>
      </w:r>
      <w:r w:rsidR="00155B23">
        <w:t xml:space="preserve"> </w:t>
      </w:r>
      <w:r>
        <w:t>will</w:t>
      </w:r>
      <w:r w:rsidR="003E736D">
        <w:t xml:space="preserve"> </w:t>
      </w:r>
      <w:r>
        <w:t>notify</w:t>
      </w:r>
      <w:r w:rsidR="003E736D">
        <w:t xml:space="preserve"> </w:t>
      </w:r>
      <w:r>
        <w:t>the</w:t>
      </w:r>
      <w:r w:rsidR="003E736D">
        <w:t xml:space="preserve"> </w:t>
      </w:r>
      <w:r>
        <w:t>proper</w:t>
      </w:r>
      <w:r w:rsidR="003E736D">
        <w:t xml:space="preserve"> </w:t>
      </w:r>
      <w:r>
        <w:t>authorities</w:t>
      </w:r>
      <w:r w:rsidR="003E736D">
        <w:t xml:space="preserve"> </w:t>
      </w:r>
      <w:r>
        <w:t>if</w:t>
      </w:r>
      <w:r w:rsidR="003E736D">
        <w:t xml:space="preserve"> </w:t>
      </w:r>
      <w:r>
        <w:t>the</w:t>
      </w:r>
      <w:r w:rsidR="003E736D">
        <w:t xml:space="preserve"> </w:t>
      </w:r>
      <w:r>
        <w:t>damage</w:t>
      </w:r>
      <w:r w:rsidR="003E736D">
        <w:t xml:space="preserve"> </w:t>
      </w:r>
      <w:r>
        <w:t>cannot</w:t>
      </w:r>
      <w:r w:rsidR="003E736D">
        <w:t xml:space="preserve"> </w:t>
      </w:r>
      <w:r>
        <w:t>be</w:t>
      </w:r>
      <w:r w:rsidR="003E736D">
        <w:t xml:space="preserve"> </w:t>
      </w:r>
      <w:r>
        <w:t>promptly</w:t>
      </w:r>
      <w:r w:rsidR="003E736D">
        <w:t xml:space="preserve"> </w:t>
      </w:r>
      <w:r>
        <w:t>corrected</w:t>
      </w:r>
      <w:r w:rsidR="003E736D">
        <w:t xml:space="preserve"> </w:t>
      </w:r>
      <w:r>
        <w:t>and</w:t>
      </w:r>
      <w:r w:rsidR="003E736D">
        <w:t xml:space="preserve"> </w:t>
      </w:r>
      <w:r>
        <w:t>could</w:t>
      </w:r>
      <w:r w:rsidR="003E736D">
        <w:t xml:space="preserve"> </w:t>
      </w:r>
      <w:r>
        <w:t>develop</w:t>
      </w:r>
      <w:r w:rsidR="003E736D">
        <w:t xml:space="preserve"> </w:t>
      </w:r>
      <w:r>
        <w:t>into</w:t>
      </w:r>
      <w:r w:rsidR="003E736D">
        <w:t xml:space="preserve"> </w:t>
      </w:r>
      <w:r>
        <w:t>an</w:t>
      </w:r>
      <w:r w:rsidR="003E736D">
        <w:t xml:space="preserve"> </w:t>
      </w:r>
      <w:r>
        <w:t>emergency</w:t>
      </w:r>
      <w:r w:rsidR="00706280">
        <w:t>.</w:t>
      </w:r>
    </w:p>
    <w:p w14:paraId="56795096" w14:textId="502C6B66" w:rsidR="00B253FB" w:rsidRPr="00706280" w:rsidRDefault="00B253FB" w:rsidP="004D119B">
      <w:pPr>
        <w:pStyle w:val="Spec"/>
        <w:numPr>
          <w:ilvl w:val="3"/>
          <w:numId w:val="2"/>
        </w:numPr>
      </w:pPr>
      <w:r>
        <w:t>Each</w:t>
      </w:r>
      <w:r w:rsidR="003E736D">
        <w:t xml:space="preserve"> </w:t>
      </w:r>
      <w:r>
        <w:t>worker</w:t>
      </w:r>
      <w:r w:rsidR="003E736D">
        <w:t xml:space="preserve"> </w:t>
      </w:r>
      <w:r>
        <w:t>shall</w:t>
      </w:r>
      <w:r w:rsidR="003E736D">
        <w:t xml:space="preserve"> </w:t>
      </w:r>
      <w:r>
        <w:t>immediately</w:t>
      </w:r>
      <w:r w:rsidR="003E736D">
        <w:t xml:space="preserve"> </w:t>
      </w:r>
      <w:r>
        <w:t>report</w:t>
      </w:r>
      <w:r w:rsidR="003E736D">
        <w:t xml:space="preserve"> </w:t>
      </w:r>
      <w:r>
        <w:t>any</w:t>
      </w:r>
      <w:r w:rsidR="003E736D">
        <w:t xml:space="preserve"> </w:t>
      </w:r>
      <w:r>
        <w:t>condition</w:t>
      </w:r>
      <w:r w:rsidR="003E736D">
        <w:t xml:space="preserve"> </w:t>
      </w:r>
      <w:r>
        <w:t>suspected</w:t>
      </w:r>
      <w:r w:rsidR="003E736D">
        <w:t xml:space="preserve"> </w:t>
      </w:r>
      <w:r>
        <w:t>to</w:t>
      </w:r>
      <w:r w:rsidR="003E736D">
        <w:t xml:space="preserve"> </w:t>
      </w:r>
      <w:r>
        <w:t>be</w:t>
      </w:r>
      <w:r w:rsidR="003E736D">
        <w:t xml:space="preserve"> </w:t>
      </w:r>
      <w:r>
        <w:t>unsafe</w:t>
      </w:r>
      <w:r w:rsidR="003E736D">
        <w:t xml:space="preserve"> </w:t>
      </w:r>
      <w:r>
        <w:t>or</w:t>
      </w:r>
      <w:r w:rsidR="003E736D">
        <w:t xml:space="preserve"> </w:t>
      </w:r>
      <w:r>
        <w:t>unhealthy</w:t>
      </w:r>
      <w:r w:rsidR="003E736D">
        <w:t xml:space="preserve"> </w:t>
      </w:r>
      <w:r>
        <w:t>to</w:t>
      </w:r>
      <w:r w:rsidR="003E736D">
        <w:t xml:space="preserve"> </w:t>
      </w:r>
      <w:r>
        <w:t>their</w:t>
      </w:r>
      <w:r w:rsidR="003E736D">
        <w:t xml:space="preserve"> </w:t>
      </w:r>
      <w:r>
        <w:t>job</w:t>
      </w:r>
      <w:r w:rsidR="003E736D">
        <w:t xml:space="preserve"> </w:t>
      </w:r>
      <w:r>
        <w:t>foreman</w:t>
      </w:r>
      <w:r w:rsidR="003E736D">
        <w:t xml:space="preserve"> </w:t>
      </w:r>
      <w:r>
        <w:t>or</w:t>
      </w:r>
      <w:r w:rsidR="003E736D">
        <w:t xml:space="preserve"> </w:t>
      </w:r>
      <w:r>
        <w:t>safety</w:t>
      </w:r>
      <w:r w:rsidR="003E736D">
        <w:t xml:space="preserve"> </w:t>
      </w:r>
      <w:r>
        <w:t>representative.</w:t>
      </w:r>
      <w:r w:rsidR="003E736D">
        <w:t xml:space="preserve"> </w:t>
      </w:r>
      <w:r>
        <w:t>If</w:t>
      </w:r>
      <w:r w:rsidR="003E736D">
        <w:t xml:space="preserve"> </w:t>
      </w:r>
      <w:r>
        <w:t>there</w:t>
      </w:r>
      <w:r w:rsidR="003E736D">
        <w:t xml:space="preserve"> </w:t>
      </w:r>
      <w:r>
        <w:t>is</w:t>
      </w:r>
      <w:r w:rsidR="003E736D">
        <w:t xml:space="preserve"> </w:t>
      </w:r>
      <w:r>
        <w:t>no</w:t>
      </w:r>
      <w:r w:rsidR="003E736D">
        <w:t xml:space="preserve"> </w:t>
      </w:r>
      <w:r>
        <w:t>resolution</w:t>
      </w:r>
      <w:r w:rsidR="003E736D">
        <w:t xml:space="preserve"> </w:t>
      </w:r>
      <w:r>
        <w:t>of</w:t>
      </w:r>
      <w:r w:rsidR="003E736D">
        <w:t xml:space="preserve"> </w:t>
      </w:r>
      <w:r>
        <w:t>the</w:t>
      </w:r>
      <w:r w:rsidR="003E736D">
        <w:t xml:space="preserve"> </w:t>
      </w:r>
      <w:r>
        <w:t>concern</w:t>
      </w:r>
      <w:r w:rsidR="003E736D">
        <w:t xml:space="preserve"> </w:t>
      </w:r>
      <w:r>
        <w:t>at</w:t>
      </w:r>
      <w:r w:rsidR="003E736D">
        <w:t xml:space="preserve"> </w:t>
      </w:r>
      <w:r>
        <w:t>that</w:t>
      </w:r>
      <w:r w:rsidR="003E736D">
        <w:t xml:space="preserve"> </w:t>
      </w:r>
      <w:r>
        <w:t>level,</w:t>
      </w:r>
      <w:r w:rsidR="003E736D">
        <w:t xml:space="preserve"> </w:t>
      </w:r>
      <w:r>
        <w:t>the</w:t>
      </w:r>
      <w:r w:rsidR="003E736D">
        <w:t xml:space="preserve"> </w:t>
      </w:r>
      <w:r>
        <w:t>employee</w:t>
      </w:r>
      <w:r w:rsidR="003E736D">
        <w:t xml:space="preserve"> </w:t>
      </w:r>
      <w:r>
        <w:t>shall</w:t>
      </w:r>
      <w:r w:rsidR="003E736D">
        <w:t xml:space="preserve"> </w:t>
      </w:r>
      <w:r>
        <w:t>report</w:t>
      </w:r>
      <w:r w:rsidR="003E736D">
        <w:t xml:space="preserve"> </w:t>
      </w:r>
      <w:r>
        <w:t>the</w:t>
      </w:r>
      <w:r w:rsidR="003E736D">
        <w:t xml:space="preserve"> </w:t>
      </w:r>
      <w:r>
        <w:t>concern</w:t>
      </w:r>
      <w:r w:rsidR="003E736D">
        <w:t xml:space="preserve"> </w:t>
      </w:r>
      <w:r>
        <w:t>to</w:t>
      </w:r>
      <w:r w:rsidR="003E736D">
        <w:t xml:space="preserve"> </w:t>
      </w:r>
      <w:r>
        <w:t>the</w:t>
      </w:r>
      <w:r w:rsidR="003E736D">
        <w:t xml:space="preserve"> </w:t>
      </w:r>
      <w:r w:rsidR="00155B23" w:rsidRPr="00155B23">
        <w:t xml:space="preserve">Port </w:t>
      </w:r>
      <w:r w:rsidR="0010639A">
        <w:t>I</w:t>
      </w:r>
      <w:r w:rsidR="000F3EC1">
        <w:t xml:space="preserve">nspector </w:t>
      </w:r>
      <w:r>
        <w:t>and</w:t>
      </w:r>
      <w:r w:rsidR="003E736D">
        <w:t xml:space="preserve"> </w:t>
      </w:r>
      <w:r w:rsidR="00FE4885">
        <w:t>Manager</w:t>
      </w:r>
      <w:r w:rsidR="00E04C1C">
        <w:t xml:space="preserve"> of</w:t>
      </w:r>
      <w:r w:rsidR="00FE4885">
        <w:t xml:space="preserve"> Construction Safety Services</w:t>
      </w:r>
      <w:r>
        <w:t>.</w:t>
      </w:r>
    </w:p>
    <w:p w14:paraId="0715677B" w14:textId="77777777" w:rsidR="00B253FB" w:rsidRDefault="00B253FB" w:rsidP="004D119B">
      <w:pPr>
        <w:pStyle w:val="Spec"/>
        <w:numPr>
          <w:ilvl w:val="1"/>
          <w:numId w:val="2"/>
        </w:numPr>
      </w:pPr>
      <w:r>
        <w:t>ON</w:t>
      </w:r>
      <w:r w:rsidR="003E736D">
        <w:t xml:space="preserve"> </w:t>
      </w:r>
      <w:r>
        <w:t>SITE</w:t>
      </w:r>
      <w:r w:rsidR="003E736D">
        <w:t xml:space="preserve"> </w:t>
      </w:r>
      <w:r>
        <w:t>FIRST</w:t>
      </w:r>
      <w:r w:rsidR="003E736D">
        <w:t xml:space="preserve"> </w:t>
      </w:r>
      <w:r>
        <w:t>AID</w:t>
      </w:r>
    </w:p>
    <w:p w14:paraId="5B2F9D1E" w14:textId="77777777" w:rsidR="00580E02" w:rsidRPr="007F2357" w:rsidRDefault="00580E02" w:rsidP="001C5CF1">
      <w:pPr>
        <w:spacing w:afterLines="120" w:after="288" w:line="240" w:lineRule="auto"/>
        <w:ind w:left="2880" w:hanging="720"/>
        <w:rPr>
          <w:rFonts w:ascii="Arial" w:hAnsi="Arial"/>
        </w:rPr>
      </w:pPr>
      <w:r w:rsidRPr="007F2357">
        <w:rPr>
          <w:rFonts w:ascii="Arial" w:hAnsi="Arial"/>
        </w:rPr>
        <w:t>1.</w:t>
      </w:r>
      <w:r w:rsidRPr="007F2357">
        <w:rPr>
          <w:rFonts w:ascii="Arial" w:hAnsi="Arial"/>
        </w:rPr>
        <w:tab/>
        <w:t>This section is designed to assure that all employees in this state are afforded quick and effective first-aid attention in the event of an on the job injury. To achieve this purpose the presence of personnel trained in first-aid procedures at or near those places where employees are working is required. Compliance with the provisions of this section may require the presence of more than one first-aid trained person.</w:t>
      </w:r>
    </w:p>
    <w:p w14:paraId="4CAB740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Each employer must have available at all worksites, where a crew is present, a person or persons holding a valid first-aid certificate.</w:t>
      </w:r>
    </w:p>
    <w:p w14:paraId="688EC1C6" w14:textId="77777777" w:rsidR="00580E02" w:rsidRDefault="00580E02" w:rsidP="00580E02">
      <w:pPr>
        <w:pStyle w:val="ListParagraph"/>
        <w:spacing w:afterLines="120" w:after="288" w:line="240" w:lineRule="auto"/>
        <w:ind w:left="3600"/>
        <w:rPr>
          <w:rFonts w:ascii="Arial" w:eastAsia="Times New Roman" w:hAnsi="Arial" w:cs="Arial"/>
        </w:rPr>
      </w:pPr>
    </w:p>
    <w:p w14:paraId="47ACC097"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All crew leaders, supervisors or persons in direct charge of one or more employees must have a valid first-aid certificate.</w:t>
      </w:r>
    </w:p>
    <w:p w14:paraId="49653DC4" w14:textId="77777777" w:rsidR="00580E02" w:rsidRDefault="00580E02" w:rsidP="00580E02">
      <w:pPr>
        <w:pStyle w:val="ListParagraph"/>
        <w:spacing w:afterLines="120" w:after="288" w:line="240" w:lineRule="auto"/>
        <w:ind w:left="3600"/>
        <w:rPr>
          <w:rFonts w:ascii="Arial" w:eastAsia="Times New Roman" w:hAnsi="Arial" w:cs="Arial"/>
        </w:rPr>
      </w:pPr>
    </w:p>
    <w:p w14:paraId="4BFF6B08"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For the purposes of this section, a crew means a group of two or more employees working at any worksite.</w:t>
      </w:r>
    </w:p>
    <w:p w14:paraId="20BA0227" w14:textId="77777777" w:rsidR="00580E02" w:rsidRPr="007F2357" w:rsidRDefault="00580E02" w:rsidP="001C5CF1">
      <w:pPr>
        <w:spacing w:afterLines="120" w:after="288" w:line="240" w:lineRule="auto"/>
        <w:ind w:left="2160" w:firstLine="720"/>
        <w:rPr>
          <w:rFonts w:ascii="Arial" w:hAnsi="Arial"/>
        </w:rPr>
      </w:pPr>
      <w:r w:rsidRPr="007F2357">
        <w:rPr>
          <w:rFonts w:ascii="Arial" w:hAnsi="Arial"/>
        </w:rPr>
        <w:t>Additionally, the Contractor shall:</w:t>
      </w:r>
    </w:p>
    <w:p w14:paraId="1AF1496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Post emergency procedures which shall include telephone numbers and locations of facilities including, but not limited to, hospitals, physicians, police, fire and emergency medical services, in conspicuous locations at the job site and at all telephone locations.</w:t>
      </w:r>
    </w:p>
    <w:p w14:paraId="35995626" w14:textId="77777777" w:rsidR="00580E02" w:rsidRDefault="00580E02" w:rsidP="00580E02">
      <w:pPr>
        <w:pStyle w:val="ListParagraph"/>
        <w:spacing w:afterLines="120" w:after="288" w:line="240" w:lineRule="auto"/>
        <w:ind w:left="3600"/>
        <w:rPr>
          <w:rFonts w:ascii="Arial" w:eastAsia="Times New Roman" w:hAnsi="Arial" w:cs="Arial"/>
        </w:rPr>
      </w:pPr>
    </w:p>
    <w:p w14:paraId="568ABAF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lastRenderedPageBreak/>
        <w:t>Provide in a readily accessible location, first-aid supplies of sufficient size and number to handle common first-aid incidents.</w:t>
      </w:r>
    </w:p>
    <w:p w14:paraId="233329F7" w14:textId="77777777" w:rsidR="00580E02" w:rsidRDefault="00580E02" w:rsidP="00580E02">
      <w:pPr>
        <w:pStyle w:val="ListParagraph"/>
        <w:spacing w:afterLines="120" w:after="288" w:line="240" w:lineRule="auto"/>
        <w:ind w:left="3600"/>
        <w:rPr>
          <w:rFonts w:ascii="Arial" w:eastAsia="Times New Roman" w:hAnsi="Arial" w:cs="Arial"/>
        </w:rPr>
      </w:pPr>
    </w:p>
    <w:p w14:paraId="7CDD9DDA"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Identify personnel qualified to render first aid with suitable emblems affixed to the rear of their hard hats for identification.</w:t>
      </w:r>
    </w:p>
    <w:p w14:paraId="5CFDAC14" w14:textId="77777777" w:rsidR="00580E02" w:rsidRDefault="00580E02" w:rsidP="00580E02">
      <w:pPr>
        <w:pStyle w:val="ListParagraph"/>
        <w:spacing w:afterLines="120" w:after="288" w:line="240" w:lineRule="auto"/>
        <w:ind w:left="3600"/>
        <w:rPr>
          <w:rFonts w:ascii="Arial" w:eastAsia="Times New Roman" w:hAnsi="Arial" w:cs="Arial"/>
        </w:rPr>
      </w:pPr>
    </w:p>
    <w:p w14:paraId="0ABF6D16" w14:textId="77777777" w:rsidR="00580E02" w:rsidRPr="00F46B35"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Regularly discuss actions to be taken during emergencies with the Contractor’s supervisory personnel and at “tool box” safety meetings.</w:t>
      </w:r>
    </w:p>
    <w:p w14:paraId="6CC89518" w14:textId="77777777" w:rsidR="00B253FB" w:rsidRPr="00BF44A2" w:rsidRDefault="00B253FB" w:rsidP="00706280">
      <w:pPr>
        <w:pStyle w:val="Spec"/>
      </w:pPr>
      <w:r w:rsidRPr="00BF44A2">
        <w:t>PORT</w:t>
      </w:r>
      <w:r w:rsidR="003E736D">
        <w:t xml:space="preserve"> </w:t>
      </w:r>
      <w:r w:rsidRPr="00BF44A2">
        <w:t>OF</w:t>
      </w:r>
      <w:r w:rsidR="003E736D">
        <w:t xml:space="preserve"> </w:t>
      </w:r>
      <w:r w:rsidRPr="00BF44A2">
        <w:t>SEATTLE’S</w:t>
      </w:r>
      <w:r w:rsidR="003E736D">
        <w:t xml:space="preserve"> </w:t>
      </w:r>
      <w:r w:rsidRPr="00BF44A2">
        <w:t>RIGHTS</w:t>
      </w:r>
    </w:p>
    <w:p w14:paraId="660CAB15" w14:textId="77777777" w:rsidR="00B253FB" w:rsidRDefault="00706280" w:rsidP="004D119B">
      <w:pPr>
        <w:pStyle w:val="Spec"/>
        <w:numPr>
          <w:ilvl w:val="1"/>
          <w:numId w:val="2"/>
        </w:numPr>
      </w:pPr>
      <w:r>
        <w:t>I</w:t>
      </w:r>
      <w:r w:rsidR="00B253FB">
        <w:t>NSPECTIONS/INVESTIGATIONS</w:t>
      </w:r>
    </w:p>
    <w:p w14:paraId="0F0C3E17" w14:textId="5320FBFA"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and</w:t>
      </w:r>
      <w:r w:rsidR="003E736D">
        <w:t xml:space="preserve"> </w:t>
      </w:r>
      <w:r>
        <w:t>inspect</w:t>
      </w:r>
      <w:r w:rsidR="003E736D">
        <w:t xml:space="preserve"> </w:t>
      </w:r>
      <w:r>
        <w:t>the</w:t>
      </w:r>
      <w:r w:rsidR="003E736D">
        <w:t xml:space="preserve"> </w:t>
      </w:r>
      <w:r>
        <w:t>Contractor’s</w:t>
      </w:r>
      <w:r w:rsidR="003E736D">
        <w:t xml:space="preserve"> </w:t>
      </w:r>
      <w:r>
        <w:t>safety</w:t>
      </w:r>
      <w:r w:rsidR="003E736D">
        <w:t xml:space="preserve"> </w:t>
      </w:r>
      <w:r>
        <w:t>and</w:t>
      </w:r>
      <w:r w:rsidR="003E736D">
        <w:t xml:space="preserve"> </w:t>
      </w:r>
      <w:r>
        <w:t>accident</w:t>
      </w:r>
      <w:r w:rsidR="003E736D">
        <w:t xml:space="preserve"> </w:t>
      </w:r>
      <w:r>
        <w:t>prevention</w:t>
      </w:r>
      <w:r w:rsidR="003E736D">
        <w:t xml:space="preserve"> </w:t>
      </w:r>
      <w:r>
        <w:t>procedures</w:t>
      </w:r>
      <w:r w:rsidR="003E736D">
        <w:t xml:space="preserve"> </w:t>
      </w:r>
      <w:r>
        <w:t>for</w:t>
      </w:r>
      <w:r w:rsidR="003E736D">
        <w:t xml:space="preserve"> </w:t>
      </w:r>
      <w:r>
        <w:t>all</w:t>
      </w:r>
      <w:r w:rsidR="003E736D">
        <w:t xml:space="preserve"> </w:t>
      </w:r>
      <w:r>
        <w:t>activities</w:t>
      </w:r>
      <w:r w:rsidR="003E736D">
        <w:t xml:space="preserve"> </w:t>
      </w:r>
      <w:r>
        <w:t>and</w:t>
      </w:r>
      <w:r w:rsidR="003E736D">
        <w:t xml:space="preserve"> </w:t>
      </w:r>
      <w:r>
        <w:t>personnel</w:t>
      </w:r>
      <w:r w:rsidR="003E736D">
        <w:t xml:space="preserve"> </w:t>
      </w:r>
      <w:r>
        <w:t>working</w:t>
      </w:r>
      <w:r w:rsidR="003E736D">
        <w:t xml:space="preserve"> </w:t>
      </w:r>
      <w:r>
        <w:t>at</w:t>
      </w:r>
      <w:r w:rsidR="003E736D">
        <w:t xml:space="preserve"> </w:t>
      </w:r>
      <w:r>
        <w:t>the</w:t>
      </w:r>
      <w:r w:rsidR="003E736D">
        <w:t xml:space="preserve"> </w:t>
      </w:r>
      <w:r>
        <w:t>construction</w:t>
      </w:r>
      <w:r w:rsidR="003E736D">
        <w:t xml:space="preserve"> </w:t>
      </w:r>
      <w:r>
        <w:t>sites,</w:t>
      </w:r>
      <w:r w:rsidR="003E736D">
        <w:t xml:space="preserve"> </w:t>
      </w:r>
      <w:r>
        <w:t>including</w:t>
      </w:r>
      <w:r w:rsidR="003E736D">
        <w:t xml:space="preserve"> </w:t>
      </w:r>
      <w:r>
        <w:t>the</w:t>
      </w:r>
      <w:r w:rsidR="003E736D">
        <w:t xml:space="preserve"> </w:t>
      </w:r>
      <w:r>
        <w:t>Contractor,</w:t>
      </w:r>
      <w:r w:rsidR="003E736D">
        <w:t xml:space="preserve"> </w:t>
      </w:r>
      <w:r>
        <w:t>subcontractors,</w:t>
      </w:r>
      <w:r w:rsidR="003E736D">
        <w:t xml:space="preserve"> </w:t>
      </w:r>
      <w:r>
        <w:t>visitors,</w:t>
      </w:r>
      <w:r w:rsidR="003E736D">
        <w:t xml:space="preserve"> </w:t>
      </w:r>
      <w:r>
        <w:t>and</w:t>
      </w:r>
      <w:r w:rsidR="003E736D">
        <w:t xml:space="preserve"> </w:t>
      </w:r>
      <w:r>
        <w:t>materials</w:t>
      </w:r>
      <w:r w:rsidR="003E736D">
        <w:t xml:space="preserve"> </w:t>
      </w:r>
      <w:r>
        <w:t>or</w:t>
      </w:r>
      <w:r w:rsidR="003E736D">
        <w:t xml:space="preserve"> </w:t>
      </w:r>
      <w:r>
        <w:t>equipment</w:t>
      </w:r>
      <w:r w:rsidR="003E736D">
        <w:t xml:space="preserve"> </w:t>
      </w:r>
      <w:r>
        <w:t>suppliers.</w:t>
      </w:r>
      <w:r w:rsidR="003E736D">
        <w:t xml:space="preserve"> </w:t>
      </w:r>
      <w:r>
        <w:t>This</w:t>
      </w:r>
      <w:r w:rsidR="003E736D">
        <w:t xml:space="preserve"> </w:t>
      </w:r>
      <w:r>
        <w:t>specifically</w:t>
      </w:r>
      <w:r w:rsidR="003E736D">
        <w:t xml:space="preserve"> </w:t>
      </w:r>
      <w:r>
        <w:t>includes,</w:t>
      </w:r>
      <w:r w:rsidR="003E736D">
        <w:t xml:space="preserve"> </w:t>
      </w:r>
      <w:r>
        <w:t>but</w:t>
      </w:r>
      <w:r w:rsidR="003E736D">
        <w:t xml:space="preserve"> </w:t>
      </w:r>
      <w:r>
        <w:t>is</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right</w:t>
      </w:r>
      <w:r w:rsidR="003E736D">
        <w:t xml:space="preserve"> </w:t>
      </w:r>
      <w:r>
        <w:t>to</w:t>
      </w:r>
      <w:r w:rsidR="003E736D">
        <w:t xml:space="preserve"> </w:t>
      </w:r>
      <w:r>
        <w:t>attend</w:t>
      </w:r>
      <w:r w:rsidR="003E736D">
        <w:t xml:space="preserve"> </w:t>
      </w:r>
      <w:r>
        <w:t>all</w:t>
      </w:r>
      <w:r w:rsidR="003E736D">
        <w:t xml:space="preserve"> </w:t>
      </w:r>
      <w:r>
        <w:t>safety</w:t>
      </w:r>
      <w:r w:rsidR="003E736D">
        <w:t xml:space="preserve"> </w:t>
      </w:r>
      <w:r>
        <w:t>meetings.</w:t>
      </w:r>
    </w:p>
    <w:p w14:paraId="63B6BCB0" w14:textId="008FDD7E"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receive</w:t>
      </w:r>
      <w:r w:rsidR="003E736D">
        <w:t xml:space="preserve"> </w:t>
      </w:r>
      <w:r>
        <w:t>written</w:t>
      </w:r>
      <w:r w:rsidR="003E736D">
        <w:t xml:space="preserve"> </w:t>
      </w:r>
      <w:r>
        <w:t>copies</w:t>
      </w:r>
      <w:r w:rsidR="003E736D">
        <w:t xml:space="preserve"> </w:t>
      </w:r>
      <w:r>
        <w:t>of</w:t>
      </w:r>
      <w:r w:rsidR="003E736D">
        <w:t xml:space="preserve"> </w:t>
      </w:r>
      <w:r>
        <w:t>accident</w:t>
      </w:r>
      <w:r w:rsidR="003E736D">
        <w:t xml:space="preserve"> </w:t>
      </w:r>
      <w:r>
        <w:t>or</w:t>
      </w:r>
      <w:r w:rsidR="003E736D">
        <w:t xml:space="preserve"> </w:t>
      </w:r>
      <w:r>
        <w:t>incident</w:t>
      </w:r>
      <w:r w:rsidR="003E736D">
        <w:t xml:space="preserve"> </w:t>
      </w:r>
      <w:r>
        <w:t>reports</w:t>
      </w:r>
      <w:r w:rsidR="003E736D">
        <w:t xml:space="preserve"> </w:t>
      </w:r>
      <w:r>
        <w:t>completed</w:t>
      </w:r>
      <w:r w:rsidR="003E736D">
        <w:t xml:space="preserve"> </w:t>
      </w:r>
      <w:r>
        <w:t>by</w:t>
      </w:r>
      <w:r w:rsidR="003E736D">
        <w:t xml:space="preserve"> </w:t>
      </w:r>
      <w:r>
        <w:t>the</w:t>
      </w:r>
      <w:r w:rsidR="003E736D">
        <w:t xml:space="preserve"> </w:t>
      </w:r>
      <w:r>
        <w:t>Contractor</w:t>
      </w:r>
      <w:r w:rsidR="003E736D">
        <w:t xml:space="preserve"> </w:t>
      </w:r>
      <w:r>
        <w:t>within</w:t>
      </w:r>
      <w:r w:rsidR="003E736D">
        <w:t xml:space="preserve"> </w:t>
      </w:r>
      <w:r>
        <w:t>24-hours</w:t>
      </w:r>
      <w:r w:rsidR="003E736D">
        <w:t xml:space="preserve"> </w:t>
      </w:r>
      <w:r>
        <w:t>of</w:t>
      </w:r>
      <w:r w:rsidR="003E736D">
        <w:t xml:space="preserve"> </w:t>
      </w:r>
      <w:r>
        <w:t>occurrence,</w:t>
      </w:r>
      <w:r w:rsidR="003E736D">
        <w:t xml:space="preserve"> </w:t>
      </w:r>
      <w:r>
        <w:t>using</w:t>
      </w:r>
      <w:r w:rsidR="003E736D">
        <w:t xml:space="preserve"> </w:t>
      </w:r>
      <w:r>
        <w:t>the</w:t>
      </w:r>
      <w:r w:rsidR="003E736D">
        <w:t xml:space="preserve"> </w:t>
      </w:r>
      <w:r>
        <w:t>accident</w:t>
      </w:r>
      <w:r w:rsidR="003E736D">
        <w:t xml:space="preserve"> </w:t>
      </w:r>
      <w:r>
        <w:t>investigation</w:t>
      </w:r>
      <w:r w:rsidR="003E736D">
        <w:t xml:space="preserve"> </w:t>
      </w:r>
      <w:r>
        <w:t>reports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D87F5F">
        <w:t xml:space="preserve">. </w:t>
      </w:r>
      <w:r w:rsidR="003E736D">
        <w:t xml:space="preserve"> </w:t>
      </w:r>
      <w:r>
        <w:t>This</w:t>
      </w:r>
      <w:r w:rsidR="003E736D">
        <w:t xml:space="preserve"> </w:t>
      </w:r>
      <w:r>
        <w:t>reporting</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those</w:t>
      </w:r>
      <w:r w:rsidR="003E736D">
        <w:t xml:space="preserve"> </w:t>
      </w:r>
      <w:r>
        <w:t>reports</w:t>
      </w:r>
      <w:r w:rsidR="003E736D">
        <w:t xml:space="preserve"> </w:t>
      </w:r>
      <w:r>
        <w:t>prepared</w:t>
      </w:r>
      <w:r w:rsidR="003E736D">
        <w:t xml:space="preserve"> </w:t>
      </w:r>
      <w:r>
        <w:t>pursuant</w:t>
      </w:r>
      <w:r w:rsidR="003E736D">
        <w:t xml:space="preserve"> </w:t>
      </w:r>
      <w:r>
        <w:t>to</w:t>
      </w:r>
      <w:r w:rsidR="003E736D">
        <w:t xml:space="preserve"> </w:t>
      </w:r>
      <w:r>
        <w:t>OSHA</w:t>
      </w:r>
      <w:r w:rsidR="003E736D">
        <w:t xml:space="preserve"> </w:t>
      </w:r>
      <w:r>
        <w:t>and/or</w:t>
      </w:r>
      <w:r w:rsidR="003E736D">
        <w:t xml:space="preserve"> </w:t>
      </w:r>
      <w:r w:rsidR="00E060F7">
        <w:t>DOSH</w:t>
      </w:r>
      <w:r w:rsidR="003E736D">
        <w:t xml:space="preserve"> </w:t>
      </w:r>
      <w:r>
        <w:t>regulations.</w:t>
      </w:r>
    </w:p>
    <w:p w14:paraId="74719EF3" w14:textId="57B7E59C"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or</w:t>
      </w:r>
      <w:r w:rsidR="003E736D">
        <w:t xml:space="preserve"> </w:t>
      </w:r>
      <w:r>
        <w:t>participate</w:t>
      </w:r>
      <w:r w:rsidR="003E736D">
        <w:t xml:space="preserve"> </w:t>
      </w:r>
      <w:r>
        <w:t>in</w:t>
      </w:r>
      <w:r w:rsidR="003E736D">
        <w:t xml:space="preserve"> </w:t>
      </w:r>
      <w:r>
        <w:t>any</w:t>
      </w:r>
      <w:r w:rsidR="003E736D">
        <w:t xml:space="preserve"> </w:t>
      </w:r>
      <w:r>
        <w:t>accident</w:t>
      </w:r>
      <w:r w:rsidR="003E736D">
        <w:t xml:space="preserve"> </w:t>
      </w:r>
      <w:r>
        <w:t>investigation</w:t>
      </w:r>
      <w:r w:rsidR="003E736D">
        <w:t xml:space="preserve"> </w:t>
      </w:r>
      <w:r>
        <w:t>conducted</w:t>
      </w:r>
      <w:r w:rsidR="003E736D">
        <w:t xml:space="preserve"> </w:t>
      </w:r>
      <w:r>
        <w:t>by</w:t>
      </w:r>
      <w:r w:rsidR="003E736D">
        <w:t xml:space="preserve"> </w:t>
      </w:r>
      <w:r>
        <w:t>the</w:t>
      </w:r>
      <w:r w:rsidR="003E736D">
        <w:t xml:space="preserve"> </w:t>
      </w:r>
      <w:r>
        <w:t>Contractor</w:t>
      </w:r>
      <w:r w:rsidR="003E736D">
        <w:t xml:space="preserve"> </w:t>
      </w:r>
      <w:r>
        <w:t>or</w:t>
      </w:r>
      <w:r w:rsidR="003E736D">
        <w:t xml:space="preserve"> </w:t>
      </w:r>
      <w:r>
        <w:t>anyone</w:t>
      </w:r>
      <w:r w:rsidR="003E736D">
        <w:t xml:space="preserve"> </w:t>
      </w:r>
      <w:r>
        <w:t>performing</w:t>
      </w:r>
      <w:r w:rsidR="003E736D">
        <w:t xml:space="preserve"> </w:t>
      </w:r>
      <w:r>
        <w:t>work</w:t>
      </w:r>
      <w:r w:rsidR="003E736D">
        <w:t xml:space="preserve"> </w:t>
      </w:r>
      <w:r>
        <w:t>for,</w:t>
      </w:r>
      <w:r w:rsidR="003E736D">
        <w:t xml:space="preserve"> </w:t>
      </w:r>
      <w:r>
        <w:t>on</w:t>
      </w:r>
      <w:r w:rsidR="003E736D">
        <w:t xml:space="preserve"> </w:t>
      </w:r>
      <w:r>
        <w:t>behalf</w:t>
      </w:r>
      <w:r w:rsidR="003E736D">
        <w:t xml:space="preserve"> </w:t>
      </w:r>
      <w:r>
        <w:t>of</w:t>
      </w:r>
      <w:r w:rsidR="003E736D">
        <w:t xml:space="preserve"> </w:t>
      </w:r>
      <w:r>
        <w:t>or</w:t>
      </w:r>
      <w:r w:rsidR="003E736D">
        <w:t xml:space="preserve"> </w:t>
      </w:r>
      <w:r>
        <w:t>under</w:t>
      </w:r>
      <w:r w:rsidR="003E736D">
        <w:t xml:space="preserve"> </w:t>
      </w:r>
      <w:r>
        <w:t>the</w:t>
      </w:r>
      <w:r w:rsidR="003E736D">
        <w:t xml:space="preserve"> </w:t>
      </w:r>
      <w:r>
        <w:t>Contractor.</w:t>
      </w:r>
      <w:r w:rsidR="003E736D">
        <w:t xml:space="preserve"> </w:t>
      </w:r>
      <w:r>
        <w:t>The</w:t>
      </w:r>
      <w:r w:rsidR="003E736D">
        <w:t xml:space="preserve"> </w:t>
      </w:r>
      <w:r>
        <w:t>Port</w:t>
      </w:r>
      <w:r w:rsidR="003E736D">
        <w:t xml:space="preserve"> </w:t>
      </w:r>
      <w:r>
        <w:t>may</w:t>
      </w:r>
      <w:r w:rsidR="003E736D">
        <w:t xml:space="preserve"> </w:t>
      </w:r>
      <w:r>
        <w:t>also,</w:t>
      </w:r>
      <w:r w:rsidR="003E736D">
        <w:t xml:space="preserve"> </w:t>
      </w:r>
      <w:r>
        <w:t>at</w:t>
      </w:r>
      <w:r w:rsidR="003E736D">
        <w:t xml:space="preserve"> </w:t>
      </w:r>
      <w:r>
        <w:t>its</w:t>
      </w:r>
      <w:r w:rsidR="003E736D">
        <w:t xml:space="preserve"> </w:t>
      </w:r>
      <w:r>
        <w:t>sole</w:t>
      </w:r>
      <w:r w:rsidR="003E736D">
        <w:t xml:space="preserve"> </w:t>
      </w:r>
      <w:r>
        <w:t>discretion</w:t>
      </w:r>
      <w:r w:rsidR="003E736D">
        <w:t xml:space="preserve"> </w:t>
      </w:r>
      <w:r>
        <w:t>and</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undertake</w:t>
      </w:r>
      <w:r w:rsidR="003E736D">
        <w:t xml:space="preserve"> </w:t>
      </w:r>
      <w:r>
        <w:t>its</w:t>
      </w:r>
      <w:r w:rsidR="003E736D">
        <w:t xml:space="preserve"> </w:t>
      </w:r>
      <w:r>
        <w:t>own</w:t>
      </w:r>
      <w:r w:rsidR="003E736D">
        <w:t xml:space="preserve"> </w:t>
      </w:r>
      <w:r>
        <w:t>accident</w:t>
      </w:r>
      <w:r w:rsidR="003E736D">
        <w:t xml:space="preserve"> </w:t>
      </w:r>
      <w:r>
        <w:t>investigation.</w:t>
      </w:r>
    </w:p>
    <w:p w14:paraId="45EBC983" w14:textId="77777777" w:rsidR="00290A67" w:rsidRDefault="00B253FB" w:rsidP="004D119B">
      <w:pPr>
        <w:pStyle w:val="Spec"/>
        <w:numPr>
          <w:ilvl w:val="1"/>
          <w:numId w:val="2"/>
        </w:numPr>
      </w:pPr>
      <w:r>
        <w:t>CORRECTIVE</w:t>
      </w:r>
      <w:r w:rsidR="003E736D">
        <w:t xml:space="preserve"> </w:t>
      </w:r>
      <w:r>
        <w:t>ACTIONS/</w:t>
      </w:r>
      <w:r w:rsidR="00290A67">
        <w:t>S</w:t>
      </w:r>
      <w:r>
        <w:t>TOP-WORK</w:t>
      </w:r>
    </w:p>
    <w:p w14:paraId="019E7C89" w14:textId="62D9457B" w:rsidR="00290A67" w:rsidRDefault="00290A67" w:rsidP="004D119B">
      <w:pPr>
        <w:pStyle w:val="Spec"/>
        <w:numPr>
          <w:ilvl w:val="2"/>
          <w:numId w:val="2"/>
        </w:numPr>
      </w:pPr>
      <w:r>
        <w:t>T</w:t>
      </w:r>
      <w:r w:rsidR="00B253FB">
        <w:t>he</w:t>
      </w:r>
      <w:r w:rsidR="003E736D">
        <w:t xml:space="preserve"> </w:t>
      </w:r>
      <w:r w:rsidR="00B253FB">
        <w:t>Port</w:t>
      </w:r>
      <w:r w:rsidR="003E736D">
        <w:t xml:space="preserve"> </w:t>
      </w:r>
      <w:r w:rsidR="00B253FB">
        <w:t>shall</w:t>
      </w:r>
      <w:r w:rsidR="003E736D">
        <w:t xml:space="preserve"> </w:t>
      </w:r>
      <w:r w:rsidR="00B253FB">
        <w:t>have</w:t>
      </w:r>
      <w:r w:rsidR="003E736D">
        <w:t xml:space="preserve"> </w:t>
      </w:r>
      <w:r w:rsidR="00B253FB">
        <w:t>the</w:t>
      </w:r>
      <w:r w:rsidR="003E736D">
        <w:t xml:space="preserve"> </w:t>
      </w:r>
      <w:r w:rsidR="00B253FB">
        <w:t>right</w:t>
      </w:r>
      <w:r w:rsidR="003E736D">
        <w:t xml:space="preserve"> </w:t>
      </w:r>
      <w:r w:rsidR="00B253FB">
        <w:t>to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address</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including</w:t>
      </w:r>
      <w:r w:rsidR="003E736D">
        <w:t xml:space="preserve"> </w:t>
      </w:r>
      <w:r w:rsidR="00B253FB">
        <w:t>taking</w:t>
      </w:r>
      <w:r w:rsidR="003E736D">
        <w:t xml:space="preserve"> </w:t>
      </w:r>
      <w:r w:rsidR="00B253FB">
        <w:t>corrective</w:t>
      </w:r>
      <w:r w:rsidR="003E736D">
        <w:t xml:space="preserve"> </w:t>
      </w:r>
      <w:r w:rsidR="00B253FB">
        <w:t>action</w:t>
      </w:r>
      <w:r w:rsidR="003E736D">
        <w:t xml:space="preserve"> </w:t>
      </w:r>
      <w:r w:rsidR="00B253FB">
        <w:t>when</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are</w:t>
      </w:r>
      <w:r w:rsidR="003E736D">
        <w:t xml:space="preserve"> </w:t>
      </w:r>
      <w:r w:rsidR="00B253FB">
        <w:t>observed</w:t>
      </w:r>
      <w:r w:rsidR="003E736D">
        <w:t xml:space="preserve"> </w:t>
      </w:r>
      <w:r w:rsidR="00B253FB">
        <w:t>(i.e.,</w:t>
      </w:r>
      <w:r w:rsidR="003E736D">
        <w:t xml:space="preserve"> </w:t>
      </w:r>
      <w:r w:rsidR="00B253FB">
        <w:t>lack</w:t>
      </w:r>
      <w:r w:rsidR="003E736D">
        <w:t xml:space="preserve"> </w:t>
      </w:r>
      <w:r w:rsidR="00B253FB">
        <w:t>of</w:t>
      </w:r>
      <w:r w:rsidR="003E736D">
        <w:t xml:space="preserve"> </w:t>
      </w:r>
      <w:r w:rsidR="00B253FB">
        <w:t>good</w:t>
      </w:r>
      <w:r w:rsidR="003E736D">
        <w:t xml:space="preserve"> </w:t>
      </w:r>
      <w:r w:rsidR="00B253FB">
        <w:t>housekeeping</w:t>
      </w:r>
      <w:r w:rsidR="003E736D">
        <w:t xml:space="preserve"> </w:t>
      </w:r>
      <w:r w:rsidR="00B253FB">
        <w:t>practices,</w:t>
      </w:r>
      <w:r w:rsidR="003E736D">
        <w:t xml:space="preserve"> </w:t>
      </w:r>
      <w:r w:rsidR="00B253FB">
        <w:t>use</w:t>
      </w:r>
      <w:r w:rsidR="003E736D">
        <w:t xml:space="preserve"> </w:t>
      </w:r>
      <w:r w:rsidR="00B253FB">
        <w:t>of</w:t>
      </w:r>
      <w:r w:rsidR="003E736D">
        <w:t xml:space="preserve"> </w:t>
      </w:r>
      <w:r w:rsidR="00B253FB">
        <w:t>equipment</w:t>
      </w:r>
      <w:r w:rsidR="003E736D">
        <w:t xml:space="preserve"> </w:t>
      </w:r>
      <w:r w:rsidR="00B253FB">
        <w:t>in</w:t>
      </w:r>
      <w:r w:rsidR="003E736D">
        <w:t xml:space="preserve"> </w:t>
      </w:r>
      <w:r w:rsidR="00B253FB">
        <w:t>obviously</w:t>
      </w:r>
      <w:r w:rsidR="003E736D">
        <w:t xml:space="preserve"> </w:t>
      </w:r>
      <w:r w:rsidR="00B253FB">
        <w:t>poor</w:t>
      </w:r>
      <w:r w:rsidR="003E736D">
        <w:t xml:space="preserve"> </w:t>
      </w:r>
      <w:r w:rsidR="00B253FB">
        <w:t>condition,</w:t>
      </w:r>
      <w:r w:rsidR="003E736D">
        <w:t xml:space="preserve"> </w:t>
      </w:r>
      <w:r w:rsidR="00B253FB">
        <w:t>failure</w:t>
      </w:r>
      <w:r w:rsidR="003E736D">
        <w:t xml:space="preserve"> </w:t>
      </w:r>
      <w:r w:rsidR="00B253FB">
        <w:t>to</w:t>
      </w:r>
      <w:r w:rsidR="003E736D">
        <w:t xml:space="preserve"> </w:t>
      </w:r>
      <w:r w:rsidR="00B253FB">
        <w:t>adhere</w:t>
      </w:r>
      <w:r w:rsidR="003E736D">
        <w:t xml:space="preserve"> </w:t>
      </w:r>
      <w:r w:rsidR="00B253FB">
        <w:t>to</w:t>
      </w:r>
      <w:r w:rsidR="003E736D">
        <w:t xml:space="preserve"> </w:t>
      </w:r>
      <w:r w:rsidR="00B253FB">
        <w:t>statutory</w:t>
      </w:r>
      <w:r w:rsidR="003E736D">
        <w:t xml:space="preserve"> </w:t>
      </w:r>
      <w:r w:rsidR="00B253FB">
        <w:t>construction</w:t>
      </w:r>
      <w:r w:rsidR="003E736D">
        <w:t xml:space="preserve"> </w:t>
      </w:r>
      <w:r w:rsidR="00B253FB">
        <w:t>regulations,</w:t>
      </w:r>
      <w:r w:rsidR="003E736D">
        <w:t xml:space="preserve"> </w:t>
      </w:r>
      <w:r w:rsidR="003B6CBB">
        <w:t xml:space="preserve">failure to follow Hot Work procedures, </w:t>
      </w:r>
      <w:r w:rsidR="00B253FB">
        <w:t>etc.).</w:t>
      </w:r>
    </w:p>
    <w:p w14:paraId="381C545C" w14:textId="44F0697D"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removal</w:t>
      </w:r>
      <w:r w:rsidR="003E736D">
        <w:t xml:space="preserve"> </w:t>
      </w:r>
      <w:r>
        <w:t>from</w:t>
      </w:r>
      <w:r w:rsidR="003E736D">
        <w:t xml:space="preserve"> </w:t>
      </w:r>
      <w:r>
        <w:t>the</w:t>
      </w:r>
      <w:r w:rsidR="003E736D">
        <w:t xml:space="preserve"> </w:t>
      </w:r>
      <w:r>
        <w:t>work</w:t>
      </w:r>
      <w:r w:rsidR="003E736D">
        <w:t xml:space="preserve"> </w:t>
      </w:r>
      <w:r>
        <w:t>site</w:t>
      </w:r>
      <w:r w:rsidR="003E736D">
        <w:t xml:space="preserve"> </w:t>
      </w:r>
      <w:r>
        <w:t>of</w:t>
      </w:r>
      <w:r w:rsidR="003E736D">
        <w:t xml:space="preserve"> </w:t>
      </w:r>
      <w:r>
        <w:t>any</w:t>
      </w:r>
      <w:r w:rsidR="003E736D">
        <w:t xml:space="preserve"> </w:t>
      </w:r>
      <w:r>
        <w:t>person,</w:t>
      </w:r>
      <w:r w:rsidR="003E736D">
        <w:t xml:space="preserve"> </w:t>
      </w:r>
      <w:r>
        <w:t>property</w:t>
      </w:r>
      <w:r w:rsidR="003E736D">
        <w:t xml:space="preserve"> </w:t>
      </w:r>
      <w:r>
        <w:t>or</w:t>
      </w:r>
      <w:r w:rsidR="003E736D">
        <w:t xml:space="preserve"> </w:t>
      </w:r>
      <w:r>
        <w:t>equipment</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is</w:t>
      </w:r>
      <w:r w:rsidR="003E736D">
        <w:t xml:space="preserve"> </w:t>
      </w:r>
      <w:r>
        <w:t>deemed</w:t>
      </w:r>
      <w:r w:rsidR="003E736D">
        <w:t xml:space="preserve"> </w:t>
      </w:r>
      <w:r>
        <w:t>unsafe.</w:t>
      </w:r>
    </w:p>
    <w:p w14:paraId="31DD16EE"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Contractor</w:t>
      </w:r>
      <w:r w:rsidR="003E736D">
        <w:t xml:space="preserve"> </w:t>
      </w:r>
      <w:r>
        <w:t>to</w:t>
      </w:r>
      <w:r w:rsidR="003E736D">
        <w:t xml:space="preserve"> </w:t>
      </w:r>
      <w:r>
        <w:t>immediately</w:t>
      </w:r>
      <w:r w:rsidR="003E736D">
        <w:t xml:space="preserve"> </w:t>
      </w:r>
      <w:r>
        <w:t>cease</w:t>
      </w:r>
      <w:r w:rsidR="003E736D">
        <w:t xml:space="preserve"> </w:t>
      </w:r>
      <w:r>
        <w:t>any</w:t>
      </w:r>
      <w:r w:rsidR="003E736D">
        <w:t xml:space="preserve"> </w:t>
      </w:r>
      <w:r>
        <w:t>action</w:t>
      </w:r>
      <w:r w:rsidR="003E736D">
        <w:t xml:space="preserve"> </w:t>
      </w:r>
      <w:r>
        <w:t>and/or</w:t>
      </w:r>
      <w:r w:rsidR="003E736D">
        <w:t xml:space="preserve"> </w:t>
      </w:r>
      <w:r>
        <w:t>stop</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any</w:t>
      </w:r>
      <w:r w:rsidR="003E736D">
        <w:t xml:space="preserve"> </w:t>
      </w:r>
      <w:r>
        <w:t>condition</w:t>
      </w:r>
      <w:r w:rsidR="003E736D">
        <w:t xml:space="preserve"> </w:t>
      </w:r>
      <w:r>
        <w:t>exists</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constitutes</w:t>
      </w:r>
      <w:r w:rsidR="003E736D">
        <w:t xml:space="preserve"> </w:t>
      </w:r>
      <w:r>
        <w:t>an</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harm.</w:t>
      </w:r>
    </w:p>
    <w:p w14:paraId="09C56EAC"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suspend</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pending</w:t>
      </w:r>
      <w:r w:rsidR="003E736D">
        <w:t xml:space="preserve"> </w:t>
      </w:r>
      <w:r>
        <w:t>the</w:t>
      </w:r>
      <w:r w:rsidR="003E736D">
        <w:t xml:space="preserve"> </w:t>
      </w:r>
      <w:r>
        <w:t>completion</w:t>
      </w:r>
      <w:r w:rsidR="003E736D">
        <w:t xml:space="preserve"> </w:t>
      </w:r>
      <w:r>
        <w:t>of</w:t>
      </w:r>
      <w:r w:rsidR="003E736D">
        <w:t xml:space="preserve"> </w:t>
      </w:r>
      <w:r>
        <w:t>any</w:t>
      </w:r>
      <w:r w:rsidR="003E736D">
        <w:t xml:space="preserve"> </w:t>
      </w:r>
      <w:r>
        <w:t>accident/incident</w:t>
      </w:r>
      <w:r w:rsidR="003E736D">
        <w:t xml:space="preserve"> </w:t>
      </w:r>
      <w:r>
        <w:t>investigation,</w:t>
      </w:r>
      <w:r w:rsidR="003E736D">
        <w:t xml:space="preserve"> </w:t>
      </w:r>
      <w:r>
        <w:t>whether</w:t>
      </w:r>
      <w:r w:rsidR="003E736D">
        <w:t xml:space="preserve"> </w:t>
      </w:r>
      <w:r>
        <w:t>undertaken</w:t>
      </w:r>
      <w:r w:rsidR="003E736D">
        <w:t xml:space="preserve"> </w:t>
      </w:r>
      <w:r>
        <w:t>by</w:t>
      </w:r>
      <w:r w:rsidR="003E736D">
        <w:t xml:space="preserve"> </w:t>
      </w:r>
      <w:r>
        <w:t>Contractor,</w:t>
      </w:r>
      <w:r w:rsidR="003E736D">
        <w:t xml:space="preserve"> </w:t>
      </w:r>
      <w:r>
        <w:t>the</w:t>
      </w:r>
      <w:r w:rsidR="003E736D">
        <w:t xml:space="preserve"> </w:t>
      </w:r>
      <w:r>
        <w:t>Port</w:t>
      </w:r>
      <w:r w:rsidR="003E736D">
        <w:t xml:space="preserve"> </w:t>
      </w:r>
      <w:r>
        <w:t>or</w:t>
      </w:r>
      <w:r w:rsidR="003E736D">
        <w:t xml:space="preserve"> </w:t>
      </w:r>
      <w:r>
        <w:t>others.</w:t>
      </w:r>
    </w:p>
    <w:p w14:paraId="76337786" w14:textId="77777777" w:rsidR="00290A67" w:rsidRDefault="00290A67" w:rsidP="004D119B">
      <w:pPr>
        <w:pStyle w:val="Spec"/>
        <w:numPr>
          <w:ilvl w:val="1"/>
          <w:numId w:val="2"/>
        </w:numPr>
      </w:pPr>
      <w:r>
        <w:t>PORT’S ACTION/INACTION DOES NOT RELIEVE CONTRACTOR</w:t>
      </w:r>
    </w:p>
    <w:p w14:paraId="2F7D54FA" w14:textId="77777777" w:rsidR="00B253FB" w:rsidRDefault="00B253FB" w:rsidP="004D119B">
      <w:pPr>
        <w:pStyle w:val="Spec"/>
        <w:numPr>
          <w:ilvl w:val="2"/>
          <w:numId w:val="2"/>
        </w:numPr>
      </w:pPr>
      <w:r>
        <w:lastRenderedPageBreak/>
        <w:t>Nothing</w:t>
      </w:r>
      <w:r w:rsidR="003E736D">
        <w:t xml:space="preserve"> </w:t>
      </w:r>
      <w:r>
        <w:t>the</w:t>
      </w:r>
      <w:r w:rsidR="003E736D">
        <w:t xml:space="preserve"> </w:t>
      </w:r>
      <w:r>
        <w:t>Port</w:t>
      </w:r>
      <w:r w:rsidR="003E736D">
        <w:t xml:space="preserve"> </w:t>
      </w:r>
      <w:r>
        <w:t>may</w:t>
      </w:r>
      <w:r w:rsidR="003E736D">
        <w:t xml:space="preserve"> </w:t>
      </w:r>
      <w:r>
        <w:t>do,</w:t>
      </w:r>
      <w:r w:rsidR="003E736D">
        <w:t xml:space="preserve"> </w:t>
      </w:r>
      <w:r>
        <w:t>or</w:t>
      </w:r>
      <w:r w:rsidR="003E736D">
        <w:t xml:space="preserve"> </w:t>
      </w:r>
      <w:r>
        <w:t>fail</w:t>
      </w:r>
      <w:r w:rsidR="003E736D">
        <w:t xml:space="preserve"> </w:t>
      </w:r>
      <w:r>
        <w:t>to</w:t>
      </w:r>
      <w:r w:rsidR="003E736D">
        <w:t xml:space="preserve"> </w:t>
      </w:r>
      <w:r>
        <w:t>do,</w:t>
      </w:r>
      <w:r w:rsidR="003E736D">
        <w:t xml:space="preserve"> </w:t>
      </w:r>
      <w:r>
        <w:t>with</w:t>
      </w:r>
      <w:r w:rsidR="003E736D">
        <w:t xml:space="preserve"> </w:t>
      </w:r>
      <w:r>
        <w:t>respect</w:t>
      </w:r>
      <w:r w:rsidR="003E736D">
        <w:t xml:space="preserve"> </w:t>
      </w:r>
      <w:r>
        <w:t>to</w:t>
      </w:r>
      <w:r w:rsidR="003E736D">
        <w:t xml:space="preserve"> </w:t>
      </w:r>
      <w:r>
        <w:t>safety</w:t>
      </w:r>
      <w:r w:rsidR="003E736D">
        <w:t xml:space="preserve"> </w:t>
      </w:r>
      <w:r>
        <w:t>in</w:t>
      </w:r>
      <w:r w:rsidR="003E736D">
        <w:t xml:space="preserve"> </w:t>
      </w:r>
      <w:r>
        <w:t>the</w:t>
      </w:r>
      <w:r w:rsidR="003E736D">
        <w:t xml:space="preserve"> </w:t>
      </w:r>
      <w:r>
        <w:t>performance</w:t>
      </w:r>
      <w:r w:rsidR="003E736D">
        <w:t xml:space="preserve"> </w:t>
      </w:r>
      <w:r>
        <w:t>of</w:t>
      </w:r>
      <w:r w:rsidR="003E736D">
        <w:t xml:space="preserve"> </w:t>
      </w:r>
      <w:r>
        <w:t>the</w:t>
      </w:r>
      <w:r w:rsidR="003E736D">
        <w:t xml:space="preserve"> </w:t>
      </w:r>
      <w:r>
        <w:t>Work</w:t>
      </w:r>
      <w:r w:rsidR="003E736D">
        <w:t xml:space="preserve"> </w:t>
      </w:r>
      <w:r>
        <w:t>shall</w:t>
      </w:r>
      <w:r w:rsidR="003E736D">
        <w:t xml:space="preserve"> </w:t>
      </w:r>
      <w:r>
        <w:t>relieve</w:t>
      </w:r>
      <w:r w:rsidR="003E736D">
        <w:t xml:space="preserve"> </w:t>
      </w:r>
      <w:r>
        <w:t>the</w:t>
      </w:r>
      <w:r w:rsidR="003E736D" w:rsidRPr="00DF77C6">
        <w:t xml:space="preserve"> </w:t>
      </w:r>
      <w:r>
        <w:t>Contractor</w:t>
      </w:r>
      <w:r w:rsidR="003E736D">
        <w:t xml:space="preserve"> </w:t>
      </w:r>
      <w:r>
        <w:t>of</w:t>
      </w:r>
      <w:r w:rsidR="003E736D">
        <w:t xml:space="preserve"> </w:t>
      </w:r>
      <w:r>
        <w:t>its</w:t>
      </w:r>
      <w:r w:rsidR="003E736D">
        <w:t xml:space="preserve"> </w:t>
      </w:r>
      <w:r>
        <w:t>responsibility</w:t>
      </w:r>
      <w:r w:rsidR="003E736D">
        <w:t xml:space="preserve"> </w:t>
      </w:r>
      <w:r>
        <w:t>to</w:t>
      </w:r>
      <w:r w:rsidR="003E736D">
        <w:t xml:space="preserve"> </w:t>
      </w:r>
      <w:r>
        <w:t>comply</w:t>
      </w:r>
      <w:r w:rsidR="003E736D">
        <w:t xml:space="preserve"> </w:t>
      </w:r>
      <w:r>
        <w:t>strictly</w:t>
      </w:r>
      <w:r w:rsidR="003E736D">
        <w:t xml:space="preserve"> </w:t>
      </w:r>
      <w:r>
        <w:t>with</w:t>
      </w:r>
      <w:r w:rsidR="003E736D">
        <w:t xml:space="preserve"> </w:t>
      </w:r>
      <w:r>
        <w:t>this</w:t>
      </w:r>
      <w:r w:rsidR="003E736D">
        <w:t xml:space="preserve"> </w:t>
      </w:r>
      <w:r>
        <w:t>Division</w:t>
      </w:r>
      <w:r w:rsidR="003E736D">
        <w:t xml:space="preserve"> </w:t>
      </w:r>
      <w:r>
        <w:t>and</w:t>
      </w:r>
      <w:r w:rsidR="003E736D">
        <w:t xml:space="preserve"> </w:t>
      </w:r>
      <w:r>
        <w:t>all</w:t>
      </w:r>
      <w:r w:rsidR="003E736D">
        <w:t xml:space="preserve"> </w:t>
      </w:r>
      <w:r>
        <w:t>standards</w:t>
      </w:r>
      <w:r w:rsidR="003E736D">
        <w:t xml:space="preserve"> </w:t>
      </w:r>
      <w:r>
        <w:t>referenced</w:t>
      </w:r>
      <w:r w:rsidR="003E736D">
        <w:t xml:space="preserve"> </w:t>
      </w:r>
      <w:r>
        <w:t>in</w:t>
      </w:r>
      <w:r w:rsidR="003E736D">
        <w:t xml:space="preserve"> </w:t>
      </w:r>
      <w:r>
        <w:t>Section</w:t>
      </w:r>
      <w:r w:rsidR="003E736D">
        <w:t xml:space="preserve"> </w:t>
      </w:r>
      <w:r>
        <w:t>1.02</w:t>
      </w:r>
      <w:r w:rsidR="003E736D">
        <w:t xml:space="preserve"> </w:t>
      </w:r>
      <w:r>
        <w:t>of</w:t>
      </w:r>
      <w:r w:rsidR="003E736D">
        <w:t xml:space="preserve"> </w:t>
      </w:r>
      <w:r>
        <w:t>this</w:t>
      </w:r>
      <w:r w:rsidR="003E736D">
        <w:t xml:space="preserve"> </w:t>
      </w:r>
      <w:r>
        <w:t>document.</w:t>
      </w:r>
    </w:p>
    <w:p w14:paraId="7631DA0D" w14:textId="77777777" w:rsidR="00B253FB" w:rsidRDefault="00290A67" w:rsidP="004D119B">
      <w:pPr>
        <w:pStyle w:val="Spec"/>
        <w:numPr>
          <w:ilvl w:val="1"/>
          <w:numId w:val="2"/>
        </w:numPr>
      </w:pPr>
      <w:r>
        <w:t>PORT’S ACTION/INACTION NO BASIS FOR ADJUSTMENT</w:t>
      </w:r>
    </w:p>
    <w:p w14:paraId="71871FC1" w14:textId="77777777" w:rsidR="00B253FB" w:rsidRDefault="00B253FB" w:rsidP="004D119B">
      <w:pPr>
        <w:pStyle w:val="Spec"/>
        <w:numPr>
          <w:ilvl w:val="2"/>
          <w:numId w:val="2"/>
        </w:numPr>
      </w:pPr>
      <w:r>
        <w:t>The</w:t>
      </w:r>
      <w:r w:rsidR="003E736D">
        <w:t xml:space="preserve"> </w:t>
      </w:r>
      <w:r>
        <w:t>Port’s</w:t>
      </w:r>
      <w:r w:rsidR="003E736D">
        <w:t xml:space="preserve"> </w:t>
      </w:r>
      <w:r>
        <w:t>exercise</w:t>
      </w:r>
      <w:r w:rsidR="003E736D">
        <w:t xml:space="preserve"> </w:t>
      </w:r>
      <w:r>
        <w:t>of</w:t>
      </w:r>
      <w:r w:rsidR="003E736D">
        <w:t xml:space="preserve"> </w:t>
      </w:r>
      <w:r>
        <w:t>any</w:t>
      </w:r>
      <w:r w:rsidR="003E736D">
        <w:t xml:space="preserve"> </w:t>
      </w:r>
      <w:r>
        <w:t>rights</w:t>
      </w:r>
      <w:r w:rsidR="003E736D">
        <w:t xml:space="preserve"> </w:t>
      </w:r>
      <w:r>
        <w:t>under</w:t>
      </w:r>
      <w:r w:rsidR="003E736D">
        <w:t xml:space="preserve"> </w:t>
      </w:r>
      <w:r>
        <w:t>this</w:t>
      </w:r>
      <w:r w:rsidR="003E736D">
        <w:t xml:space="preserve"> </w:t>
      </w:r>
      <w:r>
        <w:t>Paragraph</w:t>
      </w:r>
      <w:r w:rsidR="003E736D">
        <w:t xml:space="preserve"> </w:t>
      </w:r>
      <w:r>
        <w:t>1.0</w:t>
      </w:r>
      <w:r w:rsidR="001177B3">
        <w:t>6</w:t>
      </w:r>
      <w:r w:rsidR="003E736D">
        <w:t xml:space="preserve"> </w:t>
      </w:r>
      <w:r>
        <w:t>shall</w:t>
      </w:r>
      <w:r w:rsidR="003E736D">
        <w:t xml:space="preserve"> </w:t>
      </w:r>
      <w:r>
        <w:t>not</w:t>
      </w:r>
      <w:r w:rsidR="003E736D">
        <w:t xml:space="preserve"> </w:t>
      </w:r>
      <w:r>
        <w:t>be</w:t>
      </w:r>
      <w:r w:rsidR="003E736D">
        <w:t xml:space="preserve"> </w:t>
      </w:r>
      <w:r>
        <w:t>a</w:t>
      </w:r>
      <w:r w:rsidR="003E736D">
        <w:t xml:space="preserve"> </w:t>
      </w:r>
      <w:r>
        <w:t>basis</w:t>
      </w:r>
      <w:r w:rsidR="003E736D">
        <w:t xml:space="preserve"> </w:t>
      </w:r>
      <w:r>
        <w:t>for</w:t>
      </w:r>
      <w:r w:rsidR="003E736D">
        <w:t xml:space="preserve"> </w:t>
      </w:r>
      <w:r>
        <w:t>any</w:t>
      </w:r>
      <w:r w:rsidR="003E736D">
        <w:t xml:space="preserve"> </w:t>
      </w:r>
      <w:r>
        <w:t>adjustment</w:t>
      </w:r>
      <w:r w:rsidR="003E736D">
        <w:t xml:space="preserve"> </w:t>
      </w:r>
      <w:r>
        <w:t>in</w:t>
      </w:r>
      <w:r w:rsidR="003E736D">
        <w:t xml:space="preserve"> </w:t>
      </w:r>
      <w:r>
        <w:t>the</w:t>
      </w:r>
      <w:r w:rsidR="003E736D">
        <w:t xml:space="preserve"> </w:t>
      </w:r>
      <w:r>
        <w:t>Contract</w:t>
      </w:r>
      <w:r w:rsidR="003E736D">
        <w:t xml:space="preserve"> </w:t>
      </w:r>
      <w:r>
        <w:t>Price</w:t>
      </w:r>
      <w:r w:rsidR="003E736D">
        <w:t xml:space="preserve"> </w:t>
      </w:r>
      <w:r>
        <w:t>or</w:t>
      </w:r>
      <w:r w:rsidR="003E736D">
        <w:t xml:space="preserve"> </w:t>
      </w:r>
      <w:r>
        <w:t>Time.</w:t>
      </w:r>
    </w:p>
    <w:p w14:paraId="67DA12D7" w14:textId="77777777" w:rsidR="00B253FB" w:rsidRDefault="00B253FB" w:rsidP="004D119B">
      <w:pPr>
        <w:pStyle w:val="Spec"/>
        <w:numPr>
          <w:ilvl w:val="1"/>
          <w:numId w:val="2"/>
        </w:numPr>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INCLUDES</w:t>
      </w:r>
      <w:r w:rsidR="003E736D">
        <w:t xml:space="preserve"> </w:t>
      </w:r>
      <w:r>
        <w:t>CONSULTANTS</w:t>
      </w:r>
    </w:p>
    <w:p w14:paraId="3411B951" w14:textId="430EC3F8" w:rsidR="00B253FB" w:rsidRDefault="00B253FB" w:rsidP="004D119B">
      <w:pPr>
        <w:pStyle w:val="Spec"/>
        <w:numPr>
          <w:ilvl w:val="2"/>
          <w:numId w:val="2"/>
        </w:numPr>
      </w:pPr>
      <w:r>
        <w:t>As</w:t>
      </w:r>
      <w:r w:rsidR="003E736D">
        <w:t xml:space="preserve"> </w:t>
      </w:r>
      <w:r>
        <w:t>used</w:t>
      </w:r>
      <w:r w:rsidR="003E736D">
        <w:t xml:space="preserve"> </w:t>
      </w:r>
      <w:r>
        <w:t>in</w:t>
      </w:r>
      <w:r w:rsidR="003E736D">
        <w:t xml:space="preserve"> </w:t>
      </w:r>
      <w:r>
        <w:t>Document</w:t>
      </w:r>
      <w:r w:rsidR="003E736D">
        <w:t xml:space="preserve"> </w:t>
      </w:r>
      <w:r w:rsidR="00206F12">
        <w:t>01 35 29</w:t>
      </w:r>
      <w:r w:rsidR="00B34D24">
        <w:t>T</w:t>
      </w:r>
      <w:r w:rsidR="003E736D">
        <w:t xml:space="preserve"> </w:t>
      </w:r>
      <w:r>
        <w:t>the</w:t>
      </w:r>
      <w:r w:rsidR="003E736D">
        <w:t xml:space="preserve"> </w:t>
      </w:r>
      <w:r>
        <w:t>terms</w:t>
      </w:r>
      <w:r w:rsidR="003E736D">
        <w:t xml:space="preserve"> </w:t>
      </w:r>
      <w:r>
        <w:t>"Port</w:t>
      </w:r>
      <w:r w:rsidR="003E736D">
        <w:t xml:space="preserve"> </w:t>
      </w:r>
      <w:r>
        <w:t>of</w:t>
      </w:r>
      <w:r w:rsidR="003E736D">
        <w:t xml:space="preserve"> </w:t>
      </w:r>
      <w:r>
        <w:t>Seattle"</w:t>
      </w:r>
      <w:r w:rsidR="003E736D">
        <w:t xml:space="preserve"> </w:t>
      </w:r>
      <w:r>
        <w:t>and</w:t>
      </w:r>
      <w:r w:rsidR="003E736D">
        <w:t xml:space="preserve"> </w:t>
      </w:r>
      <w:r>
        <w:t>"Port"</w:t>
      </w:r>
      <w:r w:rsidR="003E736D">
        <w:t xml:space="preserve"> </w:t>
      </w:r>
      <w:r>
        <w:t>specifically</w:t>
      </w:r>
      <w:r w:rsidR="003E736D">
        <w:t xml:space="preserve"> </w:t>
      </w:r>
      <w:r>
        <w:t>includes</w:t>
      </w:r>
      <w:r w:rsidR="003E736D">
        <w:t xml:space="preserve"> </w:t>
      </w:r>
      <w:r>
        <w:t>the</w:t>
      </w:r>
      <w:r w:rsidR="003E736D">
        <w:t xml:space="preserve"> </w:t>
      </w:r>
      <w:r>
        <w:t>Port's</w:t>
      </w:r>
      <w:r w:rsidR="003E736D">
        <w:t xml:space="preserve"> </w:t>
      </w:r>
      <w:r>
        <w:t>designated</w:t>
      </w:r>
      <w:r w:rsidR="003E736D">
        <w:t xml:space="preserve"> </w:t>
      </w:r>
      <w:r>
        <w:t>consultants.</w:t>
      </w:r>
    </w:p>
    <w:p w14:paraId="128A85C1" w14:textId="5DFEA074" w:rsidR="0065053F" w:rsidRDefault="0065053F" w:rsidP="0065053F">
      <w:pPr>
        <w:pStyle w:val="Spec"/>
        <w:numPr>
          <w:ilvl w:val="0"/>
          <w:numId w:val="0"/>
        </w:numPr>
        <w:ind w:left="1440" w:hanging="720"/>
      </w:pPr>
    </w:p>
    <w:p w14:paraId="0C5E7A8E" w14:textId="77777777" w:rsidR="0065053F" w:rsidRDefault="0065053F" w:rsidP="0065053F">
      <w:pPr>
        <w:pStyle w:val="Spec"/>
        <w:numPr>
          <w:ilvl w:val="0"/>
          <w:numId w:val="0"/>
        </w:numPr>
        <w:ind w:left="1440" w:hanging="720"/>
      </w:pPr>
    </w:p>
    <w:p w14:paraId="26FF31E4" w14:textId="77777777" w:rsidR="00B253FB" w:rsidRDefault="00B253FB" w:rsidP="00290A67">
      <w:pPr>
        <w:pStyle w:val="Spec"/>
      </w:pPr>
      <w:r>
        <w:t>PORT</w:t>
      </w:r>
      <w:r w:rsidR="003E736D">
        <w:t xml:space="preserve"> </w:t>
      </w:r>
      <w:r>
        <w:t>MANDATED</w:t>
      </w:r>
      <w:r w:rsidR="003E736D">
        <w:t xml:space="preserve"> </w:t>
      </w:r>
      <w:r>
        <w:t>SAFETY</w:t>
      </w:r>
      <w:r w:rsidR="003E736D">
        <w:t xml:space="preserve"> </w:t>
      </w:r>
      <w:r>
        <w:t>REQUIREMENTS</w:t>
      </w:r>
    </w:p>
    <w:p w14:paraId="2729CD06" w14:textId="6AC712AF" w:rsidR="00B253FB" w:rsidRDefault="00B253FB" w:rsidP="004D119B">
      <w:pPr>
        <w:pStyle w:val="Spec"/>
        <w:numPr>
          <w:ilvl w:val="1"/>
          <w:numId w:val="2"/>
        </w:numPr>
      </w:pPr>
      <w:r>
        <w:t>Prior</w:t>
      </w:r>
      <w:r w:rsidR="003E736D">
        <w:t xml:space="preserve"> </w:t>
      </w:r>
      <w:r>
        <w:t>to</w:t>
      </w:r>
      <w:r w:rsidR="003E736D">
        <w:t xml:space="preserve"> </w:t>
      </w:r>
      <w:r w:rsidR="00F572BB">
        <w:t>mobilization</w:t>
      </w:r>
      <w:r>
        <w:t>,</w:t>
      </w:r>
      <w:r w:rsidR="003E736D">
        <w:t xml:space="preserve"> </w:t>
      </w:r>
      <w:r>
        <w:t>the</w:t>
      </w:r>
      <w:r w:rsidR="003E736D">
        <w:t xml:space="preserve"> </w:t>
      </w:r>
      <w:r>
        <w:t>Contractor’s</w:t>
      </w:r>
      <w:r w:rsidR="003E736D">
        <w:t xml:space="preserve"> </w:t>
      </w:r>
      <w:r>
        <w:t>Project</w:t>
      </w:r>
      <w:r w:rsidR="003E736D">
        <w:t xml:space="preserve"> </w:t>
      </w:r>
      <w:r>
        <w:t>Manager</w:t>
      </w:r>
      <w:r w:rsidR="003E736D">
        <w:t xml:space="preserve"> </w:t>
      </w:r>
      <w:r>
        <w:t>and</w:t>
      </w:r>
      <w:r w:rsidR="003E736D">
        <w:t xml:space="preserve"> </w:t>
      </w:r>
      <w:r>
        <w:t>Safety</w:t>
      </w:r>
      <w:r w:rsidR="003E736D">
        <w:t xml:space="preserve"> </w:t>
      </w:r>
      <w:r>
        <w:t>Representative</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rsidR="00546A99">
        <w:t>PC</w:t>
      </w:r>
      <w:r w:rsidR="00CF4136">
        <w:t>P</w:t>
      </w:r>
      <w:r w:rsidR="00546A99">
        <w:t xml:space="preserve">R </w:t>
      </w:r>
      <w:r>
        <w:t>and</w:t>
      </w:r>
      <w:r w:rsidR="003E736D">
        <w:t xml:space="preserve"> </w:t>
      </w:r>
      <w:r w:rsidR="00FE4885">
        <w:t>Manager</w:t>
      </w:r>
      <w:r w:rsidR="00E04C1C">
        <w:t xml:space="preserve"> of</w:t>
      </w:r>
      <w:r w:rsidR="00FE4885">
        <w:t xml:space="preserve"> Construction Safety Services</w:t>
      </w:r>
      <w:r w:rsidR="003E736D">
        <w:t xml:space="preserve"> </w:t>
      </w:r>
      <w:r>
        <w:t>to</w:t>
      </w:r>
      <w:r w:rsidR="003E736D">
        <w:t xml:space="preserve"> </w:t>
      </w:r>
      <w:r>
        <w:t>review</w:t>
      </w:r>
      <w:r w:rsidR="003E736D">
        <w:t xml:space="preserve"> </w:t>
      </w:r>
      <w:r>
        <w:t>and</w:t>
      </w:r>
      <w:r w:rsidR="003E736D">
        <w:t xml:space="preserve"> </w:t>
      </w:r>
      <w:r>
        <w:t>discuss</w:t>
      </w:r>
      <w:r w:rsidR="003E736D">
        <w:t xml:space="preserve"> </w:t>
      </w:r>
      <w:r>
        <w:t>the</w:t>
      </w:r>
      <w:r w:rsidR="003E736D">
        <w:t xml:space="preserve"> </w:t>
      </w:r>
      <w:r>
        <w:t>safety</w:t>
      </w:r>
      <w:r w:rsidR="003E736D">
        <w:t xml:space="preserve"> </w:t>
      </w:r>
      <w:r>
        <w:t>requirements</w:t>
      </w:r>
      <w:r w:rsidR="003E736D">
        <w:t xml:space="preserve"> </w:t>
      </w:r>
      <w:r>
        <w:t>of</w:t>
      </w:r>
      <w:r w:rsidR="003E736D">
        <w:t xml:space="preserve"> </w:t>
      </w:r>
      <w:r>
        <w:t>this</w:t>
      </w:r>
      <w:r w:rsidR="003E736D">
        <w:t xml:space="preserve"> </w:t>
      </w:r>
      <w:r>
        <w:t>contract.</w:t>
      </w:r>
    </w:p>
    <w:p w14:paraId="09AB26D1" w14:textId="77777777" w:rsidR="00B253FB" w:rsidRDefault="00B253FB" w:rsidP="004D119B">
      <w:pPr>
        <w:pStyle w:val="Spec"/>
        <w:numPr>
          <w:ilvl w:val="1"/>
          <w:numId w:val="2"/>
        </w:numPr>
      </w:pPr>
      <w:r>
        <w:t>SPECIFIC</w:t>
      </w:r>
      <w:r w:rsidR="003E736D">
        <w:t xml:space="preserve"> </w:t>
      </w:r>
      <w:r>
        <w:t>SAFETY</w:t>
      </w:r>
      <w:r w:rsidR="003E736D">
        <w:t xml:space="preserve"> </w:t>
      </w:r>
      <w:r>
        <w:t>PROVISIONS</w:t>
      </w:r>
    </w:p>
    <w:p w14:paraId="05FCC5EB" w14:textId="77777777" w:rsidR="00B253FB" w:rsidRDefault="00B253FB" w:rsidP="004D119B">
      <w:pPr>
        <w:pStyle w:val="Spec"/>
        <w:numPr>
          <w:ilvl w:val="2"/>
          <w:numId w:val="2"/>
        </w:numPr>
      </w:pPr>
      <w:r>
        <w:t>In</w:t>
      </w:r>
      <w:r w:rsidR="003E736D">
        <w:t xml:space="preserve"> </w:t>
      </w:r>
      <w:r>
        <w:t>addition</w:t>
      </w:r>
      <w:r w:rsidR="003E736D">
        <w:t xml:space="preserve"> </w:t>
      </w:r>
      <w:r>
        <w:t>to</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regulations</w:t>
      </w:r>
      <w:r w:rsidR="003E736D">
        <w:t xml:space="preserve"> </w:t>
      </w:r>
      <w:r>
        <w:t>pertaining</w:t>
      </w:r>
      <w:r w:rsidR="003E736D">
        <w:t xml:space="preserve"> </w:t>
      </w:r>
      <w:r>
        <w:t>to</w:t>
      </w:r>
      <w:r w:rsidR="003E736D">
        <w:t xml:space="preserve"> </w:t>
      </w:r>
      <w:r>
        <w:t>operations</w:t>
      </w:r>
      <w:r w:rsidR="003E736D">
        <w:t xml:space="preserve"> </w:t>
      </w:r>
      <w:r>
        <w:t>and</w:t>
      </w:r>
      <w:r w:rsidR="003E736D">
        <w:t xml:space="preserve"> </w:t>
      </w:r>
      <w:r>
        <w:t>safety,</w:t>
      </w:r>
      <w:r w:rsidR="003E736D">
        <w:t xml:space="preserve"> </w:t>
      </w:r>
      <w:r>
        <w:t>the</w:t>
      </w:r>
      <w:r w:rsidR="003E736D">
        <w:t xml:space="preserve"> </w:t>
      </w:r>
      <w:r>
        <w:t>Contractor</w:t>
      </w:r>
      <w:r w:rsidR="003E736D">
        <w:t xml:space="preserve"> </w:t>
      </w:r>
      <w:r>
        <w:t>shall</w:t>
      </w:r>
      <w:r w:rsidR="003E736D">
        <w:t xml:space="preserve"> </w:t>
      </w:r>
      <w:r>
        <w:t>adhere</w:t>
      </w:r>
      <w:r w:rsidR="003E736D">
        <w:t xml:space="preserve"> </w:t>
      </w:r>
      <w:r>
        <w:t>to</w:t>
      </w:r>
      <w:r w:rsidR="003E736D">
        <w:t xml:space="preserve"> </w:t>
      </w:r>
      <w:r>
        <w:t>the</w:t>
      </w:r>
      <w:r w:rsidR="003E736D">
        <w:t xml:space="preserve"> </w:t>
      </w:r>
      <w:r>
        <w:t>following</w:t>
      </w:r>
      <w:r w:rsidR="003E736D">
        <w:t xml:space="preserve"> </w:t>
      </w:r>
      <w:r>
        <w:t>Port</w:t>
      </w:r>
      <w:r w:rsidR="003E736D">
        <w:t xml:space="preserve"> </w:t>
      </w:r>
      <w:r>
        <w:t>mandated</w:t>
      </w:r>
      <w:r w:rsidR="003E736D">
        <w:t xml:space="preserve"> </w:t>
      </w:r>
      <w:r>
        <w:t>safety</w:t>
      </w:r>
      <w:r w:rsidR="003E736D">
        <w:t xml:space="preserve"> </w:t>
      </w:r>
      <w:r>
        <w:t>requirements:</w:t>
      </w:r>
    </w:p>
    <w:p w14:paraId="4D417F5E" w14:textId="7224A2CE" w:rsidR="00B253FB" w:rsidRDefault="00B253FB" w:rsidP="004D119B">
      <w:pPr>
        <w:pStyle w:val="Spec"/>
        <w:numPr>
          <w:ilvl w:val="3"/>
          <w:numId w:val="2"/>
        </w:numPr>
      </w:pPr>
      <w:r>
        <w:t>Asbestos</w:t>
      </w:r>
      <w:r w:rsidR="003E736D">
        <w:t xml:space="preserve"> </w:t>
      </w:r>
      <w:r>
        <w:t>and</w:t>
      </w:r>
      <w:r w:rsidR="003E736D">
        <w:t xml:space="preserve"> </w:t>
      </w:r>
      <w:r>
        <w:t>Contractor</w:t>
      </w:r>
      <w:r w:rsidR="003E736D">
        <w:t xml:space="preserve"> </w:t>
      </w:r>
      <w:r>
        <w:t>Personnel</w:t>
      </w:r>
      <w:r w:rsidR="003E736D">
        <w:t xml:space="preserve"> </w:t>
      </w:r>
      <w:r>
        <w:t>Asbestos</w:t>
      </w:r>
      <w:r w:rsidR="003E736D">
        <w:t xml:space="preserve"> </w:t>
      </w:r>
      <w:r>
        <w:t>Training:</w:t>
      </w:r>
      <w:r w:rsidR="003E736D">
        <w:t xml:space="preserve"> </w:t>
      </w:r>
      <w:r>
        <w:t>Ensure</w:t>
      </w:r>
      <w:r w:rsidR="003E736D">
        <w:t xml:space="preserve"> </w:t>
      </w:r>
      <w:r>
        <w:t>that</w:t>
      </w:r>
      <w:r w:rsidR="003E736D">
        <w:t xml:space="preserve"> </w:t>
      </w:r>
      <w:r w:rsidR="00D2384B">
        <w:t xml:space="preserve">all Certified Asbestos workers have current certifications, and ensure that all other site workers, including subcontractors, </w:t>
      </w:r>
      <w:r>
        <w:t>have</w:t>
      </w:r>
      <w:r w:rsidR="003E736D">
        <w:t xml:space="preserve"> </w:t>
      </w:r>
      <w:r>
        <w:t>received</w:t>
      </w:r>
      <w:r w:rsidR="003E736D">
        <w:t xml:space="preserve"> </w:t>
      </w:r>
      <w:r>
        <w:t>the</w:t>
      </w:r>
      <w:r w:rsidR="003E736D">
        <w:t xml:space="preserve"> </w:t>
      </w:r>
      <w:r>
        <w:t>initial</w:t>
      </w:r>
      <w:r w:rsidR="003E736D">
        <w:t xml:space="preserve"> </w:t>
      </w:r>
      <w:r>
        <w:t>and</w:t>
      </w:r>
      <w:r w:rsidR="003E736D">
        <w:t xml:space="preserve"> </w:t>
      </w:r>
      <w:r>
        <w:t>annual</w:t>
      </w:r>
      <w:r w:rsidR="003E736D">
        <w:t xml:space="preserve"> </w:t>
      </w:r>
      <w:r>
        <w:t>Asbestos</w:t>
      </w:r>
      <w:r w:rsidR="003E736D">
        <w:t xml:space="preserve"> </w:t>
      </w:r>
      <w:r>
        <w:t>Awareness</w:t>
      </w:r>
      <w:r w:rsidR="003E736D">
        <w:t xml:space="preserve"> </w:t>
      </w:r>
      <w:r>
        <w:t>training</w:t>
      </w:r>
      <w:r w:rsidR="003E736D">
        <w:t xml:space="preserve"> </w:t>
      </w:r>
      <w:r>
        <w:t>prior</w:t>
      </w:r>
      <w:r w:rsidR="003E736D">
        <w:t xml:space="preserve"> </w:t>
      </w:r>
      <w:r>
        <w:t>to</w:t>
      </w:r>
      <w:r w:rsidR="003E736D">
        <w:t xml:space="preserve"> </w:t>
      </w:r>
      <w:r>
        <w:t>the</w:t>
      </w:r>
      <w:r w:rsidR="003E736D">
        <w:t xml:space="preserve"> </w:t>
      </w:r>
      <w:r>
        <w:t>start</w:t>
      </w:r>
      <w:r w:rsidR="003E736D">
        <w:t xml:space="preserve"> </w:t>
      </w:r>
      <w:r>
        <w:t>of</w:t>
      </w:r>
      <w:r w:rsidR="003E736D">
        <w:t xml:space="preserve"> </w:t>
      </w:r>
      <w:r>
        <w:t>work.</w:t>
      </w:r>
    </w:p>
    <w:p w14:paraId="64C01F6C" w14:textId="04B20F2D" w:rsidR="00B253FB" w:rsidRDefault="00B253FB" w:rsidP="004D119B">
      <w:pPr>
        <w:pStyle w:val="Spec"/>
        <w:numPr>
          <w:ilvl w:val="3"/>
          <w:numId w:val="2"/>
        </w:numPr>
      </w:pPr>
      <w:r>
        <w:t>Entry</w:t>
      </w:r>
      <w:r w:rsidR="003E736D">
        <w:t xml:space="preserve"> </w:t>
      </w:r>
      <w:r>
        <w:t>into</w:t>
      </w:r>
      <w:r w:rsidR="003E736D">
        <w:t xml:space="preserve"> </w:t>
      </w:r>
      <w:r>
        <w:t>Confined</w:t>
      </w:r>
      <w:r w:rsidR="003E736D">
        <w:t xml:space="preserve"> </w:t>
      </w:r>
      <w:r>
        <w:t>Spaces: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confined</w:t>
      </w:r>
      <w:r w:rsidR="003E736D">
        <w:t xml:space="preserve"> </w:t>
      </w:r>
      <w:r>
        <w:t>spaces</w:t>
      </w:r>
      <w:r w:rsidR="003E736D">
        <w:t xml:space="preserve"> </w:t>
      </w:r>
      <w:r>
        <w:t>as</w:t>
      </w:r>
      <w:r w:rsidR="003E736D">
        <w:t xml:space="preserve"> </w:t>
      </w:r>
      <w:r>
        <w:t>defined</w:t>
      </w:r>
      <w:r w:rsidR="003E736D">
        <w:t xml:space="preserve"> </w:t>
      </w:r>
      <w:r>
        <w:t>by</w:t>
      </w:r>
      <w:r w:rsidR="003E736D">
        <w:t xml:space="preserve"> </w:t>
      </w:r>
      <w:r w:rsidRPr="00526499">
        <w:t>WAC</w:t>
      </w:r>
      <w:r w:rsidR="003E736D" w:rsidRPr="00526499">
        <w:t xml:space="preserve"> </w:t>
      </w:r>
      <w:r w:rsidRPr="00526499">
        <w:t>296-809.</w:t>
      </w:r>
      <w:r w:rsidR="003E736D">
        <w:t xml:space="preserve"> </w:t>
      </w:r>
      <w:r>
        <w:t>The</w:t>
      </w:r>
      <w:r w:rsidR="003E736D">
        <w:t xml:space="preserve"> </w:t>
      </w:r>
      <w:r>
        <w:t>Contractor</w:t>
      </w:r>
      <w:r w:rsidR="003E736D">
        <w:t xml:space="preserve"> </w:t>
      </w:r>
      <w:r>
        <w:t>shall</w:t>
      </w:r>
      <w:r w:rsidR="003E736D">
        <w:t xml:space="preserve"> </w:t>
      </w:r>
      <w:r>
        <w:t>read</w:t>
      </w:r>
      <w:r w:rsidR="003E736D">
        <w:t xml:space="preserve"> </w:t>
      </w:r>
      <w:r>
        <w:t>and</w:t>
      </w:r>
      <w:r w:rsidR="003E736D">
        <w:t xml:space="preserve"> </w:t>
      </w:r>
      <w:r>
        <w:t>follow</w:t>
      </w:r>
      <w:r w:rsidR="003E736D">
        <w:t xml:space="preserve"> </w:t>
      </w:r>
      <w:r>
        <w:t>the</w:t>
      </w:r>
      <w:r w:rsidR="003E736D">
        <w:t xml:space="preserve"> </w:t>
      </w:r>
      <w:r>
        <w:t>requirements</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r>
        <w: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found</w:t>
      </w:r>
      <w:r w:rsidR="003E736D">
        <w:t xml:space="preserve"> </w:t>
      </w:r>
      <w:r>
        <w:t>in</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r w:rsidR="003E736D">
            <w:t xml:space="preserve"> </w:t>
          </w:r>
          <w:r>
            <w:t>Construction</w:t>
          </w:r>
          <w:r w:rsidR="003E736D">
            <w:t xml:space="preserve"> </w:t>
          </w:r>
          <w:r>
            <w:t>Safety</w:t>
          </w:r>
        </w:smartTag>
      </w:smartTag>
      <w:r w:rsidR="003E736D">
        <w:t xml:space="preserve"> </w:t>
      </w:r>
      <w:r>
        <w:t>and</w:t>
      </w:r>
      <w:r w:rsidR="003E736D">
        <w:t xml:space="preserve"> </w:t>
      </w:r>
      <w:r>
        <w:t>Health</w:t>
      </w:r>
      <w:r w:rsidR="003E736D">
        <w:t xml:space="preserve"> </w:t>
      </w:r>
      <w:r>
        <w:t>Manual.</w:t>
      </w:r>
      <w:r w:rsidR="003E736D">
        <w:t xml:space="preserve"> </w:t>
      </w:r>
      <w:r>
        <w:t>The</w:t>
      </w:r>
      <w:r w:rsidR="003E736D">
        <w:t xml:space="preserve"> </w:t>
      </w:r>
      <w:r>
        <w:t>Contractor’s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these</w:t>
      </w:r>
      <w:r w:rsidR="003E736D">
        <w:t xml:space="preserve"> </w:t>
      </w:r>
      <w:r>
        <w:t>requirements.</w:t>
      </w:r>
    </w:p>
    <w:p w14:paraId="3982701D" w14:textId="6EE2C83D" w:rsidR="00B253FB" w:rsidRPr="001B540C" w:rsidRDefault="00B253FB" w:rsidP="004D119B">
      <w:pPr>
        <w:pStyle w:val="Spec"/>
        <w:numPr>
          <w:ilvl w:val="4"/>
          <w:numId w:val="2"/>
        </w:numPr>
      </w:pPr>
      <w:r>
        <w:t>The</w:t>
      </w:r>
      <w:r w:rsidR="003E736D">
        <w:t xml:space="preserve"> </w:t>
      </w:r>
      <w:r>
        <w:t>Contractor</w:t>
      </w:r>
      <w:r w:rsidR="003E736D">
        <w:t xml:space="preserve"> </w:t>
      </w:r>
      <w:r>
        <w:t>shall</w:t>
      </w:r>
      <w:r w:rsidR="003E736D">
        <w:t xml:space="preserve"> </w:t>
      </w:r>
      <w:r>
        <w:t>provide</w:t>
      </w:r>
      <w:r w:rsidR="003E736D">
        <w:t xml:space="preserve"> </w:t>
      </w:r>
      <w:r>
        <w:t>the</w:t>
      </w:r>
      <w:r w:rsidR="003E736D">
        <w:t xml:space="preserve"> </w:t>
      </w:r>
      <w:r w:rsidR="00546A99">
        <w:t>PC</w:t>
      </w:r>
      <w:r w:rsidR="00CF4136">
        <w:t>P</w:t>
      </w:r>
      <w:r w:rsidR="00546A99">
        <w:t>R</w:t>
      </w:r>
      <w:r w:rsidR="00155B23">
        <w:t xml:space="preserve"> </w:t>
      </w:r>
      <w:r>
        <w:t>a</w:t>
      </w:r>
      <w:r w:rsidR="003E736D">
        <w:t xml:space="preserve"> </w:t>
      </w:r>
      <w:r>
        <w:t>copy</w:t>
      </w:r>
      <w:r w:rsidR="003E736D">
        <w:t xml:space="preserve"> </w:t>
      </w:r>
      <w:r>
        <w:t>of</w:t>
      </w:r>
      <w:r w:rsidR="003E736D">
        <w:t xml:space="preserve"> </w:t>
      </w:r>
      <w:r>
        <w:t>its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part</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Submittal.</w:t>
      </w:r>
      <w:r w:rsidR="003E736D">
        <w:t xml:space="preserve"> </w:t>
      </w:r>
      <w:r>
        <w:t>As</w:t>
      </w:r>
      <w:r w:rsidR="003E736D">
        <w:t xml:space="preserve"> </w:t>
      </w:r>
      <w:r>
        <w:t>part</w:t>
      </w:r>
      <w:r w:rsidR="003E736D">
        <w:t xml:space="preserve"> </w:t>
      </w:r>
      <w:r>
        <w:t>of</w:t>
      </w:r>
      <w:r w:rsidR="003E736D">
        <w:t xml:space="preserve"> </w:t>
      </w:r>
      <w:r>
        <w:t>this</w:t>
      </w:r>
      <w:r w:rsidR="003E736D">
        <w:t xml:space="preserve"> </w:t>
      </w:r>
      <w:r>
        <w:t>submittal,</w:t>
      </w:r>
      <w:r w:rsidR="003E736D">
        <w:t xml:space="preserve"> </w:t>
      </w:r>
      <w:r>
        <w:t>the</w:t>
      </w:r>
      <w:r w:rsidR="003E736D">
        <w:t xml:space="preserve"> </w:t>
      </w:r>
      <w:r>
        <w:t>Contractor</w:t>
      </w:r>
      <w:r w:rsidR="003E736D">
        <w:t xml:space="preserve"> </w:t>
      </w:r>
      <w:r>
        <w:t>shall</w:t>
      </w:r>
      <w:r w:rsidR="003E736D">
        <w:t xml:space="preserve"> </w:t>
      </w:r>
      <w:r>
        <w:t>complete</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r w:rsidR="003E736D">
        <w:t xml:space="preserve"> </w:t>
      </w:r>
      <w:r>
        <w:t>(Appendix</w:t>
      </w:r>
      <w:r w:rsidR="003E736D">
        <w:t xml:space="preserve"> </w:t>
      </w:r>
      <w:r>
        <w:t>B)</w:t>
      </w:r>
      <w:r w:rsidRPr="00DF77C6">
        <w:t>.</w:t>
      </w:r>
    </w:p>
    <w:p w14:paraId="5C13E85E" w14:textId="77777777" w:rsidR="00B253FB" w:rsidRPr="001B540C" w:rsidRDefault="00B253FB" w:rsidP="004D119B">
      <w:pPr>
        <w:pStyle w:val="Spec"/>
        <w:numPr>
          <w:ilvl w:val="4"/>
          <w:numId w:val="2"/>
        </w:numPr>
      </w:pPr>
      <w:r>
        <w:t>Should</w:t>
      </w:r>
      <w:r w:rsidR="003E736D">
        <w:t xml:space="preserve"> </w:t>
      </w:r>
      <w:r>
        <w:t>the</w:t>
      </w:r>
      <w:r w:rsidR="003E736D">
        <w:t xml:space="preserve"> </w:t>
      </w:r>
      <w:r>
        <w:t>Contractor</w:t>
      </w:r>
      <w:r w:rsidR="003E736D">
        <w:t xml:space="preserve"> </w:t>
      </w:r>
      <w:r>
        <w:t>employ</w:t>
      </w:r>
      <w:r w:rsidR="003E736D">
        <w:t xml:space="preserve"> </w:t>
      </w:r>
      <w:r>
        <w:t>subcontractors</w:t>
      </w:r>
      <w:r w:rsidR="003E736D">
        <w:t xml:space="preserve"> </w:t>
      </w:r>
      <w:r>
        <w:t>to</w:t>
      </w:r>
      <w:r w:rsidR="003E736D">
        <w:t xml:space="preserve"> </w:t>
      </w:r>
      <w:r>
        <w:t>work</w:t>
      </w:r>
      <w:r w:rsidR="003E736D">
        <w:t xml:space="preserve"> </w:t>
      </w:r>
      <w:r>
        <w:t>in</w:t>
      </w:r>
      <w:r w:rsidR="003E736D">
        <w:t xml:space="preserve"> </w:t>
      </w:r>
      <w:r>
        <w:t>confined</w:t>
      </w:r>
      <w:r w:rsidR="003E736D">
        <w:t xml:space="preserve"> </w:t>
      </w:r>
      <w:r>
        <w:t>spaces</w:t>
      </w:r>
      <w:r w:rsidR="003E736D">
        <w:t xml:space="preserve"> </w:t>
      </w:r>
      <w:r>
        <w:t>it</w:t>
      </w:r>
      <w:r w:rsidR="003E736D">
        <w:t xml:space="preserve"> </w:t>
      </w:r>
      <w:r>
        <w:t>shall</w:t>
      </w:r>
      <w:r w:rsidR="003E736D">
        <w:t xml:space="preserve"> </w:t>
      </w:r>
      <w:r>
        <w:t>be</w:t>
      </w:r>
      <w:r w:rsidR="003E736D">
        <w:t xml:space="preserve"> </w:t>
      </w:r>
      <w:r>
        <w:t>the</w:t>
      </w:r>
      <w:r w:rsidR="003E736D">
        <w:t xml:space="preserve"> </w:t>
      </w:r>
      <w:r>
        <w:t>Contractor’s</w:t>
      </w:r>
      <w:r w:rsidR="003E736D">
        <w:t xml:space="preserve"> </w:t>
      </w:r>
      <w:r>
        <w:t>responsibility</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for</w:t>
      </w:r>
      <w:r w:rsidR="003E736D">
        <w:t xml:space="preserve"> </w:t>
      </w:r>
      <w:r>
        <w:t>each</w:t>
      </w:r>
      <w:r w:rsidR="003E736D">
        <w:t xml:space="preserve"> </w:t>
      </w:r>
      <w:r>
        <w:t>subcontractor.</w:t>
      </w:r>
    </w:p>
    <w:p w14:paraId="02C64434" w14:textId="2540C7EC" w:rsidR="00B253FB" w:rsidRDefault="00B253FB" w:rsidP="004D119B">
      <w:pPr>
        <w:pStyle w:val="Spec"/>
        <w:numPr>
          <w:ilvl w:val="4"/>
          <w:numId w:val="2"/>
        </w:numPr>
      </w:pPr>
      <w:r>
        <w:t>No</w:t>
      </w:r>
      <w:r w:rsidR="003E736D">
        <w:t xml:space="preserve"> </w:t>
      </w:r>
      <w:r>
        <w:t>work</w:t>
      </w:r>
      <w:r w:rsidR="003E736D">
        <w:t xml:space="preserve"> </w:t>
      </w:r>
      <w:r>
        <w:t>shall</w:t>
      </w:r>
      <w:r w:rsidR="003E736D">
        <w:t xml:space="preserve"> </w:t>
      </w:r>
      <w:r>
        <w:t>be</w:t>
      </w:r>
      <w:r w:rsidR="003E736D">
        <w:t xml:space="preserve"> </w:t>
      </w:r>
      <w:r>
        <w:t>allowed</w:t>
      </w:r>
      <w:r w:rsidR="003E736D">
        <w:t xml:space="preserve"> </w:t>
      </w:r>
      <w:r>
        <w:t>to</w:t>
      </w:r>
      <w:r w:rsidR="003E736D">
        <w:t xml:space="preserve"> </w:t>
      </w:r>
      <w:r>
        <w:t>start</w:t>
      </w:r>
      <w:r w:rsidR="003E736D">
        <w:t xml:space="preserve"> </w:t>
      </w:r>
      <w:r>
        <w:t>in</w:t>
      </w:r>
      <w:r w:rsidR="003E736D">
        <w:t xml:space="preserve"> </w:t>
      </w:r>
      <w:r>
        <w:t>a</w:t>
      </w:r>
      <w:r w:rsidR="003E736D">
        <w:t xml:space="preserve"> </w:t>
      </w:r>
      <w:r>
        <w:t>confined</w:t>
      </w:r>
      <w:r w:rsidR="003E736D">
        <w:t xml:space="preserve"> </w:t>
      </w:r>
      <w:r>
        <w:t>space</w:t>
      </w:r>
      <w:r w:rsidR="003E736D">
        <w:t xml:space="preserve"> </w:t>
      </w:r>
      <w:r>
        <w:t>until</w:t>
      </w:r>
      <w:r w:rsidR="003E736D">
        <w:t xml:space="preserve"> </w:t>
      </w:r>
      <w:r>
        <w:t>the</w:t>
      </w:r>
      <w:r w:rsidR="003E736D">
        <w:t xml:space="preserve"> </w:t>
      </w:r>
      <w:r>
        <w:t>required</w:t>
      </w:r>
      <w:r w:rsidR="003E736D">
        <w:t xml:space="preserve"> </w:t>
      </w:r>
      <w:r>
        <w:t>submittals</w:t>
      </w:r>
      <w:r w:rsidR="003E736D">
        <w:t xml:space="preserve"> </w:t>
      </w:r>
      <w:r>
        <w:t>have</w:t>
      </w:r>
      <w:r w:rsidR="003E736D">
        <w:t xml:space="preserve"> </w:t>
      </w:r>
      <w:r>
        <w:t>been</w:t>
      </w:r>
      <w:r w:rsidR="003E736D">
        <w:t xml:space="preserve"> </w:t>
      </w:r>
      <w:r>
        <w:t>made.</w:t>
      </w:r>
      <w:r w:rsidR="003E736D">
        <w:t xml:space="preserve"> </w:t>
      </w:r>
      <w:r>
        <w:t>In</w:t>
      </w:r>
      <w:r w:rsidR="003E736D">
        <w:t xml:space="preserve"> </w:t>
      </w:r>
      <w:r>
        <w:t>the</w:t>
      </w:r>
      <w:r w:rsidR="003E736D">
        <w:t xml:space="preserve"> </w:t>
      </w:r>
      <w:r>
        <w:t>event</w:t>
      </w:r>
      <w:r w:rsidR="003E736D">
        <w:t xml:space="preserve"> </w:t>
      </w:r>
      <w:r>
        <w:t>the</w:t>
      </w:r>
      <w:r w:rsidR="003E736D">
        <w:t xml:space="preserve"> </w:t>
      </w:r>
      <w:r>
        <w:t>Contractor</w:t>
      </w:r>
      <w:r w:rsidR="003E736D">
        <w:t xml:space="preserve"> </w:t>
      </w:r>
      <w:r>
        <w:t>does</w:t>
      </w:r>
      <w:r w:rsidR="003E736D">
        <w:t xml:space="preserve"> </w:t>
      </w:r>
      <w:r>
        <w:t>not</w:t>
      </w:r>
      <w:r w:rsidR="003E736D">
        <w:t xml:space="preserve"> </w:t>
      </w:r>
      <w:r>
        <w:t>comply</w:t>
      </w:r>
      <w:r w:rsidR="003E736D">
        <w:t xml:space="preserve"> </w:t>
      </w:r>
      <w:r>
        <w:t>with</w:t>
      </w:r>
      <w:r w:rsidR="003E736D">
        <w:t xml:space="preserve"> </w:t>
      </w:r>
      <w:r>
        <w:t>these</w:t>
      </w:r>
      <w:r w:rsidR="003E736D">
        <w:t xml:space="preserve"> </w:t>
      </w:r>
      <w:r>
        <w:t>regulations,</w:t>
      </w:r>
      <w:r w:rsidR="003E736D">
        <w:t xml:space="preserve"> </w:t>
      </w:r>
      <w:r>
        <w:t>ACCESS</w:t>
      </w:r>
      <w:r w:rsidR="003E736D">
        <w:t xml:space="preserve"> </w:t>
      </w:r>
      <w:r>
        <w:t>WILL</w:t>
      </w:r>
      <w:r w:rsidR="003E736D">
        <w:t xml:space="preserve"> </w:t>
      </w:r>
      <w:r>
        <w:t>BE</w:t>
      </w:r>
      <w:r w:rsidR="003E736D">
        <w:t xml:space="preserve"> </w:t>
      </w:r>
      <w:r>
        <w:t>DENIED</w:t>
      </w:r>
      <w:r w:rsidR="003E736D">
        <w:t xml:space="preserve"> </w:t>
      </w:r>
      <w:r>
        <w:t>and</w:t>
      </w:r>
      <w:r w:rsidR="003E736D">
        <w:t xml:space="preserve"> </w:t>
      </w:r>
      <w:r>
        <w:t>the</w:t>
      </w:r>
      <w:r w:rsidR="003E736D">
        <w:t xml:space="preserve"> </w:t>
      </w:r>
      <w:r w:rsidR="00CF038B">
        <w:t>PC</w:t>
      </w:r>
      <w:r w:rsidR="00CF4136">
        <w:t>P</w:t>
      </w:r>
      <w:r w:rsidR="00CF038B">
        <w:t>R</w:t>
      </w:r>
      <w:r w:rsidR="00155B23">
        <w:t xml:space="preserve"> </w:t>
      </w:r>
      <w:r>
        <w:t>notified.</w:t>
      </w:r>
      <w:r w:rsidR="003E736D">
        <w:t xml:space="preserve"> </w:t>
      </w:r>
      <w:r>
        <w:t>Delays</w:t>
      </w:r>
      <w:r w:rsidR="003E736D">
        <w:t xml:space="preserve"> </w:t>
      </w:r>
      <w:r>
        <w:lastRenderedPageBreak/>
        <w:t>caused</w:t>
      </w:r>
      <w:r w:rsidR="003E736D">
        <w:t xml:space="preserve"> </w:t>
      </w:r>
      <w:r>
        <w:t>by</w:t>
      </w:r>
      <w:r w:rsidR="003E736D">
        <w:t xml:space="preserve"> </w:t>
      </w:r>
      <w:r>
        <w:t>failure</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shall</w:t>
      </w:r>
      <w:r w:rsidR="003E736D">
        <w:t xml:space="preserve"> </w:t>
      </w:r>
      <w:r>
        <w:t>not</w:t>
      </w:r>
      <w:r w:rsidR="003E736D">
        <w:t xml:space="preserve"> </w:t>
      </w:r>
      <w:r>
        <w:t>be</w:t>
      </w:r>
      <w:r w:rsidR="003E736D">
        <w:t xml:space="preserve"> </w:t>
      </w:r>
      <w:r>
        <w:t>considered</w:t>
      </w:r>
      <w:r w:rsidR="003E736D">
        <w:t xml:space="preserve"> </w:t>
      </w:r>
      <w:r>
        <w:t>a</w:t>
      </w:r>
      <w:r w:rsidR="003E736D">
        <w:t xml:space="preserve"> </w:t>
      </w:r>
      <w:r>
        <w:t>reason</w:t>
      </w:r>
      <w:r w:rsidR="003E736D">
        <w:t xml:space="preserve"> </w:t>
      </w:r>
      <w:r>
        <w:t>for</w:t>
      </w:r>
      <w:r w:rsidR="003E736D">
        <w:t xml:space="preserve"> </w:t>
      </w:r>
      <w:r>
        <w:t>extension</w:t>
      </w:r>
      <w:r w:rsidR="003E736D">
        <w:t xml:space="preserve"> </w:t>
      </w:r>
      <w:r>
        <w:t>of</w:t>
      </w:r>
      <w:r w:rsidR="003E736D">
        <w:t xml:space="preserve"> </w:t>
      </w:r>
      <w:r>
        <w:t>contract</w:t>
      </w:r>
      <w:r w:rsidR="003E736D">
        <w:t xml:space="preserve"> </w:t>
      </w:r>
      <w:r>
        <w:t>time.</w:t>
      </w:r>
    </w:p>
    <w:p w14:paraId="0B334181" w14:textId="77777777" w:rsidR="00B253FB" w:rsidRDefault="00B253FB" w:rsidP="004D119B">
      <w:pPr>
        <w:pStyle w:val="Spec"/>
        <w:numPr>
          <w:ilvl w:val="3"/>
          <w:numId w:val="2"/>
        </w:numPr>
      </w:pPr>
      <w:r>
        <w:t>Electrical</w:t>
      </w:r>
      <w:r w:rsidR="003E736D">
        <w:t xml:space="preserve"> </w:t>
      </w:r>
      <w:r>
        <w:t>-</w:t>
      </w:r>
      <w:r w:rsidR="003E736D">
        <w:t xml:space="preserve"> </w:t>
      </w:r>
      <w:r>
        <w:t>Safe</w:t>
      </w:r>
      <w:r w:rsidR="003E736D">
        <w:t xml:space="preserve"> </w:t>
      </w:r>
      <w:r>
        <w:t>Clearance</w:t>
      </w:r>
      <w:r w:rsidR="003E736D">
        <w:t xml:space="preserve"> </w:t>
      </w:r>
      <w:r>
        <w:t>Procedures</w:t>
      </w:r>
    </w:p>
    <w:p w14:paraId="4864B7B3" w14:textId="77777777" w:rsidR="00B253FB" w:rsidRDefault="00B253FB" w:rsidP="004D119B">
      <w:pPr>
        <w:pStyle w:val="Spec"/>
        <w:numPr>
          <w:ilvl w:val="4"/>
          <w:numId w:val="2"/>
        </w:numPr>
      </w:pPr>
      <w:r>
        <w:t>Entry</w:t>
      </w:r>
      <w:r w:rsidR="003E736D">
        <w:t xml:space="preserve"> </w:t>
      </w:r>
      <w:r>
        <w:t>into</w:t>
      </w:r>
      <w:r w:rsidR="003E736D">
        <w:t xml:space="preserve"> </w:t>
      </w:r>
      <w:r>
        <w:t>High</w:t>
      </w:r>
      <w:r w:rsidR="003E736D">
        <w:t xml:space="preserve"> </w:t>
      </w:r>
      <w:r>
        <w:t>Voltage</w:t>
      </w:r>
      <w:r w:rsidR="003E736D">
        <w:t xml:space="preserve"> </w:t>
      </w:r>
      <w:r>
        <w:t>Areas: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manholes,</w:t>
      </w:r>
      <w:r w:rsidR="003E736D">
        <w:t xml:space="preserve"> </w:t>
      </w:r>
      <w:r>
        <w:t>vaults,</w:t>
      </w:r>
      <w:r w:rsidR="003E736D">
        <w:t xml:space="preserve"> </w:t>
      </w:r>
      <w:r>
        <w:t>electrical</w:t>
      </w:r>
      <w:r w:rsidR="003E736D">
        <w:t xml:space="preserve"> </w:t>
      </w:r>
      <w:r>
        <w:t>rooms</w:t>
      </w:r>
      <w:r w:rsidR="003E736D">
        <w:t xml:space="preserve"> </w:t>
      </w:r>
      <w:r>
        <w:t>or</w:t>
      </w:r>
      <w:r w:rsidR="003E736D">
        <w:t xml:space="preserve"> </w:t>
      </w:r>
      <w:r>
        <w:t>other</w:t>
      </w:r>
      <w:r w:rsidR="003E736D">
        <w:t xml:space="preserve"> </w:t>
      </w:r>
      <w:r>
        <w:t>High</w:t>
      </w:r>
      <w:r w:rsidR="003E736D">
        <w:t xml:space="preserve"> </w:t>
      </w:r>
      <w:r>
        <w:t>Voltage</w:t>
      </w:r>
      <w:r w:rsidR="003E736D">
        <w:t xml:space="preserve"> </w:t>
      </w:r>
      <w:r>
        <w:t>areas.</w:t>
      </w:r>
    </w:p>
    <w:p w14:paraId="5AE82396" w14:textId="7258F49F" w:rsidR="00B253FB" w:rsidRDefault="00B253FB" w:rsidP="004D119B">
      <w:pPr>
        <w:pStyle w:val="Spec"/>
        <w:numPr>
          <w:ilvl w:val="4"/>
          <w:numId w:val="2"/>
        </w:numPr>
      </w:pPr>
      <w:r>
        <w:t>In</w:t>
      </w:r>
      <w:r w:rsidR="003E736D">
        <w:t xml:space="preserve"> </w:t>
      </w:r>
      <w:r>
        <w:t>the</w:t>
      </w:r>
      <w:r w:rsidR="003E736D">
        <w:t xml:space="preserve"> </w:t>
      </w:r>
      <w:r>
        <w:t>event</w:t>
      </w:r>
      <w:r w:rsidR="003E736D">
        <w:t xml:space="preserve"> </w:t>
      </w:r>
      <w:r>
        <w:t>entry</w:t>
      </w:r>
      <w:r w:rsidR="003E736D">
        <w:t xml:space="preserve"> </w:t>
      </w:r>
      <w:r>
        <w:t>is</w:t>
      </w:r>
      <w:r w:rsidR="003E736D">
        <w:t xml:space="preserve"> </w:t>
      </w:r>
      <w:r>
        <w:t>required,</w:t>
      </w:r>
      <w:r w:rsidR="003E736D">
        <w:t xml:space="preserve"> </w:t>
      </w:r>
      <w:r>
        <w:t>the</w:t>
      </w:r>
      <w:r w:rsidR="003E736D">
        <w:t xml:space="preserve"> </w:t>
      </w:r>
      <w:r>
        <w:t>Contractor</w:t>
      </w:r>
      <w:r w:rsidR="003E736D">
        <w:t xml:space="preserve"> </w:t>
      </w:r>
      <w:r>
        <w:t>is</w:t>
      </w:r>
      <w:r w:rsidR="003E736D">
        <w:t xml:space="preserve"> </w:t>
      </w:r>
      <w:r>
        <w:t>obligated</w:t>
      </w:r>
      <w:r w:rsidR="003E736D">
        <w:t xml:space="preserve"> </w:t>
      </w:r>
      <w:r>
        <w:t>to</w:t>
      </w:r>
      <w:r w:rsidR="003E736D">
        <w:t xml:space="preserve"> </w:t>
      </w:r>
      <w:r>
        <w:t>identify</w:t>
      </w:r>
      <w:r w:rsidR="003E736D">
        <w:t xml:space="preserve"> </w:t>
      </w:r>
      <w:r>
        <w:t>any</w:t>
      </w:r>
      <w:r w:rsidR="003E736D">
        <w:t xml:space="preserve"> </w:t>
      </w:r>
      <w:r>
        <w:t>High</w:t>
      </w:r>
      <w:r w:rsidR="003E736D">
        <w:t xml:space="preserve"> </w:t>
      </w:r>
      <w:r>
        <w:t>Voltage</w:t>
      </w:r>
      <w:r w:rsidR="003E736D">
        <w:t xml:space="preserve"> </w:t>
      </w:r>
      <w:r>
        <w:t>areas</w:t>
      </w:r>
      <w:r w:rsidR="003E736D">
        <w:t xml:space="preserve"> </w:t>
      </w:r>
      <w:r>
        <w:t>that</w:t>
      </w:r>
      <w:r w:rsidR="003E736D">
        <w:t xml:space="preserve"> </w:t>
      </w:r>
      <w:r>
        <w:t>may</w:t>
      </w:r>
      <w:r w:rsidR="003E736D">
        <w:t xml:space="preserve"> </w:t>
      </w:r>
      <w:r>
        <w:t>be</w:t>
      </w:r>
      <w:r w:rsidR="003E736D">
        <w:t xml:space="preserve"> </w:t>
      </w:r>
      <w:r>
        <w:t>involved</w:t>
      </w:r>
      <w:r w:rsidR="003E736D">
        <w:t xml:space="preserve"> </w:t>
      </w:r>
      <w:r>
        <w:t>in</w:t>
      </w:r>
      <w:r w:rsidR="003E736D">
        <w:t xml:space="preserve"> </w:t>
      </w:r>
      <w:r>
        <w:t>the</w:t>
      </w:r>
      <w:r w:rsidR="003E736D">
        <w:t xml:space="preserve"> </w:t>
      </w:r>
      <w:r>
        <w:t>project</w:t>
      </w:r>
      <w:r w:rsidR="003E736D">
        <w:t xml:space="preserve"> </w:t>
      </w:r>
      <w:r>
        <w:t>and</w:t>
      </w:r>
      <w:r w:rsidR="003E736D">
        <w:t xml:space="preserve"> </w:t>
      </w:r>
      <w:r>
        <w:t>immediately</w:t>
      </w:r>
      <w:r w:rsidR="003E736D">
        <w:t xml:space="preserve"> </w:t>
      </w:r>
      <w:r>
        <w:t>notify</w:t>
      </w:r>
      <w:r w:rsidR="003E736D">
        <w:t xml:space="preserve"> </w:t>
      </w:r>
      <w:r>
        <w:t>the</w:t>
      </w:r>
      <w:r w:rsidR="003E736D">
        <w:t xml:space="preserve"> </w:t>
      </w:r>
      <w:r w:rsidR="00CF038B">
        <w:t>PC</w:t>
      </w:r>
      <w:r w:rsidR="00CF4136">
        <w:t>P</w:t>
      </w:r>
      <w:r w:rsidR="00CF038B">
        <w:t>R</w:t>
      </w:r>
      <w:r w:rsidR="00B34D24">
        <w:t xml:space="preserve"> </w:t>
      </w:r>
      <w:r>
        <w:t>if</w:t>
      </w:r>
      <w:r w:rsidR="003E736D">
        <w:t xml:space="preserve"> </w:t>
      </w:r>
      <w:r>
        <w:t>they</w:t>
      </w:r>
      <w:r w:rsidR="003E736D">
        <w:t xml:space="preserve"> </w:t>
      </w:r>
      <w:r>
        <w:t>have</w:t>
      </w:r>
      <w:r w:rsidR="003E736D">
        <w:t xml:space="preserve"> </w:t>
      </w:r>
      <w:r>
        <w:t>not</w:t>
      </w:r>
      <w:r w:rsidR="003E736D">
        <w:t xml:space="preserve"> </w:t>
      </w:r>
      <w:r>
        <w:t>been</w:t>
      </w:r>
      <w:r w:rsidR="003E736D">
        <w:t xml:space="preserve"> </w:t>
      </w:r>
      <w:r>
        <w:t>properly</w:t>
      </w:r>
      <w:r w:rsidR="003E736D">
        <w:t xml:space="preserve"> </w:t>
      </w:r>
      <w:r>
        <w:t>identified.</w:t>
      </w:r>
      <w:r w:rsidR="003E736D">
        <w:t xml:space="preserve"> </w:t>
      </w:r>
      <w:r>
        <w:t>Before</w:t>
      </w:r>
      <w:r w:rsidR="003E736D">
        <w:t xml:space="preserve"> </w:t>
      </w:r>
      <w:r>
        <w:t>entry</w:t>
      </w:r>
      <w:r w:rsidR="003E736D">
        <w:t xml:space="preserve"> </w:t>
      </w:r>
      <w:r>
        <w:t>into</w:t>
      </w:r>
      <w:r w:rsidR="003E736D">
        <w:t xml:space="preserve"> </w:t>
      </w:r>
      <w:r>
        <w:t>a</w:t>
      </w:r>
      <w:r w:rsidR="003E736D">
        <w:t xml:space="preserve"> </w:t>
      </w:r>
      <w:r>
        <w:t>High</w:t>
      </w:r>
      <w:r w:rsidR="003E736D">
        <w:t xml:space="preserve"> </w:t>
      </w:r>
      <w:r>
        <w:t>Voltage</w:t>
      </w:r>
      <w:r w:rsidR="003E736D">
        <w:t xml:space="preserve"> </w:t>
      </w:r>
      <w:r>
        <w:t>work</w:t>
      </w:r>
      <w:r w:rsidR="003E736D">
        <w:t xml:space="preserve"> </w:t>
      </w:r>
      <w:r>
        <w:t>area</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rsidR="00CF038B">
        <w:t>PC</w:t>
      </w:r>
      <w:r w:rsidR="00CF4136">
        <w:t>P</w:t>
      </w:r>
      <w:r w:rsidR="00CF038B">
        <w:t>R</w:t>
      </w:r>
      <w:r w:rsidR="00B34D24">
        <w:t xml:space="preserve"> </w:t>
      </w:r>
      <w:r>
        <w:t>and</w:t>
      </w:r>
      <w:r w:rsidR="00E04C1C">
        <w:t xml:space="preserve"> contact STIA Electrical Shop at (206) </w:t>
      </w:r>
      <w:r w:rsidR="00096620">
        <w:t>787</w:t>
      </w:r>
      <w:r w:rsidR="00E04C1C">
        <w:t>-5311(Airport) or</w:t>
      </w:r>
      <w:r w:rsidR="003E736D">
        <w:t xml:space="preserve"> </w:t>
      </w:r>
      <w:r>
        <w:t>the</w:t>
      </w:r>
      <w:r w:rsidR="003E736D">
        <w:t xml:space="preserve"> </w:t>
      </w:r>
      <w:r>
        <w:t>Seaport</w:t>
      </w:r>
      <w:r w:rsidR="003E736D">
        <w:t xml:space="preserve"> </w:t>
      </w:r>
      <w:r>
        <w:t>Electrical</w:t>
      </w:r>
      <w:r w:rsidR="003E736D">
        <w:t xml:space="preserve"> </w:t>
      </w:r>
      <w:r>
        <w:t>Shop</w:t>
      </w:r>
      <w:r w:rsidR="003E736D">
        <w:t xml:space="preserve"> </w:t>
      </w:r>
      <w:r>
        <w:t>at</w:t>
      </w:r>
      <w:r w:rsidR="003E736D">
        <w:t xml:space="preserve"> </w:t>
      </w:r>
      <w:r>
        <w:t>(206)</w:t>
      </w:r>
      <w:r w:rsidR="003E736D">
        <w:t xml:space="preserve"> </w:t>
      </w:r>
      <w:r w:rsidR="00096620">
        <w:t>787</w:t>
      </w:r>
      <w:r>
        <w:t>-3350.</w:t>
      </w:r>
    </w:p>
    <w:p w14:paraId="1A350DA6" w14:textId="77777777" w:rsidR="00B812F0" w:rsidRDefault="00B812F0" w:rsidP="00B812F0">
      <w:pPr>
        <w:pStyle w:val="Spec"/>
        <w:numPr>
          <w:ilvl w:val="3"/>
          <w:numId w:val="2"/>
        </w:numPr>
        <w:rPr>
          <w:ins w:id="9" w:author="Heilgeist, Stacy" w:date="2023-10-31T11:59:00Z"/>
        </w:rPr>
      </w:pPr>
      <w:bookmarkStart w:id="10" w:name="_Hlk149645635"/>
      <w:ins w:id="11" w:author="Heilgeist, Stacy" w:date="2023-10-31T11:59:00Z">
        <w:r>
          <w:t>Working at Heights Fall Protection</w:t>
        </w:r>
      </w:ins>
    </w:p>
    <w:p w14:paraId="00595DFB" w14:textId="77777777" w:rsidR="00B812F0" w:rsidRDefault="00B812F0" w:rsidP="00B812F0">
      <w:pPr>
        <w:pStyle w:val="Spec"/>
        <w:numPr>
          <w:ilvl w:val="4"/>
          <w:numId w:val="2"/>
        </w:numPr>
        <w:rPr>
          <w:ins w:id="12" w:author="Heilgeist, Stacy" w:date="2023-10-31T11:59:00Z"/>
          <w:rFonts w:ascii="Calibri" w:eastAsiaTheme="minorHAnsi" w:hAnsi="Calibri" w:cs="Calibri"/>
          <w:szCs w:val="22"/>
        </w:rPr>
      </w:pPr>
      <w:ins w:id="13" w:author="Heilgeist, Stacy" w:date="2023-10-31T11:59:00Z">
        <w:r>
          <w:t>Adhere to WAC 296-880 Unified Fall Protection Standard.</w:t>
        </w:r>
      </w:ins>
    </w:p>
    <w:p w14:paraId="7F7718A5" w14:textId="77777777" w:rsidR="00B812F0" w:rsidRDefault="00B812F0" w:rsidP="00B812F0">
      <w:pPr>
        <w:pStyle w:val="Spec"/>
        <w:numPr>
          <w:ilvl w:val="4"/>
          <w:numId w:val="2"/>
        </w:numPr>
        <w:rPr>
          <w:ins w:id="14" w:author="Heilgeist, Stacy" w:date="2023-10-31T11:59:00Z"/>
        </w:rPr>
      </w:pPr>
      <w:ins w:id="15" w:author="Heilgeist, Stacy" w:date="2023-10-31T11:59:00Z">
        <w:r>
          <w:t>Develop Site Specific Fall Protection plan for heights of 10 Feet or greater.</w:t>
        </w:r>
      </w:ins>
    </w:p>
    <w:p w14:paraId="16F96BD1" w14:textId="77777777" w:rsidR="00B812F0" w:rsidRDefault="00B812F0" w:rsidP="00B812F0">
      <w:pPr>
        <w:pStyle w:val="Spec"/>
        <w:numPr>
          <w:ilvl w:val="4"/>
          <w:numId w:val="2"/>
        </w:numPr>
        <w:rPr>
          <w:ins w:id="16" w:author="Heilgeist, Stacy" w:date="2023-10-31T11:59:00Z"/>
        </w:rPr>
      </w:pPr>
      <w:ins w:id="17" w:author="Heilgeist, Stacy" w:date="2023-10-31T11:59:00Z">
        <w:r>
          <w:t>Train employee how to recognize fall hazards and how to protect workers exposed to a fall hazards.  </w:t>
        </w:r>
      </w:ins>
    </w:p>
    <w:p w14:paraId="79A9F089" w14:textId="77777777" w:rsidR="00B812F0" w:rsidRDefault="00B812F0" w:rsidP="00B812F0">
      <w:pPr>
        <w:pStyle w:val="Spec"/>
        <w:numPr>
          <w:ilvl w:val="4"/>
          <w:numId w:val="2"/>
        </w:numPr>
        <w:rPr>
          <w:ins w:id="18" w:author="Heilgeist, Stacy" w:date="2023-10-31T11:59:00Z"/>
        </w:rPr>
      </w:pPr>
      <w:ins w:id="19" w:author="Heilgeist, Stacy" w:date="2023-10-31T11:59:00Z">
        <w:r>
          <w:t xml:space="preserve">Coordinate access to Port roof top fall protection anchor systems with Port Health and Safety Program Manger by calling working at heights Hotline: 206-787-6875.   </w:t>
        </w:r>
      </w:ins>
    </w:p>
    <w:bookmarkEnd w:id="10"/>
    <w:p w14:paraId="16AA0CAF" w14:textId="6AD70144" w:rsidR="00B253FB" w:rsidRDefault="00B253FB" w:rsidP="004D119B">
      <w:pPr>
        <w:pStyle w:val="Spec"/>
        <w:numPr>
          <w:ilvl w:val="3"/>
          <w:numId w:val="2"/>
        </w:numPr>
      </w:pPr>
      <w:r>
        <w:t>Fire</w:t>
      </w:r>
      <w:r w:rsidR="003E736D">
        <w:t xml:space="preserve"> </w:t>
      </w:r>
      <w:r>
        <w:t>Prevention:</w:t>
      </w:r>
      <w:r w:rsidR="003E736D">
        <w:t xml:space="preserve"> </w:t>
      </w:r>
      <w:r>
        <w:t>The</w:t>
      </w:r>
      <w:r w:rsidR="003E736D">
        <w:t xml:space="preserve"> </w:t>
      </w:r>
      <w:r>
        <w:t>Contractor</w:t>
      </w:r>
      <w:r w:rsidR="003E736D">
        <w:t xml:space="preserve"> </w:t>
      </w:r>
      <w:r>
        <w:t>shall</w:t>
      </w:r>
      <w:r w:rsidR="003E736D">
        <w:t xml:space="preserve"> </w:t>
      </w:r>
      <w:r>
        <w:t>ensure</w:t>
      </w:r>
      <w:r w:rsidR="003E736D">
        <w:t xml:space="preserve"> </w:t>
      </w:r>
      <w:r>
        <w:t>that</w:t>
      </w:r>
      <w:r w:rsidR="003E736D">
        <w:t xml:space="preserve"> </w:t>
      </w:r>
      <w:r>
        <w:t>fire</w:t>
      </w:r>
      <w:r w:rsidR="003E736D">
        <w:t xml:space="preserve"> </w:t>
      </w:r>
      <w:r>
        <w:t>prevention</w:t>
      </w:r>
      <w:r w:rsidR="003E736D">
        <w:t xml:space="preserve"> </w:t>
      </w:r>
      <w:r w:rsidRPr="00526499">
        <w:t>measures</w:t>
      </w:r>
      <w:r w:rsidR="003E736D" w:rsidRPr="00526499">
        <w:t xml:space="preserve"> </w:t>
      </w:r>
      <w:r w:rsidRPr="00526499">
        <w:t>on-site</w:t>
      </w:r>
      <w:r w:rsidR="003E736D" w:rsidRPr="00526499">
        <w:t xml:space="preserve"> </w:t>
      </w:r>
      <w:r w:rsidRPr="00526499">
        <w:t>are</w:t>
      </w:r>
      <w:r w:rsidR="003E736D" w:rsidRPr="00526499">
        <w:t xml:space="preserve"> </w:t>
      </w:r>
      <w:r w:rsidRPr="00526499">
        <w:t>in</w:t>
      </w:r>
      <w:r w:rsidR="003E736D" w:rsidRPr="00526499">
        <w:t xml:space="preserve"> </w:t>
      </w:r>
      <w:r w:rsidRPr="00526499">
        <w:t>accordance</w:t>
      </w:r>
      <w:r w:rsidR="003E736D" w:rsidRPr="00526499">
        <w:t xml:space="preserve"> </w:t>
      </w:r>
      <w:r w:rsidRPr="00526499">
        <w:t>with</w:t>
      </w:r>
      <w:r w:rsidR="003E736D" w:rsidRPr="00526499">
        <w:t xml:space="preserve"> </w:t>
      </w:r>
      <w:r w:rsidRPr="00526499">
        <w:t>OSHA,</w:t>
      </w:r>
      <w:r w:rsidR="003E736D" w:rsidRPr="00526499">
        <w:t xml:space="preserve"> </w:t>
      </w:r>
      <w:r w:rsidR="00E060F7" w:rsidRPr="00526499">
        <w:t>DOSH</w:t>
      </w:r>
      <w:r w:rsidR="00096620" w:rsidRPr="00526499">
        <w:t xml:space="preserve">, </w:t>
      </w:r>
      <w:r w:rsidRPr="00526499">
        <w:t>NFPA</w:t>
      </w:r>
      <w:r w:rsidR="003E736D" w:rsidRPr="00526499">
        <w:t xml:space="preserve"> </w:t>
      </w:r>
      <w:r w:rsidR="00096620" w:rsidRPr="00526499">
        <w:t xml:space="preserve">and POS </w:t>
      </w:r>
      <w:r w:rsidRPr="00526499">
        <w:t>standards.</w:t>
      </w:r>
      <w:r w:rsidR="003E736D" w:rsidRPr="00526499">
        <w:t xml:space="preserve"> </w:t>
      </w:r>
      <w:r w:rsidRPr="00526499">
        <w:t>Approved</w:t>
      </w:r>
      <w:r w:rsidR="003E736D" w:rsidRPr="00526499">
        <w:t xml:space="preserve"> </w:t>
      </w:r>
      <w:r w:rsidRPr="00526499">
        <w:t>safety</w:t>
      </w:r>
      <w:r w:rsidR="003E736D" w:rsidRPr="00526499">
        <w:t xml:space="preserve"> </w:t>
      </w:r>
      <w:r w:rsidRPr="00526499">
        <w:t>cans</w:t>
      </w:r>
      <w:r w:rsidR="003E736D" w:rsidRPr="00526499">
        <w:t xml:space="preserve"> </w:t>
      </w:r>
      <w:r w:rsidRPr="00526499">
        <w:t>shall</w:t>
      </w:r>
      <w:r w:rsidR="003E736D" w:rsidRPr="00526499">
        <w:t xml:space="preserve"> </w:t>
      </w:r>
      <w:r w:rsidRPr="00526499">
        <w:t>be</w:t>
      </w:r>
      <w:r w:rsidR="003E736D" w:rsidRPr="00526499">
        <w:t xml:space="preserve"> </w:t>
      </w:r>
      <w:r w:rsidRPr="00526499">
        <w:t>used</w:t>
      </w:r>
      <w:r w:rsidR="003E736D" w:rsidRPr="00526499">
        <w:t xml:space="preserve"> </w:t>
      </w:r>
      <w:r w:rsidRPr="00526499">
        <w:t>for</w:t>
      </w:r>
      <w:r w:rsidR="003E736D" w:rsidRPr="00526499">
        <w:t xml:space="preserve"> </w:t>
      </w:r>
      <w:r w:rsidRPr="00526499">
        <w:t>flammable</w:t>
      </w:r>
      <w:r w:rsidR="003E736D">
        <w:t xml:space="preserve"> </w:t>
      </w:r>
      <w:r>
        <w:t>and</w:t>
      </w:r>
      <w:r w:rsidR="003E736D">
        <w:t xml:space="preserve"> </w:t>
      </w:r>
      <w:r>
        <w:t>combustible</w:t>
      </w:r>
      <w:r w:rsidR="003E736D">
        <w:t xml:space="preserve"> </w:t>
      </w:r>
      <w:r>
        <w:t>liquids.</w:t>
      </w:r>
      <w:r w:rsidR="003E736D">
        <w:t xml:space="preserve"> </w:t>
      </w:r>
      <w:r>
        <w:t>Signs</w:t>
      </w:r>
      <w:r w:rsidR="003E736D">
        <w:t xml:space="preserve"> </w:t>
      </w:r>
      <w:r>
        <w:t>and</w:t>
      </w:r>
      <w:r w:rsidR="003E736D">
        <w:t xml:space="preserve"> </w:t>
      </w:r>
      <w:r>
        <w:t>fire</w:t>
      </w:r>
      <w:r w:rsidR="003E736D">
        <w:t xml:space="preserve"> </w:t>
      </w:r>
      <w:r>
        <w:t>extinguishers</w:t>
      </w:r>
      <w:r w:rsidR="003E736D">
        <w:t xml:space="preserve"> </w:t>
      </w:r>
      <w:r>
        <w:t>shall</w:t>
      </w:r>
      <w:r w:rsidR="003E736D">
        <w:t xml:space="preserve"> </w:t>
      </w:r>
      <w:r>
        <w:t>be</w:t>
      </w:r>
      <w:r w:rsidR="003E736D">
        <w:t xml:space="preserve"> </w:t>
      </w:r>
      <w:r>
        <w:t>provided</w:t>
      </w:r>
      <w:r w:rsidR="003E736D">
        <w:t xml:space="preserve"> </w:t>
      </w:r>
      <w:r>
        <w:t>where</w:t>
      </w:r>
      <w:r w:rsidR="003E736D">
        <w:t xml:space="preserve"> </w:t>
      </w:r>
      <w:r>
        <w:t>required.</w:t>
      </w:r>
    </w:p>
    <w:p w14:paraId="14B54B3A" w14:textId="3F4C05FE" w:rsidR="00B253FB" w:rsidRDefault="00B253FB" w:rsidP="004D119B">
      <w:pPr>
        <w:pStyle w:val="Spec"/>
        <w:numPr>
          <w:ilvl w:val="3"/>
          <w:numId w:val="2"/>
        </w:numPr>
      </w:pPr>
      <w:r>
        <w:t>Traffic</w:t>
      </w:r>
      <w:r w:rsidR="003E736D">
        <w:t xml:space="preserve"> </w:t>
      </w:r>
      <w:r>
        <w:t>Control:</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01 55 26 </w:t>
      </w:r>
      <w:r>
        <w:t>Traffic</w:t>
      </w:r>
      <w:r w:rsidR="003E736D">
        <w:t xml:space="preserve"> </w:t>
      </w:r>
      <w:r>
        <w:t>Control.</w:t>
      </w:r>
    </w:p>
    <w:p w14:paraId="0A13A5A6" w14:textId="1AC6A107" w:rsidR="00B253FB" w:rsidRDefault="00B253FB" w:rsidP="004D119B">
      <w:pPr>
        <w:pStyle w:val="Spec"/>
        <w:numPr>
          <w:ilvl w:val="3"/>
          <w:numId w:val="2"/>
        </w:numPr>
      </w:pPr>
      <w:r>
        <w:t>Hazardous</w:t>
      </w:r>
      <w:r w:rsidR="003E736D">
        <w:t xml:space="preserve"> </w:t>
      </w:r>
      <w:r>
        <w:t>Materials:</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01 57 23 </w:t>
      </w:r>
      <w:r>
        <w:t>Pollution</w:t>
      </w:r>
      <w:r w:rsidR="003E736D">
        <w:t xml:space="preserve"> </w:t>
      </w:r>
      <w:r>
        <w:t>Prevention</w:t>
      </w:r>
      <w:r w:rsidR="003E736D">
        <w:t xml:space="preserve"> </w:t>
      </w:r>
      <w:r>
        <w:t>Planning</w:t>
      </w:r>
      <w:r w:rsidR="003E736D">
        <w:t xml:space="preserve"> </w:t>
      </w:r>
      <w:r>
        <w:t>and</w:t>
      </w:r>
      <w:r w:rsidR="003E736D">
        <w:t xml:space="preserve"> </w:t>
      </w:r>
      <w:r>
        <w:t>Execution.</w:t>
      </w:r>
    </w:p>
    <w:p w14:paraId="2EC67FE9" w14:textId="77777777" w:rsidR="00B253FB" w:rsidRDefault="00B253FB" w:rsidP="004D119B">
      <w:pPr>
        <w:pStyle w:val="Spec"/>
        <w:numPr>
          <w:ilvl w:val="3"/>
          <w:numId w:val="2"/>
        </w:numPr>
      </w:pPr>
      <w:r>
        <w:t>Open</w:t>
      </w:r>
      <w:r w:rsidR="003E736D">
        <w:t xml:space="preserve"> </w:t>
      </w:r>
      <w:r>
        <w:t>Flame</w:t>
      </w:r>
      <w:r w:rsidR="003E736D">
        <w:t xml:space="preserve"> </w:t>
      </w:r>
      <w:r>
        <w:t>Devices:</w:t>
      </w:r>
      <w:r w:rsidR="003E736D">
        <w:t xml:space="preserve"> </w:t>
      </w:r>
      <w:r>
        <w:t>Prohibit</w:t>
      </w:r>
      <w:r w:rsidR="003E736D">
        <w:t xml:space="preserve"> </w:t>
      </w:r>
      <w:r>
        <w:t>the</w:t>
      </w:r>
      <w:r w:rsidR="003E736D">
        <w:t xml:space="preserve"> </w:t>
      </w:r>
      <w:r>
        <w:t>use</w:t>
      </w:r>
      <w:r w:rsidR="003E736D">
        <w:t xml:space="preserve"> </w:t>
      </w:r>
      <w:r>
        <w:t>of</w:t>
      </w:r>
      <w:r w:rsidR="003E736D">
        <w:t xml:space="preserve"> </w:t>
      </w:r>
      <w:r>
        <w:t>unapproved</w:t>
      </w:r>
      <w:r w:rsidR="003E736D">
        <w:t xml:space="preserve"> </w:t>
      </w:r>
      <w:r>
        <w:t>fuel-burning</w:t>
      </w:r>
      <w:r w:rsidR="003E736D">
        <w:t xml:space="preserve"> </w:t>
      </w:r>
      <w:r>
        <w:t>types</w:t>
      </w:r>
      <w:r w:rsidR="003E736D">
        <w:t xml:space="preserve"> </w:t>
      </w:r>
      <w:r>
        <w:t>of</w:t>
      </w:r>
      <w:r w:rsidR="003E736D">
        <w:t xml:space="preserve"> </w:t>
      </w:r>
      <w:r>
        <w:t>lanterns,</w:t>
      </w:r>
      <w:r w:rsidR="003E736D">
        <w:t xml:space="preserve"> </w:t>
      </w:r>
      <w:r>
        <w:t>torches,</w:t>
      </w:r>
      <w:r w:rsidR="003E736D">
        <w:t xml:space="preserve"> </w:t>
      </w:r>
      <w:r>
        <w:t>flares</w:t>
      </w:r>
      <w:r w:rsidR="003E736D">
        <w:t xml:space="preserve"> </w:t>
      </w:r>
      <w:r>
        <w:t>or</w:t>
      </w:r>
      <w:r w:rsidR="003E736D">
        <w:t xml:space="preserve"> </w:t>
      </w:r>
      <w:r>
        <w:t>other</w:t>
      </w:r>
      <w:r w:rsidR="003E736D">
        <w:t xml:space="preserve"> </w:t>
      </w:r>
      <w:r>
        <w:t>open-flame</w:t>
      </w:r>
      <w:r w:rsidR="003E736D">
        <w:t xml:space="preserve"> </w:t>
      </w:r>
      <w:r>
        <w:t>devices</w:t>
      </w:r>
      <w:r w:rsidR="003E736D">
        <w:t xml:space="preserve"> </w:t>
      </w:r>
      <w:r>
        <w:t>on</w:t>
      </w:r>
      <w:r w:rsidR="003E736D">
        <w:t xml:space="preserve"> </w:t>
      </w:r>
      <w:r>
        <w:t>Port</w:t>
      </w:r>
      <w:r w:rsidR="003E736D">
        <w:t xml:space="preserve"> </w:t>
      </w:r>
      <w:r>
        <w:t>property.</w:t>
      </w:r>
    </w:p>
    <w:p w14:paraId="1025E6BD" w14:textId="77777777" w:rsidR="00E04C1C" w:rsidRDefault="00B253FB" w:rsidP="004D119B">
      <w:pPr>
        <w:pStyle w:val="Spec"/>
        <w:numPr>
          <w:ilvl w:val="3"/>
          <w:numId w:val="2"/>
        </w:numPr>
      </w:pPr>
      <w:r>
        <w:t>Hot</w:t>
      </w:r>
      <w:r w:rsidR="003E736D">
        <w:t xml:space="preserve"> </w:t>
      </w:r>
      <w:r>
        <w:t>Work</w:t>
      </w:r>
      <w:r w:rsidR="003E736D">
        <w:t xml:space="preserve"> </w:t>
      </w:r>
      <w:r>
        <w:t>Permit</w:t>
      </w:r>
      <w:r w:rsidRPr="00DF77C6">
        <w:t>:</w:t>
      </w:r>
      <w:r w:rsidR="003E736D" w:rsidRPr="00DF77C6">
        <w:t xml:space="preserve"> </w:t>
      </w:r>
    </w:p>
    <w:p w14:paraId="19119304" w14:textId="58BE4C25" w:rsidR="00290A67" w:rsidRDefault="00E04C1C" w:rsidP="004D119B">
      <w:pPr>
        <w:pStyle w:val="Spec"/>
        <w:numPr>
          <w:ilvl w:val="4"/>
          <w:numId w:val="2"/>
        </w:numPr>
      </w:pPr>
      <w:r>
        <w:t xml:space="preserve">Seaport: </w:t>
      </w:r>
      <w:r w:rsidR="00B253FB" w:rsidRPr="00DF77C6">
        <w:t>Open</w:t>
      </w:r>
      <w:r w:rsidR="003E736D" w:rsidRPr="00DF77C6">
        <w:t xml:space="preserve"> </w:t>
      </w:r>
      <w:r w:rsidR="00B253FB" w:rsidRPr="00DF77C6">
        <w:t>Flame</w:t>
      </w:r>
      <w:r w:rsidR="003E736D" w:rsidRPr="00DF77C6">
        <w:t xml:space="preserve"> </w:t>
      </w:r>
      <w:r w:rsidR="00B253FB" w:rsidRPr="00DF77C6">
        <w:t>Welding</w:t>
      </w:r>
      <w:r w:rsidR="003E736D" w:rsidRPr="00DF77C6">
        <w:t xml:space="preserve"> </w:t>
      </w:r>
      <w:r w:rsidR="00B253FB" w:rsidRPr="00DF77C6">
        <w:t>and</w:t>
      </w:r>
      <w:r w:rsidR="003E736D" w:rsidRPr="00DF77C6">
        <w:t xml:space="preserve"> </w:t>
      </w:r>
      <w:r w:rsidR="00B253FB" w:rsidRPr="00DF77C6">
        <w:t>spark</w:t>
      </w:r>
      <w:r w:rsidR="003E736D" w:rsidRPr="00DF77C6">
        <w:t xml:space="preserve"> </w:t>
      </w:r>
      <w:r w:rsidR="00B253FB" w:rsidRPr="00DF77C6">
        <w:t>producing</w:t>
      </w:r>
      <w:r w:rsidR="003E736D" w:rsidRPr="00DF77C6">
        <w:t xml:space="preserve"> </w:t>
      </w:r>
      <w:r w:rsidR="00B253FB" w:rsidRPr="00DF77C6">
        <w:t>equipment</w:t>
      </w:r>
      <w:r w:rsidR="003E736D" w:rsidRPr="00DF77C6">
        <w:t xml:space="preserve"> </w:t>
      </w:r>
      <w:r w:rsidR="00B253FB" w:rsidRPr="00DF77C6">
        <w:t>and</w:t>
      </w:r>
      <w:r w:rsidR="003E736D" w:rsidRPr="00DF77C6">
        <w:t xml:space="preserve"> </w:t>
      </w:r>
      <w:r w:rsidR="00B253FB" w:rsidRPr="00DF77C6">
        <w:t>tasks</w:t>
      </w:r>
      <w:r w:rsidR="003E736D" w:rsidRPr="00DF77C6">
        <w:t xml:space="preserve"> </w:t>
      </w:r>
      <w:r w:rsidR="00B253FB" w:rsidRPr="00DF77C6">
        <w:t>require</w:t>
      </w:r>
      <w:r w:rsidR="003E736D" w:rsidRPr="00DF77C6">
        <w:t xml:space="preserve"> </w:t>
      </w:r>
      <w:r w:rsidR="00B253FB" w:rsidRPr="00DF77C6">
        <w:t>the</w:t>
      </w:r>
      <w:r w:rsidR="003E736D" w:rsidRPr="00DF77C6">
        <w:t xml:space="preserve"> </w:t>
      </w:r>
      <w:r w:rsidR="00B253FB" w:rsidRPr="00DF77C6">
        <w:t>Contractor</w:t>
      </w:r>
      <w:r w:rsidR="003E736D" w:rsidRPr="00DF77C6">
        <w:t xml:space="preserve"> </w:t>
      </w:r>
      <w:r w:rsidR="00B253FB" w:rsidRPr="00DF77C6">
        <w:t>to</w:t>
      </w:r>
      <w:r w:rsidR="003E736D" w:rsidRPr="00DF77C6">
        <w:t xml:space="preserve"> </w:t>
      </w:r>
      <w:r w:rsidR="00B253FB" w:rsidRPr="00DF77C6">
        <w:t>implement</w:t>
      </w:r>
      <w:r w:rsidR="003E736D" w:rsidRPr="00DF77C6">
        <w:t xml:space="preserve"> </w:t>
      </w:r>
      <w:r w:rsidR="00B253FB" w:rsidRPr="00DF77C6">
        <w:t>a</w:t>
      </w:r>
      <w:r w:rsidR="003E736D" w:rsidRPr="00DF77C6">
        <w:t xml:space="preserve"> </w:t>
      </w:r>
      <w:r w:rsidR="00B253FB" w:rsidRPr="00DF77C6">
        <w:t>formal</w:t>
      </w:r>
      <w:r w:rsidR="003E736D" w:rsidRPr="00DF77C6">
        <w:t xml:space="preserve"> </w:t>
      </w:r>
      <w:r w:rsidR="00B253FB" w:rsidRPr="00DF77C6">
        <w:t>“Hot</w:t>
      </w:r>
      <w:r w:rsidR="003E736D" w:rsidRPr="00DF77C6">
        <w:t xml:space="preserve"> </w:t>
      </w:r>
      <w:r w:rsidR="00B253FB" w:rsidRPr="00DF77C6">
        <w:t>Work</w:t>
      </w:r>
      <w:r w:rsidR="003E736D" w:rsidRPr="00DF77C6">
        <w:t xml:space="preserve"> </w:t>
      </w:r>
      <w:r w:rsidR="00B253FB" w:rsidRPr="00DF77C6">
        <w:t>Permit”</w:t>
      </w:r>
      <w:r w:rsidR="003E736D" w:rsidRPr="00DF77C6">
        <w:t xml:space="preserve"> </w:t>
      </w:r>
      <w:r w:rsidR="00B253FB" w:rsidRPr="00DF77C6">
        <w:t>Program</w:t>
      </w:r>
      <w:r w:rsidR="003E736D" w:rsidRPr="00DF77C6">
        <w:t xml:space="preserve"> </w:t>
      </w:r>
      <w:r w:rsidR="00B253FB" w:rsidRPr="00DF77C6">
        <w:t>outlined</w:t>
      </w:r>
      <w:r w:rsidR="003E736D" w:rsidRPr="00DF77C6">
        <w:t xml:space="preserve"> </w:t>
      </w:r>
      <w:r w:rsidR="00B253FB" w:rsidRPr="00DF77C6">
        <w:t>in</w:t>
      </w:r>
      <w:r w:rsidR="003E736D" w:rsidRPr="00DF77C6">
        <w:t xml:space="preserve"> </w:t>
      </w:r>
      <w:r w:rsidR="00B253FB" w:rsidRPr="00DF77C6">
        <w:t>the</w:t>
      </w:r>
      <w:r w:rsidR="003E736D" w:rsidRPr="00DF77C6">
        <w:t xml:space="preserve"> </w:t>
      </w:r>
      <w:smartTag w:uri="urn:schemas-microsoft-com:office:smarttags" w:element="place">
        <w:smartTag w:uri="urn:schemas-microsoft-com:office:smarttags" w:element="PlaceType">
          <w:r w:rsidR="00B253FB" w:rsidRPr="00DF77C6">
            <w:t>Port</w:t>
          </w:r>
        </w:smartTag>
        <w:r w:rsidR="003E736D" w:rsidRPr="00DF77C6">
          <w:t xml:space="preserve"> </w:t>
        </w:r>
        <w:r w:rsidR="00B253FB" w:rsidRPr="00DF77C6">
          <w:t>of</w:t>
        </w:r>
        <w:r w:rsidR="003E736D" w:rsidRPr="00DF77C6">
          <w:t xml:space="preserve"> </w:t>
        </w:r>
        <w:smartTag w:uri="urn:schemas-microsoft-com:office:smarttags" w:element="PlaceName">
          <w:r w:rsidR="00B253FB" w:rsidRPr="00DF77C6">
            <w:t>Seattle</w:t>
          </w:r>
          <w:r w:rsidR="003E736D" w:rsidRPr="00DF77C6">
            <w:t xml:space="preserve"> </w:t>
          </w:r>
          <w:r w:rsidR="00B253FB" w:rsidRPr="00DF77C6">
            <w:t>Construction</w:t>
          </w:r>
          <w:r w:rsidR="003E736D" w:rsidRPr="00DF77C6">
            <w:t xml:space="preserve"> </w:t>
          </w:r>
          <w:r w:rsidR="00B253FB" w:rsidRPr="00DF77C6">
            <w:t>Safety</w:t>
          </w:r>
        </w:smartTag>
      </w:smartTag>
      <w:r w:rsidR="003E736D" w:rsidRPr="00DF77C6">
        <w:t xml:space="preserve"> </w:t>
      </w:r>
      <w:r w:rsidR="00B253FB" w:rsidRPr="00DF77C6">
        <w:t>and</w:t>
      </w:r>
      <w:r w:rsidR="003E736D" w:rsidRPr="00DF77C6">
        <w:t xml:space="preserve"> </w:t>
      </w:r>
      <w:r w:rsidR="00B253FB" w:rsidRPr="00DF77C6">
        <w:t>Health</w:t>
      </w:r>
      <w:r w:rsidR="003E736D" w:rsidRPr="00DF77C6">
        <w:t xml:space="preserve"> </w:t>
      </w:r>
      <w:r w:rsidR="00B253FB" w:rsidRPr="00DF77C6">
        <w:t>Manual.</w:t>
      </w:r>
      <w:r w:rsidR="003E736D" w:rsidRPr="00DF77C6">
        <w:t xml:space="preserve"> </w:t>
      </w:r>
      <w:r w:rsidR="00B253FB" w:rsidRPr="00DF77C6">
        <w:t>Cutting</w:t>
      </w:r>
      <w:r w:rsidR="003E736D" w:rsidRPr="00DF77C6">
        <w:t xml:space="preserve"> </w:t>
      </w:r>
      <w:r w:rsidR="00B253FB" w:rsidRPr="00DF77C6">
        <w:t>and</w:t>
      </w:r>
      <w:r w:rsidR="003E736D" w:rsidRPr="00DF77C6">
        <w:t xml:space="preserve"> </w:t>
      </w:r>
      <w:r w:rsidR="00B253FB" w:rsidRPr="00DF77C6">
        <w:t>Welding</w:t>
      </w:r>
      <w:r w:rsidR="003E736D">
        <w:t xml:space="preserve"> </w:t>
      </w:r>
      <w:r w:rsidR="00B253FB">
        <w:t>tasks</w:t>
      </w:r>
      <w:r w:rsidR="003E736D">
        <w:t xml:space="preserve"> </w:t>
      </w:r>
      <w:r w:rsidR="00B253FB">
        <w:t>also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secure</w:t>
      </w:r>
      <w:r w:rsidR="003E736D">
        <w:t xml:space="preserve"> </w:t>
      </w:r>
      <w:r w:rsidR="00B253FB">
        <w:t>a</w:t>
      </w:r>
      <w:r w:rsidR="003E736D">
        <w:t xml:space="preserve"> </w:t>
      </w:r>
      <w:r w:rsidR="00B253FB">
        <w:t>“Hot</w:t>
      </w:r>
      <w:r w:rsidR="003E736D">
        <w:t xml:space="preserve"> </w:t>
      </w:r>
      <w:r w:rsidR="00B253FB">
        <w:t>Work</w:t>
      </w:r>
      <w:r w:rsidR="003E736D">
        <w:t xml:space="preserve"> </w:t>
      </w:r>
      <w:r w:rsidR="00B253FB">
        <w:t>Permit”</w:t>
      </w:r>
      <w:r w:rsidR="003E736D">
        <w:t xml:space="preserve"> </w:t>
      </w:r>
      <w:r w:rsidR="00B253FB">
        <w:t>from</w:t>
      </w:r>
      <w:r w:rsidR="003E736D">
        <w:t xml:space="preserve"> </w:t>
      </w:r>
      <w:r w:rsidR="00B253FB">
        <w:t>the</w:t>
      </w:r>
      <w:r w:rsidR="003E736D">
        <w:t xml:space="preserve"> </w:t>
      </w:r>
      <w:r w:rsidR="00B253FB">
        <w:t>Seattle</w:t>
      </w:r>
      <w:r w:rsidR="003E736D">
        <w:t xml:space="preserve"> </w:t>
      </w:r>
      <w:r w:rsidR="00B253FB">
        <w:t>Fire</w:t>
      </w:r>
      <w:r w:rsidR="003E736D">
        <w:t xml:space="preserve"> </w:t>
      </w:r>
      <w:r w:rsidR="00B253FB">
        <w:t>Department</w:t>
      </w:r>
      <w:r w:rsidR="003B6CBB">
        <w:t xml:space="preserve"> or US Coast Guard</w:t>
      </w:r>
      <w:r w:rsidR="003E736D">
        <w:t xml:space="preserve"> </w:t>
      </w:r>
      <w:r w:rsidR="00B253FB">
        <w:t>in</w:t>
      </w:r>
      <w:r w:rsidR="003E736D">
        <w:t xml:space="preserve"> </w:t>
      </w:r>
      <w:r w:rsidR="00B253FB">
        <w:t>accordance</w:t>
      </w:r>
      <w:r w:rsidR="003E736D">
        <w:t xml:space="preserve"> </w:t>
      </w:r>
      <w:r w:rsidR="00B253FB">
        <w:t>with</w:t>
      </w:r>
      <w:r w:rsidR="003E736D">
        <w:t xml:space="preserve"> </w:t>
      </w:r>
      <w:r w:rsidR="00206F12">
        <w:t>Supplementary Conditions 00 80 00</w:t>
      </w:r>
      <w:r w:rsidR="003E736D">
        <w:t xml:space="preserve"> </w:t>
      </w:r>
      <w:r w:rsidR="00B253FB">
        <w:t>Article</w:t>
      </w:r>
      <w:r w:rsidR="003E736D">
        <w:t xml:space="preserve"> </w:t>
      </w:r>
      <w:r w:rsidR="0026572B">
        <w:t>SC-04.12</w:t>
      </w:r>
      <w:r w:rsidR="00206F12">
        <w:t xml:space="preserve"> Permits, Licenses, Fees and Notices</w:t>
      </w:r>
      <w:r w:rsidR="00B253FB">
        <w:t>.</w:t>
      </w:r>
    </w:p>
    <w:p w14:paraId="5241B653" w14:textId="18FDD196" w:rsidR="00E04C1C" w:rsidRDefault="00E04C1C" w:rsidP="004D119B">
      <w:pPr>
        <w:pStyle w:val="Spec"/>
        <w:numPr>
          <w:ilvl w:val="4"/>
          <w:numId w:val="2"/>
        </w:numPr>
      </w:pPr>
      <w:r>
        <w:lastRenderedPageBreak/>
        <w:t xml:space="preserve">Airport: </w:t>
      </w:r>
      <w:r w:rsidR="005B25AC">
        <w:t xml:space="preserve">Open Flame Welding and spark producing equipment and tasks require the Contractor to secure a “Hot Work Permit” from the Port </w:t>
      </w:r>
      <w:r w:rsidR="00D3106F">
        <w:t>o</w:t>
      </w:r>
      <w:r w:rsidR="005B25AC">
        <w:t xml:space="preserve">f Seattle Fire Department in accordance with </w:t>
      </w:r>
      <w:r w:rsidR="00206F12">
        <w:t>Supplementary Conditions 00 8</w:t>
      </w:r>
      <w:r w:rsidR="0026572B">
        <w:t>0 00 Article SC-04.12</w:t>
      </w:r>
      <w:r w:rsidR="00206F12">
        <w:t xml:space="preserve"> Permits, Licenses, Fees and Notices</w:t>
      </w:r>
      <w:r w:rsidR="003B6CBB">
        <w:t xml:space="preserve"> and Section 01 31 13 – Project Coordination.</w:t>
      </w:r>
    </w:p>
    <w:p w14:paraId="3DFC7EFF" w14:textId="77777777" w:rsidR="003E736D" w:rsidRDefault="00B253FB" w:rsidP="004D119B">
      <w:pPr>
        <w:pStyle w:val="Spec"/>
        <w:numPr>
          <w:ilvl w:val="3"/>
          <w:numId w:val="2"/>
        </w:numPr>
      </w:pPr>
      <w:r>
        <w:t>Liquid</w:t>
      </w:r>
      <w:r w:rsidR="003E736D">
        <w:t xml:space="preserve"> </w:t>
      </w:r>
      <w:r>
        <w:t>propane</w:t>
      </w:r>
      <w:r w:rsidR="003E736D">
        <w:t xml:space="preserve"> </w:t>
      </w:r>
      <w:r>
        <w:t>storage</w:t>
      </w:r>
      <w:r w:rsidR="003E736D">
        <w:t xml:space="preserve"> </w:t>
      </w:r>
      <w:r>
        <w:t>and</w:t>
      </w:r>
      <w:r w:rsidR="003E736D">
        <w:t xml:space="preserve"> </w:t>
      </w:r>
      <w:r>
        <w:t>use</w:t>
      </w:r>
      <w:r w:rsidR="003E736D">
        <w:t xml:space="preserve"> </w:t>
      </w:r>
      <w:r>
        <w:t>below</w:t>
      </w:r>
      <w:r w:rsidR="003E736D">
        <w:t xml:space="preserve"> </w:t>
      </w:r>
      <w:r>
        <w:t>grade</w:t>
      </w:r>
      <w:r w:rsidR="003E736D">
        <w:t xml:space="preserve"> </w:t>
      </w:r>
      <w:r>
        <w:t>is</w:t>
      </w:r>
      <w:r w:rsidR="003E736D">
        <w:t xml:space="preserve"> </w:t>
      </w:r>
      <w:r>
        <w:t>prohibited.</w:t>
      </w:r>
    </w:p>
    <w:p w14:paraId="1AA0C53F" w14:textId="3C887A10" w:rsidR="003E736D" w:rsidRDefault="00B253FB" w:rsidP="004D119B">
      <w:pPr>
        <w:pStyle w:val="Spec"/>
        <w:numPr>
          <w:ilvl w:val="3"/>
          <w:numId w:val="2"/>
        </w:numPr>
      </w:pPr>
      <w:r>
        <w:t>Excavating</w:t>
      </w:r>
      <w:r w:rsidR="003E736D">
        <w:t xml:space="preserve"> </w:t>
      </w:r>
      <w:r>
        <w:t>&amp;</w:t>
      </w:r>
      <w:r w:rsidR="003E736D">
        <w:t xml:space="preserve"> </w:t>
      </w:r>
      <w:r>
        <w:t>Trenching:</w:t>
      </w:r>
      <w:r w:rsidR="003E736D">
        <w:t xml:space="preserve"> </w:t>
      </w:r>
      <w:r>
        <w:t>Coordination</w:t>
      </w:r>
      <w:r w:rsidR="003E736D">
        <w:t xml:space="preserve"> </w:t>
      </w:r>
      <w:r>
        <w:t>with</w:t>
      </w:r>
      <w:r w:rsidR="003E736D">
        <w:t xml:space="preserve"> </w:t>
      </w:r>
      <w:r>
        <w:t>the</w:t>
      </w:r>
      <w:r w:rsidR="003E736D">
        <w:t xml:space="preserve"> </w:t>
      </w:r>
      <w:r w:rsidR="00155B23" w:rsidRPr="00155B23">
        <w:t xml:space="preserve">Port </w:t>
      </w:r>
      <w:r w:rsidR="0010639A">
        <w:t>I</w:t>
      </w:r>
      <w:r w:rsidR="008B4FC4">
        <w:t>nspector</w:t>
      </w:r>
      <w:r w:rsidR="00155B23">
        <w:t xml:space="preserve"> </w:t>
      </w:r>
      <w:r>
        <w:t>shall</w:t>
      </w:r>
      <w:r w:rsidR="003E736D">
        <w:t xml:space="preserve"> </w:t>
      </w:r>
      <w:r>
        <w:t>be</w:t>
      </w:r>
      <w:r w:rsidR="003E736D">
        <w:t xml:space="preserve"> </w:t>
      </w:r>
      <w:r>
        <w:t>required</w:t>
      </w:r>
      <w:r w:rsidR="003E736D">
        <w:t xml:space="preserve"> </w:t>
      </w:r>
      <w:r>
        <w:t>for</w:t>
      </w:r>
      <w:r w:rsidR="003E736D">
        <w:t xml:space="preserve"> </w:t>
      </w:r>
      <w:r>
        <w:t>work</w:t>
      </w:r>
      <w:r w:rsidR="003E736D">
        <w:t xml:space="preserve"> </w:t>
      </w:r>
      <w:r>
        <w:t>performed</w:t>
      </w:r>
      <w:r w:rsidR="003E736D">
        <w:t xml:space="preserve"> </w:t>
      </w:r>
      <w:r>
        <w:t>on</w:t>
      </w:r>
      <w:r w:rsidR="003E736D">
        <w:t xml:space="preserve"> </w:t>
      </w:r>
      <w:r>
        <w:t>the</w:t>
      </w:r>
      <w:r w:rsidR="003E736D">
        <w:t xml:space="preserve"> </w:t>
      </w:r>
      <w:r>
        <w:t>site.</w:t>
      </w:r>
    </w:p>
    <w:p w14:paraId="24BBB5BD" w14:textId="7C1DF875" w:rsidR="00290A67" w:rsidRDefault="00B253FB" w:rsidP="004D119B">
      <w:pPr>
        <w:pStyle w:val="Spec"/>
        <w:numPr>
          <w:ilvl w:val="3"/>
          <w:numId w:val="2"/>
        </w:numPr>
      </w:pPr>
      <w:r>
        <w:t>Construction</w:t>
      </w:r>
      <w:r w:rsidR="003E736D">
        <w:t xml:space="preserve"> </w:t>
      </w:r>
      <w:r>
        <w:t>activities</w:t>
      </w:r>
      <w:r w:rsidR="003E736D">
        <w:t xml:space="preserve"> </w:t>
      </w:r>
      <w:r>
        <w:t>that</w:t>
      </w:r>
      <w:r w:rsidR="003E736D">
        <w:t xml:space="preserve"> </w:t>
      </w:r>
      <w:r>
        <w:t>pose</w:t>
      </w:r>
      <w:r w:rsidR="003E736D">
        <w:t xml:space="preserve"> </w:t>
      </w:r>
      <w:r>
        <w:t>a</w:t>
      </w:r>
      <w:r w:rsidR="003E736D">
        <w:t xml:space="preserve"> </w:t>
      </w:r>
      <w:r>
        <w:t>potential</w:t>
      </w:r>
      <w:r w:rsidR="003E736D">
        <w:t xml:space="preserve"> </w:t>
      </w:r>
      <w:r>
        <w:t>risk</w:t>
      </w:r>
      <w:r w:rsidR="003E736D">
        <w:t xml:space="preserve"> </w:t>
      </w:r>
      <w:r>
        <w:t>of</w:t>
      </w:r>
      <w:r w:rsidR="003E736D">
        <w:t xml:space="preserve"> </w:t>
      </w:r>
      <w:r>
        <w:t>exposure</w:t>
      </w:r>
      <w:r w:rsidR="003E736D">
        <w:t xml:space="preserve"> </w:t>
      </w:r>
      <w:r>
        <w:t>to</w:t>
      </w:r>
      <w:r w:rsidR="003E736D">
        <w:t xml:space="preserve"> </w:t>
      </w:r>
      <w:r>
        <w:t>contaminated</w:t>
      </w:r>
      <w:r w:rsidR="003E736D">
        <w:t xml:space="preserve"> </w:t>
      </w:r>
      <w:r>
        <w:t>soil</w:t>
      </w:r>
      <w:r w:rsidR="003E736D">
        <w:t xml:space="preserve"> </w:t>
      </w:r>
      <w:r>
        <w:t>(such</w:t>
      </w:r>
      <w:r w:rsidR="003E736D">
        <w:t xml:space="preserve"> </w:t>
      </w:r>
      <w:r>
        <w:t>as</w:t>
      </w:r>
      <w:r w:rsidR="003E736D">
        <w:t xml:space="preserve"> </w:t>
      </w:r>
      <w:r>
        <w:t>excavations)</w:t>
      </w:r>
      <w:r w:rsidR="003E736D">
        <w:t xml:space="preserve"> </w:t>
      </w:r>
      <w:r>
        <w:t>shall</w:t>
      </w:r>
      <w:r w:rsidR="003E736D">
        <w:t xml:space="preserve"> </w:t>
      </w:r>
      <w:r>
        <w:t>be</w:t>
      </w:r>
      <w:r w:rsidR="003E736D">
        <w:t xml:space="preserve"> </w:t>
      </w:r>
      <w:r>
        <w:t>supervised</w:t>
      </w:r>
      <w:r w:rsidR="003E736D">
        <w:t xml:space="preserve"> </w:t>
      </w:r>
      <w:r>
        <w:t>by</w:t>
      </w:r>
      <w:r w:rsidR="003E736D">
        <w:t xml:space="preserve"> </w:t>
      </w:r>
      <w:r>
        <w:t>personnel</w:t>
      </w:r>
      <w:r w:rsidR="003E736D">
        <w:t xml:space="preserve"> </w:t>
      </w:r>
      <w:r>
        <w:t>who</w:t>
      </w:r>
      <w:r w:rsidR="003E736D">
        <w:t xml:space="preserve"> </w:t>
      </w:r>
      <w:r>
        <w:t>have</w:t>
      </w:r>
      <w:r w:rsidR="003E736D">
        <w:t xml:space="preserve"> </w:t>
      </w:r>
      <w:r>
        <w:t>both</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an</w:t>
      </w:r>
      <w:r w:rsidR="003E736D">
        <w:t xml:space="preserve"> </w:t>
      </w:r>
      <w:r>
        <w:t>8-hour</w:t>
      </w:r>
      <w:r w:rsidR="003E736D">
        <w:t xml:space="preserve"> </w:t>
      </w:r>
      <w:r>
        <w:t>Hazardous</w:t>
      </w:r>
      <w:r w:rsidR="003E736D">
        <w:t xml:space="preserve"> </w:t>
      </w:r>
      <w:r>
        <w:t>Waste</w:t>
      </w:r>
      <w:r w:rsidR="003E736D">
        <w:t xml:space="preserve"> </w:t>
      </w:r>
      <w:r>
        <w:t>Supervisor’s</w:t>
      </w:r>
      <w:r w:rsidR="003E736D">
        <w:t xml:space="preserve"> </w:t>
      </w:r>
      <w:r>
        <w:t>certification.</w:t>
      </w:r>
      <w:r w:rsidR="003E736D">
        <w:t xml:space="preserve"> </w:t>
      </w:r>
      <w:r>
        <w:t>These</w:t>
      </w:r>
      <w:r w:rsidR="003E736D">
        <w:t xml:space="preserve"> </w:t>
      </w:r>
      <w:r>
        <w:t>individuals</w:t>
      </w:r>
      <w:r w:rsidR="003E736D">
        <w:t xml:space="preserve"> </w:t>
      </w:r>
      <w:r>
        <w:t>shall</w:t>
      </w:r>
      <w:r w:rsidR="003E736D">
        <w:t xml:space="preserve"> </w:t>
      </w:r>
      <w:r>
        <w:t>be</w:t>
      </w:r>
      <w:r w:rsidR="003E736D">
        <w:t xml:space="preserve"> </w:t>
      </w:r>
      <w:r>
        <w:t>able</w:t>
      </w:r>
      <w:r w:rsidR="003E736D">
        <w:t xml:space="preserve"> </w:t>
      </w:r>
      <w:r>
        <w:t>to</w:t>
      </w:r>
      <w:r w:rsidR="003E736D">
        <w:t xml:space="preserve"> </w:t>
      </w:r>
      <w:r>
        <w:t>identify</w:t>
      </w:r>
      <w:r w:rsidR="003E736D">
        <w:t xml:space="preserve"> </w:t>
      </w:r>
      <w:r>
        <w:t>the</w:t>
      </w:r>
      <w:r w:rsidR="003E736D">
        <w:t xml:space="preserve"> </w:t>
      </w:r>
      <w:r>
        <w:t>potential</w:t>
      </w:r>
      <w:r w:rsidR="003E736D">
        <w:t xml:space="preserve"> </w:t>
      </w:r>
      <w:r>
        <w:t>need</w:t>
      </w:r>
      <w:r w:rsidR="003E736D">
        <w:t xml:space="preserve"> </w:t>
      </w:r>
      <w:r>
        <w:t>for</w:t>
      </w:r>
      <w:r w:rsidR="003E736D">
        <w:t xml:space="preserve"> </w:t>
      </w:r>
      <w:r>
        <w:t>upgrading</w:t>
      </w:r>
      <w:r w:rsidR="003E736D">
        <w:t xml:space="preserve"> </w:t>
      </w:r>
      <w:r>
        <w:t>the</w:t>
      </w:r>
      <w:r w:rsidR="003E736D">
        <w:t xml:space="preserve"> </w:t>
      </w:r>
      <w:r>
        <w:t>level</w:t>
      </w:r>
      <w:r w:rsidR="003E736D">
        <w:t xml:space="preserve"> </w:t>
      </w:r>
      <w:r>
        <w:t>of</w:t>
      </w:r>
      <w:r w:rsidR="003E736D">
        <w:t xml:space="preserve"> </w:t>
      </w:r>
      <w:r>
        <w:t>health</w:t>
      </w:r>
      <w:r w:rsidR="003E736D">
        <w:t xml:space="preserve"> </w:t>
      </w:r>
      <w:r>
        <w:t>and</w:t>
      </w:r>
      <w:r w:rsidR="003E736D">
        <w:t xml:space="preserve"> </w:t>
      </w:r>
      <w:r>
        <w:t>safety</w:t>
      </w:r>
      <w:r w:rsidR="003E736D">
        <w:t xml:space="preserve"> </w:t>
      </w:r>
      <w:r>
        <w:t>protection.</w:t>
      </w:r>
      <w:r w:rsidR="003E736D">
        <w:t xml:space="preserve"> </w:t>
      </w:r>
      <w:r>
        <w:t>All</w:t>
      </w:r>
      <w:r w:rsidR="003E736D">
        <w:t xml:space="preserve"> </w:t>
      </w:r>
      <w:r>
        <w:t>personnel</w:t>
      </w:r>
      <w:r w:rsidR="003E736D">
        <w:t xml:space="preserve"> </w:t>
      </w:r>
      <w:r>
        <w:t>working</w:t>
      </w:r>
      <w:r w:rsidR="003E736D">
        <w:t xml:space="preserve"> </w:t>
      </w:r>
      <w:r>
        <w:t>in</w:t>
      </w:r>
      <w:r w:rsidR="003E736D">
        <w:t xml:space="preserve"> </w:t>
      </w:r>
      <w:r>
        <w:t>direct</w:t>
      </w:r>
      <w:r w:rsidR="003E736D">
        <w:t xml:space="preserve"> </w:t>
      </w:r>
      <w:r>
        <w:t>contact</w:t>
      </w:r>
      <w:r w:rsidR="003E736D">
        <w:t xml:space="preserve"> </w:t>
      </w:r>
      <w:r>
        <w:t>with</w:t>
      </w:r>
      <w:r w:rsidR="003E736D">
        <w:t xml:space="preserve"> </w:t>
      </w:r>
      <w:r>
        <w:t>contaminated</w:t>
      </w:r>
      <w:r w:rsidR="003E736D">
        <w:t xml:space="preserve"> </w:t>
      </w:r>
      <w:r>
        <w:t>soil</w:t>
      </w:r>
      <w:r w:rsidR="003E736D">
        <w:t xml:space="preserve"> </w:t>
      </w:r>
      <w:r>
        <w:t>shall</w:t>
      </w:r>
      <w:r w:rsidR="003E736D">
        <w:t xml:space="preserve"> </w:t>
      </w:r>
      <w:r>
        <w:t>have</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medical</w:t>
      </w:r>
      <w:r w:rsidR="003E736D">
        <w:t xml:space="preserve"> </w:t>
      </w:r>
      <w:r>
        <w:t>monitoring,</w:t>
      </w:r>
      <w:r w:rsidR="003E736D">
        <w:t xml:space="preserve"> </w:t>
      </w:r>
      <w:r>
        <w:t>as</w:t>
      </w:r>
      <w:r w:rsidR="003E736D">
        <w:t xml:space="preserve"> </w:t>
      </w:r>
      <w:r>
        <w:t>required</w:t>
      </w:r>
      <w:r w:rsidR="003E736D">
        <w:t xml:space="preserve"> </w:t>
      </w:r>
      <w:r>
        <w:t>in</w:t>
      </w:r>
      <w:r w:rsidR="003E736D">
        <w:t xml:space="preserve"> </w:t>
      </w:r>
      <w:r w:rsidR="00A40900">
        <w:t>Hazardous Waste Operations</w:t>
      </w:r>
      <w:r>
        <w:t>,</w:t>
      </w:r>
      <w:r w:rsidR="003E736D">
        <w:t xml:space="preserve"> </w:t>
      </w:r>
      <w:r>
        <w:t>Chapter</w:t>
      </w:r>
      <w:r w:rsidR="003E736D">
        <w:t xml:space="preserve"> </w:t>
      </w:r>
      <w:r>
        <w:t>296-843</w:t>
      </w:r>
      <w:r w:rsidR="003E736D">
        <w:t xml:space="preserve"> </w:t>
      </w:r>
      <w:r>
        <w:t>WAC</w:t>
      </w:r>
      <w:r w:rsidR="003E736D">
        <w:t xml:space="preserve"> </w:t>
      </w:r>
      <w:r>
        <w:t>and</w:t>
      </w:r>
      <w:r w:rsidR="003E736D">
        <w:t xml:space="preserve"> </w:t>
      </w:r>
      <w:r>
        <w:t>in</w:t>
      </w:r>
      <w:r w:rsidR="003E736D">
        <w:t xml:space="preserve"> </w:t>
      </w:r>
      <w:r>
        <w:t>accordance</w:t>
      </w:r>
      <w:r w:rsidR="003E736D">
        <w:t xml:space="preserve"> </w:t>
      </w:r>
      <w:r>
        <w:t>with</w:t>
      </w:r>
      <w:r w:rsidR="003E736D">
        <w:t xml:space="preserve"> </w:t>
      </w:r>
      <w:r>
        <w:t>OSHA</w:t>
      </w:r>
      <w:r w:rsidR="003E736D">
        <w:t xml:space="preserve"> </w:t>
      </w:r>
      <w:r>
        <w:t>regulations.</w:t>
      </w:r>
      <w:r w:rsidR="003E736D">
        <w:t xml:space="preserve"> </w:t>
      </w:r>
      <w:r>
        <w:t>The</w:t>
      </w:r>
      <w:r w:rsidR="003E736D">
        <w:t xml:space="preserve"> </w:t>
      </w:r>
      <w:r>
        <w:t>plan</w:t>
      </w:r>
      <w:r w:rsidR="003E736D">
        <w:t xml:space="preserve"> </w:t>
      </w:r>
      <w:r>
        <w:t>shall</w:t>
      </w:r>
      <w:r w:rsidR="003E736D">
        <w:t xml:space="preserve"> </w:t>
      </w:r>
      <w:r>
        <w:t>also</w:t>
      </w:r>
      <w:r w:rsidR="003E736D">
        <w:t xml:space="preserve"> </w:t>
      </w:r>
      <w:r>
        <w:t>include</w:t>
      </w:r>
      <w:r w:rsidR="003E736D">
        <w:t xml:space="preserve"> </w:t>
      </w:r>
      <w:r>
        <w:t>emergency</w:t>
      </w:r>
      <w:r w:rsidR="003E736D">
        <w:t xml:space="preserve"> </w:t>
      </w:r>
      <w:r>
        <w:t>procedures</w:t>
      </w:r>
      <w:r w:rsidR="003E736D">
        <w:t xml:space="preserve"> </w:t>
      </w:r>
      <w:r>
        <w:t>and</w:t>
      </w:r>
      <w:r w:rsidR="003E736D">
        <w:t xml:space="preserve"> </w:t>
      </w:r>
      <w:r>
        <w:t>medical</w:t>
      </w:r>
      <w:r w:rsidR="003E736D">
        <w:t xml:space="preserve"> </w:t>
      </w:r>
      <w:r>
        <w:t>treatment,</w:t>
      </w:r>
      <w:r w:rsidR="003E736D">
        <w:t xml:space="preserve"> </w:t>
      </w:r>
      <w:r>
        <w:t>fire</w:t>
      </w:r>
      <w:r w:rsidR="003E736D">
        <w:t xml:space="preserve"> </w:t>
      </w:r>
      <w:r>
        <w:t>protection,</w:t>
      </w:r>
      <w:r w:rsidR="003E736D">
        <w:t xml:space="preserve"> </w:t>
      </w:r>
      <w:r>
        <w:t>Job</w:t>
      </w:r>
      <w:r w:rsidR="003E736D">
        <w:t xml:space="preserve"> </w:t>
      </w:r>
      <w:r>
        <w:t>Hazard</w:t>
      </w:r>
      <w:r w:rsidR="003E736D">
        <w:t xml:space="preserve"> </w:t>
      </w:r>
      <w:r>
        <w:t>Analysis</w:t>
      </w:r>
      <w:r w:rsidR="003E736D">
        <w:t xml:space="preserve"> </w:t>
      </w:r>
      <w:r>
        <w:t>(JHA),</w:t>
      </w:r>
      <w:r w:rsidR="003E736D">
        <w:t xml:space="preserve"> </w:t>
      </w:r>
      <w:r>
        <w:t>and</w:t>
      </w:r>
      <w:r w:rsidR="003E736D">
        <w:t xml:space="preserve"> </w:t>
      </w:r>
      <w:r>
        <w:t>PPE</w:t>
      </w:r>
      <w:r w:rsidR="003E736D">
        <w:t xml:space="preserve"> </w:t>
      </w:r>
      <w:r>
        <w:t>requirements.</w:t>
      </w:r>
    </w:p>
    <w:p w14:paraId="5037E1CF" w14:textId="77777777" w:rsidR="00290A67" w:rsidRDefault="00B253FB" w:rsidP="004D119B">
      <w:pPr>
        <w:pStyle w:val="Spec"/>
        <w:numPr>
          <w:ilvl w:val="3"/>
          <w:numId w:val="2"/>
        </w:numPr>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soil</w:t>
      </w:r>
      <w:r w:rsidR="003E736D">
        <w:t xml:space="preserve"> </w:t>
      </w:r>
      <w:r>
        <w:t>sampling</w:t>
      </w:r>
      <w:r w:rsidR="003E736D">
        <w:t xml:space="preserve"> </w:t>
      </w:r>
      <w:r>
        <w:t>and</w:t>
      </w:r>
      <w:r w:rsidR="003E736D">
        <w:t xml:space="preserve"> </w:t>
      </w:r>
      <w:r>
        <w:t>air</w:t>
      </w:r>
      <w:r w:rsidR="003E736D">
        <w:t xml:space="preserve"> </w:t>
      </w:r>
      <w:r>
        <w:t>monitoring</w:t>
      </w:r>
      <w:r w:rsidR="003E736D">
        <w:t xml:space="preserve"> </w:t>
      </w:r>
      <w:r>
        <w:t>to</w:t>
      </w:r>
      <w:r w:rsidR="003E736D">
        <w:t xml:space="preserve"> </w:t>
      </w:r>
      <w:r>
        <w:t>determine</w:t>
      </w:r>
      <w:r w:rsidR="003E736D">
        <w:t xml:space="preserve"> </w:t>
      </w:r>
      <w:r>
        <w:t>hazards</w:t>
      </w:r>
      <w:r w:rsidR="003E736D">
        <w:t xml:space="preserve"> </w:t>
      </w:r>
      <w:r>
        <w:t>and</w:t>
      </w:r>
      <w:r w:rsidR="003E736D">
        <w:t xml:space="preserve"> </w:t>
      </w:r>
      <w:r>
        <w:t>exposures</w:t>
      </w:r>
      <w:r w:rsidR="003E736D">
        <w:t xml:space="preserve"> </w:t>
      </w:r>
      <w:r>
        <w:t>to</w:t>
      </w:r>
      <w:r w:rsidR="003E736D">
        <w:t xml:space="preserve"> </w:t>
      </w:r>
      <w:r>
        <w:t>their</w:t>
      </w:r>
      <w:r w:rsidR="003E736D">
        <w:t xml:space="preserve"> </w:t>
      </w:r>
      <w:r>
        <w:t>employees.</w:t>
      </w:r>
    </w:p>
    <w:p w14:paraId="0ADEAD5A" w14:textId="34345390" w:rsidR="00290A67" w:rsidRPr="00526499" w:rsidRDefault="00B253FB" w:rsidP="004D119B">
      <w:pPr>
        <w:pStyle w:val="Spec"/>
        <w:numPr>
          <w:ilvl w:val="3"/>
          <w:numId w:val="2"/>
        </w:numPr>
      </w:pPr>
      <w:r w:rsidRPr="00526499">
        <w:t>Safety</w:t>
      </w:r>
      <w:r w:rsidR="003E736D" w:rsidRPr="00526499">
        <w:t xml:space="preserve"> </w:t>
      </w:r>
      <w:r w:rsidRPr="00526499">
        <w:t>plan</w:t>
      </w:r>
      <w:r w:rsidR="003E736D" w:rsidRPr="00526499">
        <w:t xml:space="preserve"> </w:t>
      </w:r>
      <w:r w:rsidRPr="00526499">
        <w:t>shall</w:t>
      </w:r>
      <w:r w:rsidR="003E736D" w:rsidRPr="00526499">
        <w:t xml:space="preserve"> </w:t>
      </w:r>
      <w:r w:rsidRPr="00526499">
        <w:t>include</w:t>
      </w:r>
      <w:r w:rsidR="003E736D" w:rsidRPr="00526499">
        <w:t xml:space="preserve"> </w:t>
      </w:r>
      <w:r w:rsidR="00A40900" w:rsidRPr="00526499">
        <w:t xml:space="preserve">guidelines for the protection of construction-related workers against occupational musculoskeletal injury risk factors arising from operations connected with the construction, maintenance and repair, and demolition of structures, using a hierarchy of controls.  Manual Material Handling, Body Positioning and Dynamic Stretching </w:t>
      </w:r>
      <w:r w:rsidR="005E28C4" w:rsidRPr="00526499">
        <w:t xml:space="preserve">shall be addressed.  Contractors will need to consult with their Safety Professionals to determine which tasks require an ergonomics prevention program and which selection of controls are needed to minimize injury. </w:t>
      </w:r>
    </w:p>
    <w:p w14:paraId="1BACFF6F" w14:textId="3F00D526" w:rsidR="00B253FB" w:rsidRPr="00526499" w:rsidRDefault="008B236C" w:rsidP="004D119B">
      <w:pPr>
        <w:pStyle w:val="Spec"/>
        <w:numPr>
          <w:ilvl w:val="3"/>
          <w:numId w:val="2"/>
        </w:numPr>
      </w:pPr>
      <w:r w:rsidRPr="00526499">
        <w:t>As defined in WAC 296-155 – Part L, i</w:t>
      </w:r>
      <w:r w:rsidR="00B253FB" w:rsidRPr="00526499">
        <w:t>ndividuals</w:t>
      </w:r>
      <w:r w:rsidR="003E736D" w:rsidRPr="00526499">
        <w:t xml:space="preserve"> </w:t>
      </w:r>
      <w:r w:rsidR="00C655C8" w:rsidRPr="00526499">
        <w:t>involved in operating</w:t>
      </w:r>
      <w:r w:rsidRPr="00526499">
        <w:t xml:space="preserve"> hoisting equipment,</w:t>
      </w:r>
      <w:r w:rsidR="003E736D" w:rsidRPr="00526499">
        <w:t xml:space="preserve"> </w:t>
      </w:r>
      <w:r w:rsidR="00B253FB" w:rsidRPr="00526499">
        <w:t>including</w:t>
      </w:r>
      <w:r w:rsidR="003E736D" w:rsidRPr="00526499">
        <w:t xml:space="preserve"> </w:t>
      </w:r>
      <w:r w:rsidR="00B253FB" w:rsidRPr="00526499">
        <w:t>but</w:t>
      </w:r>
      <w:r w:rsidR="003E736D" w:rsidRPr="00526499">
        <w:t xml:space="preserve"> </w:t>
      </w:r>
      <w:r w:rsidR="00B253FB" w:rsidRPr="00526499">
        <w:t>not</w:t>
      </w:r>
      <w:r w:rsidR="003E736D" w:rsidRPr="00526499">
        <w:t xml:space="preserve"> </w:t>
      </w:r>
      <w:r w:rsidR="00B253FB" w:rsidRPr="00526499">
        <w:t>limited</w:t>
      </w:r>
      <w:r w:rsidR="003E736D" w:rsidRPr="00526499">
        <w:t xml:space="preserve"> </w:t>
      </w:r>
      <w:r w:rsidR="00B253FB" w:rsidRPr="00526499">
        <w:t>to</w:t>
      </w:r>
      <w:r w:rsidR="003E736D" w:rsidRPr="00526499">
        <w:t xml:space="preserve"> </w:t>
      </w:r>
      <w:r w:rsidR="00B253FB" w:rsidRPr="00526499">
        <w:t>cranes,</w:t>
      </w:r>
      <w:r w:rsidR="003E736D" w:rsidRPr="00526499">
        <w:t xml:space="preserve"> </w:t>
      </w:r>
      <w:r w:rsidR="00B253FB" w:rsidRPr="00526499">
        <w:t>boom</w:t>
      </w:r>
      <w:r w:rsidR="003E736D" w:rsidRPr="00526499">
        <w:t xml:space="preserve"> </w:t>
      </w:r>
      <w:r w:rsidR="00B253FB" w:rsidRPr="00526499">
        <w:t>trucks,</w:t>
      </w:r>
      <w:r w:rsidR="003E736D" w:rsidRPr="00526499">
        <w:t xml:space="preserve"> </w:t>
      </w:r>
      <w:r w:rsidR="00B253FB" w:rsidRPr="00526499">
        <w:t>and</w:t>
      </w:r>
      <w:r w:rsidR="003E736D" w:rsidRPr="00526499">
        <w:t xml:space="preserve"> </w:t>
      </w:r>
      <w:r w:rsidR="00B253FB" w:rsidRPr="00526499">
        <w:t>forklifts</w:t>
      </w:r>
      <w:r w:rsidR="003E736D" w:rsidRPr="00526499">
        <w:t xml:space="preserve"> </w:t>
      </w:r>
      <w:r w:rsidR="00B253FB" w:rsidRPr="00526499">
        <w:t>so</w:t>
      </w:r>
      <w:r w:rsidR="003E736D" w:rsidRPr="00526499">
        <w:t xml:space="preserve"> </w:t>
      </w:r>
      <w:r w:rsidR="00B253FB" w:rsidRPr="00526499">
        <w:t>configured,</w:t>
      </w:r>
      <w:r w:rsidR="003E736D" w:rsidRPr="00526499">
        <w:t xml:space="preserve"> </w:t>
      </w:r>
      <w:r w:rsidR="00B253FB" w:rsidRPr="00526499">
        <w:t>shall</w:t>
      </w:r>
      <w:r w:rsidR="003E736D" w:rsidRPr="00526499">
        <w:t xml:space="preserve"> </w:t>
      </w:r>
      <w:r w:rsidR="00B253FB" w:rsidRPr="00526499">
        <w:t>possess</w:t>
      </w:r>
      <w:r w:rsidR="003E736D" w:rsidRPr="00526499">
        <w:t xml:space="preserve"> </w:t>
      </w:r>
      <w:r w:rsidR="00C655C8" w:rsidRPr="00526499">
        <w:t xml:space="preserve">recognized </w:t>
      </w:r>
      <w:r w:rsidR="00B253FB" w:rsidRPr="00526499">
        <w:t>certification.</w:t>
      </w:r>
      <w:r w:rsidR="003E736D" w:rsidRPr="00526499">
        <w:t xml:space="preserve"> </w:t>
      </w:r>
      <w:r w:rsidRPr="00526499">
        <w:t xml:space="preserve"> Additionally, qualified riggers and signal persons shall also possess recognized certifications.  C</w:t>
      </w:r>
      <w:r w:rsidR="00B253FB" w:rsidRPr="00526499">
        <w:t>op</w:t>
      </w:r>
      <w:r w:rsidRPr="00526499">
        <w:t>ies</w:t>
      </w:r>
      <w:r w:rsidR="003E736D" w:rsidRPr="00526499">
        <w:t xml:space="preserve"> </w:t>
      </w:r>
      <w:r w:rsidR="00B253FB" w:rsidRPr="00526499">
        <w:t>of</w:t>
      </w:r>
      <w:r w:rsidR="003E736D" w:rsidRPr="00526499">
        <w:t xml:space="preserve"> </w:t>
      </w:r>
      <w:r w:rsidR="00B253FB" w:rsidRPr="00526499">
        <w:t>the</w:t>
      </w:r>
      <w:r w:rsidR="003E736D" w:rsidRPr="00526499">
        <w:t xml:space="preserve"> </w:t>
      </w:r>
      <w:r w:rsidR="00B253FB" w:rsidRPr="00526499">
        <w:t>certification(s)</w:t>
      </w:r>
      <w:r w:rsidR="003E736D" w:rsidRPr="00526499">
        <w:t xml:space="preserve"> </w:t>
      </w:r>
      <w:r w:rsidR="00B253FB" w:rsidRPr="00526499">
        <w:t>shall</w:t>
      </w:r>
      <w:r w:rsidR="003E736D" w:rsidRPr="00526499">
        <w:t xml:space="preserve"> </w:t>
      </w:r>
      <w:r w:rsidR="00B253FB" w:rsidRPr="00526499">
        <w:t>be</w:t>
      </w:r>
      <w:r w:rsidR="003E736D" w:rsidRPr="00526499">
        <w:t xml:space="preserve"> </w:t>
      </w:r>
      <w:r w:rsidR="00B253FB" w:rsidRPr="00526499">
        <w:t>submitted</w:t>
      </w:r>
      <w:r w:rsidR="003E736D" w:rsidRPr="00526499">
        <w:t xml:space="preserve"> </w:t>
      </w:r>
      <w:r w:rsidR="00B253FB" w:rsidRPr="00526499">
        <w:t>in</w:t>
      </w:r>
      <w:r w:rsidR="003E736D" w:rsidRPr="00526499">
        <w:t xml:space="preserve"> </w:t>
      </w:r>
      <w:r w:rsidR="00B253FB" w:rsidRPr="00526499">
        <w:t>accordance</w:t>
      </w:r>
      <w:r w:rsidR="003E736D" w:rsidRPr="00526499">
        <w:t xml:space="preserve"> </w:t>
      </w:r>
      <w:r w:rsidR="00B253FB" w:rsidRPr="00526499">
        <w:t>with</w:t>
      </w:r>
      <w:r w:rsidR="003E736D" w:rsidRPr="00526499">
        <w:t xml:space="preserve"> </w:t>
      </w:r>
      <w:r w:rsidR="00B253FB" w:rsidRPr="00526499">
        <w:t>Section</w:t>
      </w:r>
      <w:r w:rsidR="003E736D" w:rsidRPr="00526499">
        <w:t xml:space="preserve"> </w:t>
      </w:r>
      <w:r w:rsidR="003F0D01">
        <w:t>01 32 19</w:t>
      </w:r>
      <w:r w:rsidR="003F0D01" w:rsidRPr="00526499">
        <w:t xml:space="preserve"> </w:t>
      </w:r>
      <w:r w:rsidR="00B253FB" w:rsidRPr="00526499">
        <w:t>Pre-Construction</w:t>
      </w:r>
      <w:r w:rsidR="003E736D" w:rsidRPr="00526499">
        <w:t xml:space="preserve"> </w:t>
      </w:r>
      <w:r w:rsidR="00B253FB" w:rsidRPr="00526499">
        <w:t>Submittals.</w:t>
      </w:r>
    </w:p>
    <w:p w14:paraId="56CFFF78" w14:textId="1DFDE754" w:rsidR="00B253FB" w:rsidRDefault="005B25AC" w:rsidP="004D119B">
      <w:pPr>
        <w:pStyle w:val="Spec"/>
        <w:numPr>
          <w:ilvl w:val="3"/>
          <w:numId w:val="2"/>
        </w:numPr>
      </w:pPr>
      <w:r>
        <w:t>Personal Protective Equipment Policy</w:t>
      </w:r>
      <w:r w:rsidR="00B253FB">
        <w:t>:</w:t>
      </w:r>
      <w:r w:rsidR="003E736D">
        <w:t xml:space="preserve"> </w:t>
      </w:r>
      <w:r w:rsidR="00B253FB">
        <w:t>To</w:t>
      </w:r>
      <w:r w:rsidR="003E736D">
        <w:t xml:space="preserve"> </w:t>
      </w:r>
      <w:r w:rsidR="00B253FB">
        <w:t>reduce</w:t>
      </w:r>
      <w:r w:rsidR="003E736D">
        <w:t xml:space="preserve"> </w:t>
      </w:r>
      <w:r w:rsidR="00B253FB">
        <w:t>the</w:t>
      </w:r>
      <w:r w:rsidR="003E736D">
        <w:t xml:space="preserve"> </w:t>
      </w:r>
      <w:r w:rsidR="00B253FB">
        <w:t>possibility</w:t>
      </w:r>
      <w:r w:rsidR="003E736D">
        <w:t xml:space="preserve"> </w:t>
      </w:r>
      <w:r w:rsidR="00B253FB">
        <w:t>of</w:t>
      </w:r>
      <w:r w:rsidR="003E736D">
        <w:t xml:space="preserve"> </w:t>
      </w:r>
      <w:r w:rsidR="00B253FB">
        <w:t>injuries</w:t>
      </w:r>
      <w:r w:rsidR="001F56FE">
        <w:t>,</w:t>
      </w:r>
      <w:r w:rsidR="003E736D">
        <w:t xml:space="preserve"> </w:t>
      </w:r>
      <w:r w:rsidR="00B253FB">
        <w:t>the</w:t>
      </w:r>
      <w:r w:rsidR="003E736D">
        <w:t xml:space="preserve"> </w:t>
      </w:r>
      <w:r w:rsidR="00B253FB">
        <w:t>Contractor</w:t>
      </w:r>
      <w:r w:rsidR="003E736D">
        <w:t xml:space="preserve"> </w:t>
      </w:r>
      <w:r w:rsidR="00B253FB">
        <w:t>shall</w:t>
      </w:r>
      <w:r w:rsidR="003E736D">
        <w:t xml:space="preserve"> </w:t>
      </w:r>
      <w:r w:rsidR="00B253FB">
        <w:t>implement</w:t>
      </w:r>
      <w:r w:rsidR="003E736D">
        <w:t xml:space="preserve"> </w:t>
      </w:r>
      <w:r w:rsidR="00B253FB">
        <w:t>a</w:t>
      </w:r>
      <w:r w:rsidR="003E736D">
        <w:t xml:space="preserve"> </w:t>
      </w:r>
      <w:r w:rsidR="00B253FB">
        <w:t>policy</w:t>
      </w:r>
      <w:r w:rsidR="003E736D">
        <w:t xml:space="preserve"> </w:t>
      </w:r>
      <w:r w:rsidR="00B253FB">
        <w:t>that</w:t>
      </w:r>
      <w:r w:rsidR="003E736D">
        <w:t xml:space="preserve"> </w:t>
      </w:r>
      <w:r w:rsidR="00B253FB">
        <w:t>requires</w:t>
      </w:r>
      <w:r w:rsidR="003E736D">
        <w:t xml:space="preserve"> </w:t>
      </w:r>
      <w:r>
        <w:t xml:space="preserve">100% </w:t>
      </w:r>
      <w:r w:rsidR="00B253FB">
        <w:t>use</w:t>
      </w:r>
      <w:r w:rsidR="003E736D">
        <w:t xml:space="preserve"> </w:t>
      </w:r>
      <w:r w:rsidR="00B253FB">
        <w:t>of</w:t>
      </w:r>
      <w:r w:rsidR="003E736D">
        <w:t xml:space="preserve"> </w:t>
      </w:r>
      <w:r>
        <w:t xml:space="preserve">hardhats, safety glasses, and </w:t>
      </w:r>
      <w:r w:rsidR="00B253FB">
        <w:t>gloves</w:t>
      </w:r>
      <w:r w:rsidR="003E736D">
        <w:t xml:space="preserve"> </w:t>
      </w:r>
      <w:r w:rsidR="00B253FB">
        <w:t>for</w:t>
      </w:r>
      <w:r w:rsidR="003E736D">
        <w:t xml:space="preserve"> </w:t>
      </w:r>
      <w:r w:rsidR="00B253FB">
        <w:t>all</w:t>
      </w:r>
      <w:r w:rsidR="003E736D">
        <w:t xml:space="preserve"> </w:t>
      </w:r>
      <w:r w:rsidR="00B253FB">
        <w:t>personnel</w:t>
      </w:r>
      <w:r w:rsidR="003E736D">
        <w:t xml:space="preserve"> </w:t>
      </w:r>
      <w:r w:rsidR="00B253FB">
        <w:t>under</w:t>
      </w:r>
      <w:r w:rsidR="003E736D">
        <w:t xml:space="preserve"> </w:t>
      </w:r>
      <w:r w:rsidR="00B253FB">
        <w:t>their</w:t>
      </w:r>
      <w:r w:rsidR="003E736D">
        <w:t xml:space="preserve"> </w:t>
      </w:r>
      <w:r w:rsidR="00B253FB">
        <w:t>control</w:t>
      </w:r>
      <w:r w:rsidR="002C5F0B">
        <w:t xml:space="preserve"> (except when inconsistent with a reasonable site accommodation that complies with applicable L&amp;I</w:t>
      </w:r>
      <w:r w:rsidR="00B614EA">
        <w:t>,</w:t>
      </w:r>
      <w:r w:rsidR="002C5F0B">
        <w:t xml:space="preserve"> worker safety</w:t>
      </w:r>
      <w:r w:rsidR="00B614EA">
        <w:t>, and jobsite safety</w:t>
      </w:r>
      <w:r w:rsidR="002C5F0B">
        <w:t xml:space="preserve"> laws and regulations)</w:t>
      </w:r>
      <w:r w:rsidR="00B253FB">
        <w:t>.</w:t>
      </w:r>
      <w:r w:rsidR="003E736D">
        <w:t xml:space="preserve"> </w:t>
      </w:r>
      <w:r w:rsidR="00B253FB">
        <w:t>It</w:t>
      </w:r>
      <w:r w:rsidR="003E736D">
        <w:t xml:space="preserve"> </w:t>
      </w:r>
      <w:r w:rsidR="00B253FB">
        <w:t>is</w:t>
      </w:r>
      <w:r w:rsidR="003E736D">
        <w:t xml:space="preserve"> </w:t>
      </w:r>
      <w:r w:rsidR="00B253FB">
        <w:t>the</w:t>
      </w:r>
      <w:r w:rsidR="003E736D">
        <w:t xml:space="preserve"> </w:t>
      </w:r>
      <w:r w:rsidR="00B253FB">
        <w:t>responsibility</w:t>
      </w:r>
      <w:r w:rsidR="003E736D">
        <w:t xml:space="preserve"> </w:t>
      </w:r>
      <w:r w:rsidR="00B253FB">
        <w:t>of</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supply</w:t>
      </w:r>
      <w:r w:rsidR="003E736D">
        <w:t xml:space="preserve"> </w:t>
      </w:r>
      <w:r w:rsidR="00B253FB">
        <w:t>the</w:t>
      </w:r>
      <w:r w:rsidR="003E736D">
        <w:t xml:space="preserve"> </w:t>
      </w:r>
      <w:r w:rsidR="00B253FB">
        <w:t>proper</w:t>
      </w:r>
      <w:r w:rsidR="003E736D">
        <w:t xml:space="preserve"> </w:t>
      </w:r>
      <w:r>
        <w:t xml:space="preserve">personal protective equipment </w:t>
      </w:r>
      <w:r w:rsidR="00B253FB">
        <w:t>for</w:t>
      </w:r>
      <w:r w:rsidR="003E736D">
        <w:t xml:space="preserve"> </w:t>
      </w:r>
      <w:r w:rsidR="00B253FB">
        <w:t>the</w:t>
      </w:r>
      <w:r w:rsidR="003E736D">
        <w:t xml:space="preserve"> </w:t>
      </w:r>
      <w:r w:rsidR="00B253FB">
        <w:t>task.</w:t>
      </w:r>
    </w:p>
    <w:p w14:paraId="048876A3" w14:textId="77777777" w:rsidR="0091636D" w:rsidRDefault="0091636D" w:rsidP="004D119B">
      <w:pPr>
        <w:pStyle w:val="Spec"/>
        <w:numPr>
          <w:ilvl w:val="3"/>
          <w:numId w:val="2"/>
        </w:numPr>
      </w:pPr>
      <w:r>
        <w:lastRenderedPageBreak/>
        <w:t>Reasonable Site Accommodations</w:t>
      </w:r>
    </w:p>
    <w:p w14:paraId="023C0F1B" w14:textId="0C7CCD31" w:rsidR="00EF1CC3" w:rsidRDefault="008B0A9E" w:rsidP="004D119B">
      <w:pPr>
        <w:pStyle w:val="Spec"/>
        <w:numPr>
          <w:ilvl w:val="4"/>
          <w:numId w:val="2"/>
        </w:numPr>
      </w:pPr>
      <w:r>
        <w:t>Contractors shall provide reasonable site accommodation</w:t>
      </w:r>
      <w:r w:rsidR="00EF1CC3">
        <w:t>(s)</w:t>
      </w:r>
      <w:r>
        <w:t xml:space="preserve"> for </w:t>
      </w:r>
      <w:r w:rsidR="0091636D">
        <w:t>personnel</w:t>
      </w:r>
      <w:r w:rsidR="00DF1B96">
        <w:t xml:space="preserve">, including </w:t>
      </w:r>
      <w:r w:rsidR="00B056A0">
        <w:t xml:space="preserve">Port forces, </w:t>
      </w:r>
      <w:r>
        <w:t>that cannot wear required Construction Site PPE due to disabilit</w:t>
      </w:r>
      <w:r w:rsidR="00EF1CC3">
        <w:t>y</w:t>
      </w:r>
      <w:r>
        <w:t xml:space="preserve"> or religious beliefs. </w:t>
      </w:r>
      <w:r w:rsidR="0091636D">
        <w:t xml:space="preserve"> </w:t>
      </w:r>
      <w:r w:rsidR="005659FC" w:rsidRPr="00A4480A">
        <w:t>Reasonable notice will be provided</w:t>
      </w:r>
      <w:r w:rsidR="005659FC" w:rsidRPr="00997D49">
        <w:t xml:space="preserve"> by the </w:t>
      </w:r>
      <w:r w:rsidR="00B8589C">
        <w:t>PC</w:t>
      </w:r>
      <w:r w:rsidR="00CF4136">
        <w:t>P</w:t>
      </w:r>
      <w:r w:rsidR="00B8589C">
        <w:t>R</w:t>
      </w:r>
      <w:r w:rsidR="00B8589C" w:rsidRPr="00A4480A">
        <w:t xml:space="preserve"> </w:t>
      </w:r>
      <w:r w:rsidR="005659FC" w:rsidRPr="00A4480A">
        <w:t>to coordinate site visits for individuals requiring an accommodation.</w:t>
      </w:r>
    </w:p>
    <w:p w14:paraId="3343C8E8" w14:textId="19F28C67" w:rsidR="00B056A0" w:rsidRPr="00764DED" w:rsidRDefault="00B056A0" w:rsidP="004D119B">
      <w:pPr>
        <w:pStyle w:val="NumberedMaterial"/>
        <w:numPr>
          <w:ilvl w:val="4"/>
          <w:numId w:val="2"/>
        </w:numPr>
      </w:pPr>
      <w:r w:rsidRPr="00764DED">
        <w:t xml:space="preserve">The Contractor shall </w:t>
      </w:r>
      <w:r w:rsidR="0091636D">
        <w:t>cooperate and coordinate</w:t>
      </w:r>
      <w:r w:rsidRPr="00764DED">
        <w:t xml:space="preserve"> </w:t>
      </w:r>
      <w:r w:rsidR="00FB77E8">
        <w:t>an alternate site PPE policy to accommodate</w:t>
      </w:r>
      <w:r>
        <w:t xml:space="preserve"> non-construction job duties</w:t>
      </w:r>
      <w:r w:rsidRPr="00764DED">
        <w:t xml:space="preserve"> </w:t>
      </w:r>
      <w:r w:rsidR="00FB77E8">
        <w:t xml:space="preserve">by Port forces or Tenants </w:t>
      </w:r>
      <w:r w:rsidR="0091636D">
        <w:t>within the work area</w:t>
      </w:r>
      <w:r w:rsidR="00FB77E8">
        <w:t>,</w:t>
      </w:r>
      <w:r w:rsidR="0091636D">
        <w:t xml:space="preserve"> </w:t>
      </w:r>
      <w:r w:rsidR="00FB77E8">
        <w:t>as</w:t>
      </w:r>
      <w:r w:rsidR="0091636D">
        <w:t xml:space="preserve"> directed by the </w:t>
      </w:r>
      <w:r w:rsidR="00B8589C">
        <w:t>PC</w:t>
      </w:r>
      <w:r w:rsidR="00CF4136">
        <w:t>P</w:t>
      </w:r>
      <w:r w:rsidR="00B8589C">
        <w:t>R</w:t>
      </w:r>
      <w:r w:rsidR="0091636D">
        <w:t>.</w:t>
      </w:r>
    </w:p>
    <w:p w14:paraId="4A7F3077" w14:textId="6CCCFD5D" w:rsidR="00EF1CC3" w:rsidRDefault="00EF1CC3" w:rsidP="004D119B">
      <w:pPr>
        <w:pStyle w:val="Spec"/>
        <w:numPr>
          <w:ilvl w:val="4"/>
          <w:numId w:val="2"/>
        </w:numPr>
      </w:pPr>
      <w:r>
        <w:t xml:space="preserve">These accommodations may include but are not limited to: </w:t>
      </w:r>
      <w:r w:rsidR="002C5F0B">
        <w:t>p</w:t>
      </w:r>
      <w:r>
        <w:t xml:space="preserve">roviding access to </w:t>
      </w:r>
      <w:r w:rsidR="00B614EA">
        <w:t xml:space="preserve">the </w:t>
      </w:r>
      <w:r>
        <w:t xml:space="preserve">job site when no construction work is being performed and no construction hazards are present, </w:t>
      </w:r>
      <w:r w:rsidR="002C5F0B">
        <w:t xml:space="preserve">and </w:t>
      </w:r>
      <w:r>
        <w:t>providing construction free corridors and work spaces free of all recognized construction hazards</w:t>
      </w:r>
      <w:r w:rsidR="00AD04EC">
        <w:t>.</w:t>
      </w:r>
    </w:p>
    <w:p w14:paraId="392AF3D0" w14:textId="0901148D" w:rsidR="00B253FB" w:rsidRPr="00537424" w:rsidRDefault="00B253FB" w:rsidP="004D119B">
      <w:pPr>
        <w:pStyle w:val="Spec"/>
        <w:numPr>
          <w:ilvl w:val="3"/>
          <w:numId w:val="2"/>
        </w:numPr>
      </w:pPr>
      <w:r>
        <w:t>Protection</w:t>
      </w:r>
      <w:r w:rsidR="003E736D">
        <w:t xml:space="preserve"> </w:t>
      </w:r>
      <w:r>
        <w:t>of</w:t>
      </w:r>
      <w:r w:rsidR="003E736D">
        <w:t xml:space="preserve"> </w:t>
      </w:r>
      <w:r>
        <w:t>the</w:t>
      </w:r>
      <w:r w:rsidR="003E736D">
        <w:t xml:space="preserve"> </w:t>
      </w:r>
      <w:r>
        <w:t>Public:</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for</w:t>
      </w:r>
      <w:r w:rsidR="003E736D">
        <w:t xml:space="preserve"> </w:t>
      </w:r>
      <w:r>
        <w:t>the</w:t>
      </w:r>
      <w:r w:rsidR="003E736D">
        <w:t xml:space="preserve"> </w:t>
      </w:r>
      <w:r>
        <w:t>protection</w:t>
      </w:r>
      <w:r w:rsidR="003E736D">
        <w:t xml:space="preserve"> </w:t>
      </w:r>
      <w:r>
        <w:t>of</w:t>
      </w:r>
      <w:r w:rsidR="003E736D">
        <w:t xml:space="preserve"> </w:t>
      </w:r>
      <w:r>
        <w:t>the</w:t>
      </w:r>
      <w:r w:rsidR="003E736D">
        <w:t xml:space="preserve"> </w:t>
      </w:r>
      <w:r>
        <w:t>public</w:t>
      </w:r>
      <w:r w:rsidR="003E736D">
        <w:t xml:space="preserve"> </w:t>
      </w:r>
      <w:r>
        <w:t>on</w:t>
      </w:r>
      <w:r w:rsidR="003E736D">
        <w:t xml:space="preserve"> </w:t>
      </w:r>
      <w:r>
        <w:t>or</w:t>
      </w:r>
      <w:r w:rsidR="003E736D">
        <w:t xml:space="preserve"> </w:t>
      </w:r>
      <w:r>
        <w:t>adjacent</w:t>
      </w:r>
      <w:r w:rsidR="003E736D">
        <w:t xml:space="preserve"> </w:t>
      </w:r>
      <w:r>
        <w:t>to</w:t>
      </w:r>
      <w:r w:rsidR="003E736D">
        <w:t xml:space="preserve"> </w:t>
      </w:r>
      <w:r>
        <w:t>construction</w:t>
      </w:r>
      <w:r w:rsidR="003E736D">
        <w:t xml:space="preserve"> </w:t>
      </w:r>
      <w:r>
        <w:t>and</w:t>
      </w:r>
      <w:r w:rsidR="003E736D">
        <w:t xml:space="preserve"> </w:t>
      </w:r>
      <w:r>
        <w:t>demolition</w:t>
      </w:r>
      <w:r w:rsidR="003E736D">
        <w:t xml:space="preserve"> </w:t>
      </w:r>
      <w:r>
        <w:t>operations.</w:t>
      </w:r>
      <w:r w:rsidR="005B25AC">
        <w:t xml:space="preserve">  This plan shall include, but not be limited to, barricades, fencing, and signage.  </w:t>
      </w:r>
      <w:r w:rsidR="005B25AC" w:rsidRPr="005B25AC">
        <w:t xml:space="preserve">"Public" is defined as anyone not associated with the project - general public, POS </w:t>
      </w:r>
      <w:r w:rsidR="005B25AC">
        <w:t>and t</w:t>
      </w:r>
      <w:r w:rsidR="005B25AC" w:rsidRPr="005B25AC">
        <w:t>enant</w:t>
      </w:r>
      <w:r w:rsidR="005B25AC">
        <w:t xml:space="preserve"> e</w:t>
      </w:r>
      <w:r w:rsidR="005B25AC" w:rsidRPr="005B25AC">
        <w:t>mployees</w:t>
      </w:r>
      <w:r w:rsidR="005B25AC">
        <w:t>.</w:t>
      </w:r>
    </w:p>
    <w:p w14:paraId="3611EE82" w14:textId="77777777" w:rsidR="007F2357" w:rsidRDefault="00B253FB" w:rsidP="007F2357">
      <w:pPr>
        <w:pStyle w:val="Spec"/>
        <w:numPr>
          <w:ilvl w:val="3"/>
          <w:numId w:val="2"/>
        </w:numPr>
      </w:pPr>
      <w:r>
        <w:t>At</w:t>
      </w:r>
      <w:r w:rsidR="003E736D">
        <w:t xml:space="preserve"> </w:t>
      </w:r>
      <w:r>
        <w:t>the</w:t>
      </w:r>
      <w:r w:rsidR="003E736D">
        <w:t xml:space="preserve"> </w:t>
      </w:r>
      <w:r>
        <w:t>Port’s</w:t>
      </w:r>
      <w:r w:rsidR="003E736D">
        <w:t xml:space="preserve"> </w:t>
      </w:r>
      <w:r>
        <w:t>request,</w:t>
      </w:r>
      <w:r w:rsidR="003E736D">
        <w:t xml:space="preserve"> </w:t>
      </w:r>
      <w:r>
        <w:t>provide</w:t>
      </w:r>
      <w:r w:rsidR="003E736D">
        <w:t xml:space="preserve"> </w:t>
      </w:r>
      <w:r>
        <w:t>safety</w:t>
      </w:r>
      <w:r w:rsidR="003E736D">
        <w:t xml:space="preserve"> </w:t>
      </w:r>
      <w:r>
        <w:t>awareness</w:t>
      </w:r>
      <w:r w:rsidR="003E736D">
        <w:t xml:space="preserve"> </w:t>
      </w:r>
      <w:r>
        <w:t>training</w:t>
      </w:r>
      <w:r w:rsidR="003E736D">
        <w:t xml:space="preserve"> </w:t>
      </w:r>
      <w:r>
        <w:t>for</w:t>
      </w:r>
      <w:r w:rsidR="003E736D">
        <w:t xml:space="preserve"> </w:t>
      </w:r>
      <w:r>
        <w:t>Contractor</w:t>
      </w:r>
      <w:r w:rsidR="003E736D">
        <w:t xml:space="preserve"> </w:t>
      </w:r>
      <w:r>
        <w:t>supervisory</w:t>
      </w:r>
      <w:r w:rsidR="003E736D">
        <w:t xml:space="preserve"> </w:t>
      </w:r>
      <w:r>
        <w:t>personnel</w:t>
      </w:r>
      <w:r w:rsidR="003E736D">
        <w:t xml:space="preserve"> </w:t>
      </w:r>
      <w:r>
        <w:t>and</w:t>
      </w:r>
      <w:r w:rsidR="003E736D">
        <w:t xml:space="preserve"> </w:t>
      </w:r>
      <w:r>
        <w:t>Port</w:t>
      </w:r>
      <w:r w:rsidR="003E736D">
        <w:t xml:space="preserve"> </w:t>
      </w:r>
      <w:r>
        <w:t>management</w:t>
      </w:r>
      <w:r w:rsidR="003E736D">
        <w:t xml:space="preserve"> </w:t>
      </w:r>
      <w:r>
        <w:t>in</w:t>
      </w:r>
      <w:r w:rsidR="003E736D">
        <w:t xml:space="preserve"> </w:t>
      </w:r>
      <w:r>
        <w:t>one</w:t>
      </w:r>
      <w:r w:rsidR="003E736D">
        <w:t xml:space="preserve"> </w:t>
      </w:r>
      <w:r>
        <w:t>or</w:t>
      </w:r>
      <w:r w:rsidR="003E736D">
        <w:t xml:space="preserve"> </w:t>
      </w:r>
      <w:r>
        <w:t>more</w:t>
      </w:r>
      <w:r w:rsidR="003E736D">
        <w:t xml:space="preserve"> </w:t>
      </w:r>
      <w:r>
        <w:t>of</w:t>
      </w:r>
      <w:r w:rsidR="003E736D">
        <w:t xml:space="preserve"> </w:t>
      </w:r>
      <w:r>
        <w:t>the</w:t>
      </w:r>
      <w:r w:rsidR="003E736D">
        <w:t xml:space="preserve"> </w:t>
      </w:r>
      <w:r>
        <w:t>following:</w:t>
      </w:r>
      <w:r w:rsidR="003E736D">
        <w:t xml:space="preserve"> </w:t>
      </w:r>
      <w:r>
        <w:t>cranes</w:t>
      </w:r>
      <w:r w:rsidR="003E736D">
        <w:t xml:space="preserve"> </w:t>
      </w:r>
      <w:r>
        <w:t>&amp;</w:t>
      </w:r>
      <w:r w:rsidR="003E736D">
        <w:t xml:space="preserve"> </w:t>
      </w:r>
      <w:r>
        <w:t>rigging,</w:t>
      </w:r>
      <w:r w:rsidR="003E736D">
        <w:t xml:space="preserve"> </w:t>
      </w:r>
      <w:r>
        <w:t>electrical,</w:t>
      </w:r>
      <w:r w:rsidR="003E736D">
        <w:t xml:space="preserve"> </w:t>
      </w:r>
      <w:r>
        <w:t>fall</w:t>
      </w:r>
      <w:r w:rsidR="003E736D">
        <w:t xml:space="preserve"> </w:t>
      </w:r>
      <w:r>
        <w:t>protection,</w:t>
      </w:r>
      <w:r w:rsidR="003E736D">
        <w:t xml:space="preserve"> </w:t>
      </w:r>
      <w:r>
        <w:t>trenching</w:t>
      </w:r>
      <w:r w:rsidR="003E736D">
        <w:t xml:space="preserve"> </w:t>
      </w:r>
      <w:r>
        <w:t>&amp;</w:t>
      </w:r>
      <w:r w:rsidR="003E736D">
        <w:t xml:space="preserve"> </w:t>
      </w:r>
      <w:r>
        <w:t>excavation,</w:t>
      </w:r>
      <w:r w:rsidR="003E736D">
        <w:t xml:space="preserve"> </w:t>
      </w:r>
      <w:r>
        <w:t>steel</w:t>
      </w:r>
      <w:r w:rsidR="003E736D">
        <w:t xml:space="preserve"> </w:t>
      </w:r>
      <w:r>
        <w:t>erection,</w:t>
      </w:r>
      <w:r w:rsidR="003E736D">
        <w:t xml:space="preserve"> </w:t>
      </w:r>
      <w:r>
        <w:t>heavy</w:t>
      </w:r>
      <w:r w:rsidR="003E736D">
        <w:t xml:space="preserve"> </w:t>
      </w:r>
      <w:r>
        <w:t>equipment,</w:t>
      </w:r>
      <w:r w:rsidR="003E736D">
        <w:t xml:space="preserve"> </w:t>
      </w:r>
      <w:r>
        <w:t>public</w:t>
      </w:r>
      <w:r w:rsidR="003E736D">
        <w:t xml:space="preserve"> </w:t>
      </w:r>
      <w:r>
        <w:t>protection.</w:t>
      </w:r>
      <w:r w:rsidR="007F2357" w:rsidRPr="007F2357">
        <w:t xml:space="preserve"> </w:t>
      </w:r>
    </w:p>
    <w:p w14:paraId="11C2EBAC" w14:textId="0975EAF2" w:rsidR="007F2357" w:rsidRDefault="007F2357" w:rsidP="007F2357">
      <w:pPr>
        <w:pStyle w:val="Spec"/>
        <w:numPr>
          <w:ilvl w:val="3"/>
          <w:numId w:val="2"/>
        </w:numPr>
      </w:pPr>
      <w:r>
        <w:t xml:space="preserve">AOA Operations and Foreign Object Debris (FOD): Ensure compliance with Section 01 35 13.13 Operational Safety on Airports </w:t>
      </w:r>
      <w:r w:rsidR="003B6CBB">
        <w:t>D</w:t>
      </w:r>
      <w:r>
        <w:t xml:space="preserve">uring </w:t>
      </w:r>
      <w:r w:rsidR="003B6CBB">
        <w:t>C</w:t>
      </w:r>
      <w:r>
        <w:t>onstruction.</w:t>
      </w:r>
    </w:p>
    <w:p w14:paraId="34307E8D" w14:textId="32A19C38" w:rsidR="00C608A3" w:rsidRPr="000D3C24" w:rsidRDefault="0091415E" w:rsidP="004D119B">
      <w:pPr>
        <w:pStyle w:val="Spec"/>
        <w:numPr>
          <w:ilvl w:val="3"/>
          <w:numId w:val="2"/>
        </w:numPr>
      </w:pPr>
      <w:r>
        <w:t>COVID-19 Prevention</w:t>
      </w:r>
      <w:r w:rsidR="00C608A3">
        <w:t xml:space="preserve">: The Contractor shall </w:t>
      </w:r>
      <w:r w:rsidR="002D0B8F">
        <w:t>include a section</w:t>
      </w:r>
      <w:r w:rsidR="00C608A3">
        <w:t xml:space="preserve"> to address the site</w:t>
      </w:r>
      <w:r w:rsidR="00AA64D9">
        <w:t>-</w:t>
      </w:r>
      <w:r w:rsidR="00C608A3">
        <w:t xml:space="preserve">specific application of </w:t>
      </w:r>
      <w:r w:rsidR="003B15BF">
        <w:t xml:space="preserve">the </w:t>
      </w:r>
      <w:r w:rsidR="00C951FC">
        <w:t>L&amp;I Requirement and Guidance for Preventing COVID-19</w:t>
      </w:r>
      <w:r w:rsidR="00AA455D">
        <w:t>.</w:t>
      </w:r>
    </w:p>
    <w:p w14:paraId="306AC836" w14:textId="15FA6B04" w:rsidR="000B06A2" w:rsidRDefault="000B06A2" w:rsidP="000B06A2">
      <w:pPr>
        <w:pStyle w:val="Spec"/>
        <w:numPr>
          <w:ilvl w:val="3"/>
          <w:numId w:val="2"/>
        </w:numPr>
      </w:pPr>
      <w:r>
        <w:t>Powder-Actuated Fastener Tools: Safety plan shall include procedures to comply with Port requirements per Section 01 31 13 - Project Coordination; paragraph 1.07.</w:t>
      </w:r>
    </w:p>
    <w:p w14:paraId="06D2482D" w14:textId="7E564A25" w:rsidR="00B253FB" w:rsidRDefault="00B253FB" w:rsidP="004D119B">
      <w:pPr>
        <w:pStyle w:val="Spec"/>
        <w:numPr>
          <w:ilvl w:val="1"/>
          <w:numId w:val="2"/>
        </w:numPr>
      </w:pPr>
      <w:r>
        <w:t>DISCIPLINARY</w:t>
      </w:r>
      <w:r w:rsidR="003E736D">
        <w:t xml:space="preserve"> </w:t>
      </w:r>
      <w:r>
        <w:t>ACTION</w:t>
      </w:r>
      <w:r w:rsidR="003E736D">
        <w:t xml:space="preserve"> </w:t>
      </w:r>
      <w:r>
        <w:t>MATRIX:</w:t>
      </w:r>
    </w:p>
    <w:p w14:paraId="4C279A59" w14:textId="77777777" w:rsidR="00B253FB" w:rsidRDefault="00B253FB" w:rsidP="004D119B">
      <w:pPr>
        <w:pStyle w:val="Spec"/>
        <w:numPr>
          <w:ilvl w:val="2"/>
          <w:numId w:val="2"/>
        </w:numPr>
      </w:pPr>
      <w:r>
        <w:t>Defining</w:t>
      </w:r>
      <w:r w:rsidR="003E736D">
        <w:t xml:space="preserve"> </w:t>
      </w:r>
      <w:r>
        <w:t>“The</w:t>
      </w:r>
      <w:r w:rsidR="003E736D">
        <w:t xml:space="preserve"> </w:t>
      </w:r>
      <w:r>
        <w:t>Plan”</w:t>
      </w:r>
    </w:p>
    <w:p w14:paraId="2659246C" w14:textId="77777777" w:rsidR="00B253FB" w:rsidRDefault="00B253FB" w:rsidP="004D119B">
      <w:pPr>
        <w:pStyle w:val="Spec"/>
        <w:numPr>
          <w:ilvl w:val="3"/>
          <w:numId w:val="2"/>
        </w:numPr>
      </w:pPr>
      <w:r>
        <w:t>The</w:t>
      </w:r>
      <w:r w:rsidR="003E736D">
        <w:t xml:space="preserve"> </w:t>
      </w:r>
      <w:r>
        <w:t>object</w:t>
      </w:r>
      <w:r w:rsidR="003E736D">
        <w:t xml:space="preserve"> </w:t>
      </w:r>
      <w:r>
        <w:t>of</w:t>
      </w:r>
      <w:r w:rsidR="003E736D">
        <w:t xml:space="preserve"> </w:t>
      </w:r>
      <w:r>
        <w:t>this</w:t>
      </w:r>
      <w:r w:rsidR="003E736D">
        <w:t xml:space="preserve"> </w:t>
      </w:r>
      <w:r>
        <w:t>matrix</w:t>
      </w:r>
      <w:r w:rsidR="003E736D">
        <w:t xml:space="preserve"> </w:t>
      </w:r>
      <w:r>
        <w:t>is</w:t>
      </w:r>
      <w:r w:rsidR="003E736D">
        <w:t xml:space="preserve"> </w:t>
      </w:r>
      <w:r>
        <w:t>to</w:t>
      </w:r>
      <w:r w:rsidR="003E736D">
        <w:t xml:space="preserve"> </w:t>
      </w:r>
      <w:r>
        <w:t>consistently</w:t>
      </w:r>
      <w:r w:rsidR="003E736D">
        <w:t xml:space="preserve"> </w:t>
      </w:r>
      <w:r>
        <w:t>and</w:t>
      </w:r>
      <w:r w:rsidR="003E736D">
        <w:t xml:space="preserve"> </w:t>
      </w:r>
      <w:r>
        <w:t>effectively</w:t>
      </w:r>
      <w:r w:rsidR="003E736D">
        <w:t xml:space="preserve"> </w:t>
      </w:r>
      <w:r>
        <w:t>control</w:t>
      </w:r>
      <w:r w:rsidR="003E736D">
        <w:t xml:space="preserve"> </w:t>
      </w:r>
      <w:r>
        <w:t>safety</w:t>
      </w:r>
      <w:r w:rsidR="003E736D">
        <w:t xml:space="preserve"> </w:t>
      </w:r>
      <w:r>
        <w:t>hazards</w:t>
      </w:r>
      <w:r w:rsidR="003E736D">
        <w:t xml:space="preserve"> </w:t>
      </w:r>
      <w:r>
        <w:t>such</w:t>
      </w:r>
      <w:r w:rsidR="003E736D">
        <w:t xml:space="preserve"> </w:t>
      </w:r>
      <w:r>
        <w:t>as</w:t>
      </w:r>
      <w:r w:rsidR="003E736D">
        <w:t xml:space="preserve"> </w:t>
      </w:r>
      <w:r>
        <w:t>unsafe</w:t>
      </w:r>
      <w:r w:rsidR="003E736D">
        <w:t xml:space="preserve"> </w:t>
      </w:r>
      <w:r>
        <w:t>acts,</w:t>
      </w:r>
      <w:r w:rsidR="003E736D">
        <w:t xml:space="preserve"> </w:t>
      </w:r>
      <w:r>
        <w:t>and</w:t>
      </w:r>
      <w:r w:rsidR="003E736D">
        <w:t xml:space="preserve"> </w:t>
      </w:r>
      <w:r>
        <w:t>unsafe</w:t>
      </w:r>
      <w:r w:rsidR="003E736D">
        <w:t xml:space="preserve"> </w:t>
      </w:r>
      <w:r>
        <w:t>conditions</w:t>
      </w:r>
      <w:r w:rsidR="003E736D">
        <w:t xml:space="preserve"> </w:t>
      </w:r>
      <w:r>
        <w:t>that</w:t>
      </w:r>
      <w:r w:rsidR="003E736D">
        <w:t xml:space="preserve"> </w:t>
      </w:r>
      <w:r>
        <w:t>lead</w:t>
      </w:r>
      <w:r w:rsidR="003E736D">
        <w:t xml:space="preserve"> </w:t>
      </w:r>
      <w:r>
        <w:t>to</w:t>
      </w:r>
      <w:r w:rsidR="003E736D">
        <w:t xml:space="preserve"> </w:t>
      </w:r>
      <w:r>
        <w:t>injuries</w:t>
      </w:r>
      <w:r w:rsidR="003E736D">
        <w:t xml:space="preserve"> </w:t>
      </w:r>
      <w:r>
        <w:t>of</w:t>
      </w:r>
      <w:r w:rsidR="003E736D">
        <w:t xml:space="preserve"> </w:t>
      </w:r>
      <w:r>
        <w:t>employees,</w:t>
      </w:r>
      <w:r w:rsidR="003E736D">
        <w:t xml:space="preserve"> </w:t>
      </w:r>
      <w:r>
        <w:t>the</w:t>
      </w:r>
      <w:r w:rsidR="003E736D">
        <w:t xml:space="preserve"> </w:t>
      </w:r>
      <w:r>
        <w:t>general</w:t>
      </w:r>
      <w:r w:rsidR="003E736D">
        <w:t xml:space="preserve"> </w:t>
      </w:r>
      <w:r>
        <w:t>public,</w:t>
      </w:r>
      <w:r w:rsidR="003E736D">
        <w:t xml:space="preserve"> </w:t>
      </w:r>
      <w:r>
        <w:t>or</w:t>
      </w:r>
      <w:r w:rsidR="003E736D">
        <w:t xml:space="preserve"> </w:t>
      </w:r>
      <w:r>
        <w:t>that</w:t>
      </w:r>
      <w:r w:rsidR="003E736D">
        <w:t xml:space="preserve"> </w:t>
      </w:r>
      <w:r>
        <w:t>cause</w:t>
      </w:r>
      <w:r w:rsidR="003E736D">
        <w:t xml:space="preserve"> </w:t>
      </w:r>
      <w:r>
        <w:t>property</w:t>
      </w:r>
      <w:r w:rsidR="003E736D">
        <w:t xml:space="preserve"> </w:t>
      </w:r>
      <w:r>
        <w:t>damage.</w:t>
      </w:r>
    </w:p>
    <w:p w14:paraId="44D6FFC7" w14:textId="77777777" w:rsidR="00B253FB" w:rsidRDefault="00B253FB" w:rsidP="004D119B">
      <w:pPr>
        <w:pStyle w:val="Spec"/>
        <w:numPr>
          <w:ilvl w:val="3"/>
          <w:numId w:val="2"/>
        </w:numPr>
      </w:pPr>
      <w:r>
        <w:t>The</w:t>
      </w:r>
      <w:r w:rsidR="003E736D">
        <w:t xml:space="preserve"> </w:t>
      </w:r>
      <w:r>
        <w:t>matrix</w:t>
      </w:r>
      <w:r w:rsidR="003E736D">
        <w:t xml:space="preserve"> </w:t>
      </w:r>
      <w:r>
        <w:t>also</w:t>
      </w:r>
      <w:r w:rsidR="003E736D">
        <w:t xml:space="preserve"> </w:t>
      </w:r>
      <w:r>
        <w:t>provides</w:t>
      </w:r>
      <w:r w:rsidR="003E736D">
        <w:t xml:space="preserve"> </w:t>
      </w:r>
      <w:r>
        <w:t>a</w:t>
      </w:r>
      <w:r w:rsidR="003E736D">
        <w:t xml:space="preserve"> </w:t>
      </w:r>
      <w:r>
        <w:t>basis</w:t>
      </w:r>
      <w:r w:rsidR="003E736D">
        <w:t xml:space="preserve"> </w:t>
      </w:r>
      <w:r>
        <w:t>for</w:t>
      </w:r>
      <w:r w:rsidR="003E736D">
        <w:t xml:space="preserve"> </w:t>
      </w:r>
      <w:r>
        <w:t>the</w:t>
      </w:r>
      <w:r w:rsidR="003E736D">
        <w:t xml:space="preserve"> </w:t>
      </w:r>
      <w:r>
        <w:t>Contractor’s</w:t>
      </w:r>
      <w:r w:rsidR="003E736D">
        <w:t xml:space="preserve"> </w:t>
      </w:r>
      <w:r>
        <w:t>program</w:t>
      </w:r>
      <w:r w:rsidR="003E736D">
        <w:t xml:space="preserve"> </w:t>
      </w:r>
      <w:r>
        <w:t>by</w:t>
      </w:r>
      <w:r w:rsidR="003E736D">
        <w:t xml:space="preserve"> </w:t>
      </w:r>
      <w:r>
        <w:t>standardizing</w:t>
      </w:r>
      <w:r w:rsidR="003E736D">
        <w:t xml:space="preserve"> </w:t>
      </w:r>
      <w:r>
        <w:t>how</w:t>
      </w:r>
      <w:r w:rsidR="003E736D">
        <w:t xml:space="preserve"> </w:t>
      </w:r>
      <w:r>
        <w:t>safety</w:t>
      </w:r>
      <w:r w:rsidR="003E736D">
        <w:t xml:space="preserve"> </w:t>
      </w:r>
      <w:r>
        <w:t>infractions</w:t>
      </w:r>
      <w:r w:rsidR="003E736D">
        <w:t xml:space="preserve"> </w:t>
      </w:r>
      <w:r>
        <w:t>committed</w:t>
      </w:r>
      <w:r w:rsidR="003E736D">
        <w:t xml:space="preserve"> </w:t>
      </w:r>
      <w:r>
        <w:t>by</w:t>
      </w:r>
      <w:r w:rsidR="003E736D">
        <w:t xml:space="preserve"> </w:t>
      </w:r>
      <w:r>
        <w:t>those</w:t>
      </w:r>
      <w:r w:rsidR="003E736D">
        <w:t xml:space="preserve"> </w:t>
      </w:r>
      <w:r>
        <w:t>employees</w:t>
      </w:r>
      <w:r w:rsidR="003E736D">
        <w:t xml:space="preserve"> </w:t>
      </w:r>
      <w:r>
        <w:t>will</w:t>
      </w:r>
      <w:r w:rsidR="003E736D">
        <w:t xml:space="preserve"> </w:t>
      </w:r>
      <w:r>
        <w:t>be</w:t>
      </w:r>
      <w:r w:rsidR="003E736D">
        <w:t xml:space="preserve"> </w:t>
      </w:r>
      <w:r>
        <w:t>handled.</w:t>
      </w:r>
    </w:p>
    <w:p w14:paraId="071F4625" w14:textId="77777777" w:rsidR="00B253FB" w:rsidRDefault="00B253FB" w:rsidP="004D119B">
      <w:pPr>
        <w:pStyle w:val="Spec"/>
        <w:numPr>
          <w:ilvl w:val="3"/>
          <w:numId w:val="2"/>
        </w:numPr>
      </w:pPr>
      <w:r w:rsidRPr="00DF77C6">
        <w:lastRenderedPageBreak/>
        <w:t>All</w:t>
      </w:r>
      <w:r w:rsidR="003E736D">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sub</w:t>
      </w:r>
      <w:r w:rsidR="003E736D">
        <w:t xml:space="preserve"> </w:t>
      </w:r>
      <w:r>
        <w:t>tier</w:t>
      </w:r>
      <w:r w:rsidR="003E736D">
        <w:t xml:space="preserve"> </w:t>
      </w:r>
      <w:r>
        <w:t>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covered</w:t>
      </w:r>
      <w:r w:rsidR="003E736D">
        <w:t xml:space="preserve"> </w:t>
      </w:r>
      <w:r>
        <w:t>under</w:t>
      </w:r>
      <w:r w:rsidR="003E736D">
        <w:t xml:space="preserve"> </w:t>
      </w:r>
      <w:r>
        <w:t>this</w:t>
      </w:r>
      <w:r w:rsidR="003E736D">
        <w:t xml:space="preserve"> </w:t>
      </w:r>
      <w:r>
        <w:t>matrix</w:t>
      </w:r>
      <w:r w:rsidR="003E736D">
        <w:t xml:space="preserve"> </w:t>
      </w:r>
      <w:r>
        <w:t>regardless</w:t>
      </w:r>
      <w:r w:rsidR="003E736D">
        <w:t xml:space="preserve"> </w:t>
      </w:r>
      <w:r>
        <w:t>of</w:t>
      </w:r>
      <w:r w:rsidR="003E736D">
        <w:t xml:space="preserve"> </w:t>
      </w:r>
      <w:r>
        <w:t>classification.</w:t>
      </w:r>
    </w:p>
    <w:p w14:paraId="55D2AC8B" w14:textId="77777777" w:rsidR="00B253FB" w:rsidRDefault="00B253FB" w:rsidP="004D119B">
      <w:pPr>
        <w:pStyle w:val="Spec"/>
        <w:numPr>
          <w:ilvl w:val="3"/>
          <w:numId w:val="2"/>
        </w:numPr>
      </w:pPr>
      <w:r>
        <w:t>Damage</w:t>
      </w:r>
      <w:r w:rsidR="003E736D">
        <w:t xml:space="preserve"> </w:t>
      </w:r>
      <w:r>
        <w:t>to</w:t>
      </w:r>
      <w:r w:rsidR="003E736D">
        <w:t xml:space="preserve"> </w:t>
      </w:r>
      <w:r>
        <w:t>equipment</w:t>
      </w:r>
      <w:r w:rsidR="003E736D">
        <w:t xml:space="preserve"> </w:t>
      </w:r>
      <w:r>
        <w:t>or</w:t>
      </w:r>
      <w:r w:rsidR="003E736D">
        <w:t xml:space="preserve"> </w:t>
      </w:r>
      <w:r>
        <w:t>property</w:t>
      </w:r>
      <w:r w:rsidR="003E736D">
        <w:t xml:space="preserve"> </w:t>
      </w:r>
      <w:r>
        <w:t>due</w:t>
      </w:r>
      <w:r w:rsidR="003E736D">
        <w:t xml:space="preserve"> </w:t>
      </w:r>
      <w:r>
        <w:t>to</w:t>
      </w:r>
      <w:r w:rsidR="003E736D">
        <w:t xml:space="preserve"> </w:t>
      </w:r>
      <w:r>
        <w:t>unsafe</w:t>
      </w:r>
      <w:r w:rsidR="003E736D">
        <w:t xml:space="preserve"> </w:t>
      </w:r>
      <w:r>
        <w:t>act</w:t>
      </w:r>
      <w:r w:rsidR="003E736D">
        <w:t xml:space="preserve"> </w:t>
      </w:r>
      <w:r>
        <w:t>or</w:t>
      </w:r>
      <w:r w:rsidR="003E736D">
        <w:t xml:space="preserve"> </w:t>
      </w:r>
      <w:r>
        <w:t>using</w:t>
      </w:r>
      <w:r w:rsidR="003E736D">
        <w:t xml:space="preserve"> </w:t>
      </w:r>
      <w:r>
        <w:t>damaged</w:t>
      </w:r>
      <w:r w:rsidR="003E736D">
        <w:t xml:space="preserve"> </w:t>
      </w:r>
      <w:r>
        <w:t>equipment.</w:t>
      </w:r>
    </w:p>
    <w:p w14:paraId="0E3225B1" w14:textId="2ACBFBE8" w:rsidR="00B253FB" w:rsidRDefault="00B253FB" w:rsidP="004D119B">
      <w:pPr>
        <w:pStyle w:val="Spec"/>
        <w:numPr>
          <w:ilvl w:val="3"/>
          <w:numId w:val="2"/>
        </w:numPr>
      </w:pPr>
      <w:r>
        <w:t>Listed</w:t>
      </w:r>
      <w:r w:rsidR="003E736D">
        <w:t xml:space="preserve"> </w:t>
      </w:r>
      <w:r>
        <w:t>are</w:t>
      </w:r>
      <w:r w:rsidR="003E736D">
        <w:t xml:space="preserve"> </w:t>
      </w:r>
      <w:r>
        <w:t>the</w:t>
      </w:r>
      <w:r w:rsidR="003E736D">
        <w:t xml:space="preserve"> </w:t>
      </w:r>
      <w:r>
        <w:t>minimum</w:t>
      </w:r>
      <w:r w:rsidR="003E736D">
        <w:t xml:space="preserve"> </w:t>
      </w:r>
      <w:r>
        <w:t>requirements</w:t>
      </w:r>
      <w:r w:rsidR="003E736D">
        <w:t xml:space="preserve"> </w:t>
      </w:r>
      <w:r>
        <w:t>for</w:t>
      </w:r>
      <w:r w:rsidR="003E736D">
        <w:t xml:space="preserve"> </w:t>
      </w:r>
      <w:r>
        <w:t>discipline.</w:t>
      </w:r>
      <w:r w:rsidR="003E736D">
        <w:t xml:space="preserve"> </w:t>
      </w:r>
      <w:r>
        <w:t>The</w:t>
      </w:r>
      <w:r w:rsidR="003E736D">
        <w:t xml:space="preserve"> </w:t>
      </w:r>
      <w:r>
        <w:t>Contractor</w:t>
      </w:r>
      <w:r w:rsidR="003E736D">
        <w:t xml:space="preserve"> </w:t>
      </w:r>
      <w:r>
        <w:t>has</w:t>
      </w:r>
      <w:r w:rsidR="003E736D">
        <w:t xml:space="preserve"> </w:t>
      </w:r>
      <w:r>
        <w:t>the</w:t>
      </w:r>
      <w:r w:rsidR="003E736D">
        <w:t xml:space="preserve"> </w:t>
      </w:r>
      <w:r>
        <w:t>right</w:t>
      </w:r>
      <w:r w:rsidR="003E736D">
        <w:t xml:space="preserve"> </w:t>
      </w:r>
      <w:r>
        <w:t>to</w:t>
      </w:r>
      <w:r w:rsidR="003E736D">
        <w:t xml:space="preserve"> </w:t>
      </w:r>
      <w:r>
        <w:t>incorporate</w:t>
      </w:r>
      <w:r w:rsidR="003E736D">
        <w:t xml:space="preserve"> </w:t>
      </w:r>
      <w:r>
        <w:t>more</w:t>
      </w:r>
      <w:r w:rsidR="003E736D">
        <w:t xml:space="preserve"> </w:t>
      </w:r>
      <w:r>
        <w:t>stringent</w:t>
      </w:r>
      <w:r w:rsidR="003E736D">
        <w:t xml:space="preserve"> </w:t>
      </w:r>
      <w:r>
        <w:t>procedures</w:t>
      </w:r>
      <w:r w:rsidR="003E736D">
        <w:t xml:space="preserve"> </w:t>
      </w:r>
      <w:r>
        <w:t>from</w:t>
      </w:r>
      <w:r w:rsidR="003E736D">
        <w:t xml:space="preserve"> </w:t>
      </w:r>
      <w:r>
        <w:t>their</w:t>
      </w:r>
      <w:r w:rsidR="003E736D">
        <w:t xml:space="preserve"> </w:t>
      </w:r>
      <w:r>
        <w:t>corporate</w:t>
      </w:r>
      <w:r w:rsidR="003E736D">
        <w:t xml:space="preserve"> </w:t>
      </w:r>
      <w:r>
        <w:t>policy</w:t>
      </w:r>
      <w:r w:rsidR="003E736D">
        <w:t xml:space="preserve"> </w:t>
      </w:r>
      <w:r>
        <w:t>into</w:t>
      </w:r>
      <w:r w:rsidR="003E736D">
        <w:t xml:space="preserve"> </w:t>
      </w:r>
      <w:r>
        <w:t>this</w:t>
      </w:r>
      <w:r w:rsidR="003E736D">
        <w:t xml:space="preserve"> </w:t>
      </w:r>
      <w:r>
        <w:t>matrix.</w:t>
      </w:r>
      <w:r w:rsidR="003E736D">
        <w:t xml:space="preserve"> </w:t>
      </w:r>
      <w:r>
        <w:t>The</w:t>
      </w:r>
      <w:r w:rsidR="003E736D">
        <w:t xml:space="preserve"> </w:t>
      </w:r>
      <w:r>
        <w:t>Contractor</w:t>
      </w:r>
      <w:r w:rsidR="003E736D">
        <w:t xml:space="preserve"> </w:t>
      </w:r>
      <w:r>
        <w:t>shall</w:t>
      </w:r>
      <w:r w:rsidR="003E736D">
        <w:t xml:space="preserve"> </w:t>
      </w:r>
      <w:r>
        <w:t>not</w:t>
      </w:r>
      <w:r w:rsidR="003E736D">
        <w:t xml:space="preserve"> </w:t>
      </w:r>
      <w:r>
        <w:t>submit</w:t>
      </w:r>
      <w:r w:rsidR="003E736D">
        <w:t xml:space="preserve"> </w:t>
      </w:r>
      <w:r>
        <w:t>two</w:t>
      </w:r>
      <w:r w:rsidR="003E736D">
        <w:t xml:space="preserve"> </w:t>
      </w:r>
      <w:r>
        <w:t>Disciplinary</w:t>
      </w:r>
      <w:r w:rsidR="003E736D">
        <w:t xml:space="preserve"> </w:t>
      </w:r>
      <w:r>
        <w:t>Action</w:t>
      </w:r>
      <w:r w:rsidR="003E736D">
        <w:t xml:space="preserve"> </w:t>
      </w:r>
      <w:r>
        <w:t>Programs.</w:t>
      </w:r>
    </w:p>
    <w:p w14:paraId="34DCBEEF"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Contractor’s</w:t>
      </w:r>
      <w:r w:rsidR="003E736D">
        <w:t xml:space="preserve"> </w:t>
      </w:r>
      <w:r>
        <w:t>management</w:t>
      </w:r>
      <w:r w:rsidR="003E736D">
        <w:t xml:space="preserve"> </w:t>
      </w:r>
      <w:r>
        <w:t>shall</w:t>
      </w:r>
      <w:r w:rsidR="003E736D">
        <w:t xml:space="preserve"> </w:t>
      </w:r>
      <w:r>
        <w:t>be</w:t>
      </w:r>
      <w:r w:rsidR="003E736D">
        <w:t xml:space="preserve"> </w:t>
      </w:r>
      <w:r>
        <w:t>disciplined</w:t>
      </w:r>
      <w:r w:rsidR="003E736D">
        <w:t xml:space="preserve"> </w:t>
      </w:r>
      <w:r>
        <w:t>under</w:t>
      </w:r>
      <w:r w:rsidR="003E736D">
        <w:t xml:space="preserve"> </w:t>
      </w:r>
      <w:r>
        <w:t>this</w:t>
      </w:r>
      <w:r w:rsidR="003E736D">
        <w:t xml:space="preserve"> </w:t>
      </w:r>
      <w:r>
        <w:t>matrix.</w:t>
      </w:r>
    </w:p>
    <w:p w14:paraId="1395A32E" w14:textId="6E8BB72A"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management</w:t>
      </w:r>
      <w:r w:rsidR="003E736D">
        <w:t xml:space="preserve"> </w:t>
      </w:r>
      <w:r>
        <w:t>shall</w:t>
      </w:r>
      <w:r w:rsidR="003E736D">
        <w:t xml:space="preserve"> </w:t>
      </w:r>
      <w:r>
        <w:t>also</w:t>
      </w:r>
      <w:r w:rsidR="003E736D">
        <w:t xml:space="preserve"> </w:t>
      </w:r>
      <w:r>
        <w:t>be</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POS</w:t>
      </w:r>
      <w:r w:rsidR="003E736D">
        <w:t xml:space="preserve"> </w:t>
      </w:r>
      <w:r>
        <w:t>management</w:t>
      </w:r>
      <w:r w:rsidR="003E736D">
        <w:t xml:space="preserve"> </w:t>
      </w:r>
      <w:r>
        <w:t>shall</w:t>
      </w:r>
      <w:r w:rsidR="003E736D">
        <w:t xml:space="preserve"> </w:t>
      </w:r>
      <w:r>
        <w:t>immediately</w:t>
      </w:r>
      <w:r w:rsidR="003E736D">
        <w:t xml:space="preserve"> </w:t>
      </w:r>
      <w:r>
        <w:t>contact</w:t>
      </w:r>
      <w:r w:rsidR="003E736D">
        <w:t xml:space="preserve"> </w:t>
      </w:r>
      <w:r>
        <w:t>the</w:t>
      </w:r>
      <w:r w:rsidR="003E736D">
        <w:t xml:space="preserve"> </w:t>
      </w:r>
      <w:r>
        <w:t>Contractor’s</w:t>
      </w:r>
      <w:r w:rsidR="003E736D">
        <w:t xml:space="preserve"> </w:t>
      </w:r>
      <w:r>
        <w:t>management</w:t>
      </w:r>
      <w:r w:rsidR="003E736D">
        <w:t xml:space="preserve"> </w:t>
      </w:r>
      <w:r>
        <w:t>or</w:t>
      </w:r>
      <w:r w:rsidR="003E736D">
        <w:t xml:space="preserve"> </w:t>
      </w:r>
      <w:r>
        <w:t>provide</w:t>
      </w:r>
      <w:r w:rsidR="003E736D">
        <w:t xml:space="preserve"> </w:t>
      </w:r>
      <w:r>
        <w:t>written</w:t>
      </w:r>
      <w:r w:rsidR="003E736D">
        <w:t xml:space="preserve"> </w:t>
      </w:r>
      <w:r>
        <w:t>information</w:t>
      </w:r>
      <w:r w:rsidR="003E736D">
        <w:t xml:space="preserve"> </w:t>
      </w:r>
      <w:r>
        <w:t>to</w:t>
      </w:r>
      <w:r w:rsidR="003E736D">
        <w:t xml:space="preserve"> </w:t>
      </w:r>
      <w:r>
        <w:t>the</w:t>
      </w:r>
      <w:r w:rsidR="003E736D">
        <w:t xml:space="preserve"> </w:t>
      </w:r>
      <w:r>
        <w:t>Contractor’s</w:t>
      </w:r>
      <w:r w:rsidR="003E736D">
        <w:t xml:space="preserve"> </w:t>
      </w:r>
      <w:r>
        <w:t>management</w:t>
      </w:r>
      <w:r w:rsidR="003E736D">
        <w:t xml:space="preserve"> </w:t>
      </w:r>
      <w:r>
        <w:t>as</w:t>
      </w:r>
      <w:r w:rsidR="003E736D">
        <w:t xml:space="preserve"> </w:t>
      </w:r>
      <w:r>
        <w:t>to</w:t>
      </w:r>
      <w:r w:rsidR="003E736D">
        <w:t xml:space="preserve"> </w:t>
      </w:r>
      <w:r>
        <w:t>violation,</w:t>
      </w:r>
      <w:r w:rsidR="003E736D">
        <w:t xml:space="preserve"> </w:t>
      </w:r>
      <w:r>
        <w:t>time,</w:t>
      </w:r>
      <w:r w:rsidR="003E736D">
        <w:t xml:space="preserve"> </w:t>
      </w:r>
      <w:r>
        <w:t>date,</w:t>
      </w:r>
      <w:r w:rsidR="003E736D">
        <w:t xml:space="preserve"> </w:t>
      </w:r>
      <w:r>
        <w:t>employer,</w:t>
      </w:r>
      <w:r w:rsidR="003E736D">
        <w:t xml:space="preserve"> </w:t>
      </w:r>
      <w:r>
        <w:t>and</w:t>
      </w:r>
      <w:r w:rsidR="003E736D">
        <w:t xml:space="preserve"> </w:t>
      </w:r>
      <w:r>
        <w:t>employee.</w:t>
      </w:r>
    </w:p>
    <w:p w14:paraId="6EA1D2B5" w14:textId="77777777" w:rsidR="00B253FB" w:rsidRDefault="00B253FB" w:rsidP="004D119B">
      <w:pPr>
        <w:pStyle w:val="Spec"/>
        <w:numPr>
          <w:ilvl w:val="3"/>
          <w:numId w:val="2"/>
        </w:numPr>
      </w:pPr>
      <w:r>
        <w:t>The</w:t>
      </w:r>
      <w:r w:rsidR="003E736D">
        <w:t xml:space="preserve"> </w:t>
      </w:r>
      <w:r>
        <w:t>Contractor’s</w:t>
      </w:r>
      <w:r w:rsidR="003E736D">
        <w:t xml:space="preserve"> </w:t>
      </w:r>
      <w:r>
        <w:t>Safety</w:t>
      </w:r>
      <w:r w:rsidR="003E736D">
        <w:t xml:space="preserve"> </w:t>
      </w:r>
      <w:r>
        <w:t>Manager</w:t>
      </w:r>
      <w:r w:rsidR="003E736D">
        <w:t xml:space="preserve"> </w:t>
      </w:r>
      <w:r>
        <w:t>shall</w:t>
      </w:r>
      <w:r w:rsidR="003E736D">
        <w:t xml:space="preserve"> </w:t>
      </w:r>
      <w:r>
        <w:t>perform</w:t>
      </w:r>
      <w:r w:rsidR="003E736D">
        <w:t xml:space="preserve"> </w:t>
      </w:r>
      <w:r>
        <w:t>the</w:t>
      </w:r>
      <w:r w:rsidR="003E736D">
        <w:t xml:space="preserve"> </w:t>
      </w:r>
      <w:r>
        <w:t>act</w:t>
      </w:r>
      <w:r w:rsidR="003E736D">
        <w:t xml:space="preserve"> </w:t>
      </w:r>
      <w:r>
        <w:t>of</w:t>
      </w:r>
      <w:r w:rsidR="003E736D">
        <w:t xml:space="preserve"> </w:t>
      </w:r>
      <w:r>
        <w:t>documenting</w:t>
      </w:r>
      <w:r w:rsidR="003E736D">
        <w:t xml:space="preserve"> </w:t>
      </w:r>
      <w:r>
        <w:t>and</w:t>
      </w:r>
      <w:r w:rsidR="003E736D">
        <w:t xml:space="preserve"> </w:t>
      </w:r>
      <w:r>
        <w:t>distributing</w:t>
      </w:r>
      <w:r w:rsidR="003E736D">
        <w:t xml:space="preserve"> </w:t>
      </w:r>
      <w:r>
        <w:t>the</w:t>
      </w:r>
      <w:r w:rsidR="003E736D">
        <w:t xml:space="preserve"> </w:t>
      </w:r>
      <w:r>
        <w:t>“Written</w:t>
      </w:r>
      <w:r w:rsidR="003E736D">
        <w:t xml:space="preserve"> </w:t>
      </w:r>
      <w:r>
        <w:t>Violation</w:t>
      </w:r>
      <w:r w:rsidR="003E736D">
        <w:t xml:space="preserve"> </w:t>
      </w:r>
      <w:r w:rsidR="00633911">
        <w:t>Notice.”</w:t>
      </w:r>
    </w:p>
    <w:p w14:paraId="511D5008" w14:textId="77777777" w:rsidR="00B253FB" w:rsidRDefault="00B253FB" w:rsidP="004D119B">
      <w:pPr>
        <w:pStyle w:val="Spec"/>
        <w:numPr>
          <w:ilvl w:val="2"/>
          <w:numId w:val="2"/>
        </w:numPr>
      </w:pPr>
      <w:r>
        <w:t>Defining</w:t>
      </w:r>
      <w:r w:rsidR="003E736D">
        <w:t xml:space="preserve"> </w:t>
      </w:r>
      <w:r>
        <w:t>“Violation”</w:t>
      </w:r>
    </w:p>
    <w:p w14:paraId="6C941A7F" w14:textId="77777777" w:rsidR="00B253FB" w:rsidRDefault="00B253FB" w:rsidP="004D119B">
      <w:pPr>
        <w:pStyle w:val="Spec"/>
        <w:numPr>
          <w:ilvl w:val="3"/>
          <w:numId w:val="2"/>
        </w:numPr>
      </w:pPr>
      <w:r>
        <w:t>Violations</w:t>
      </w:r>
      <w:r w:rsidR="003E736D">
        <w:t xml:space="preserve"> </w:t>
      </w:r>
      <w:r>
        <w:t>are</w:t>
      </w:r>
      <w:r w:rsidR="003E736D">
        <w:t xml:space="preserve"> </w:t>
      </w:r>
      <w:r>
        <w:t>defined</w:t>
      </w:r>
      <w:r w:rsidR="003E736D">
        <w:t xml:space="preserve"> </w:t>
      </w:r>
      <w:r>
        <w:t>as:</w:t>
      </w:r>
    </w:p>
    <w:p w14:paraId="08C960F1" w14:textId="00FEB5D5" w:rsidR="003E736D" w:rsidRDefault="00B253FB" w:rsidP="004D119B">
      <w:pPr>
        <w:pStyle w:val="Spec"/>
        <w:numPr>
          <w:ilvl w:val="3"/>
          <w:numId w:val="2"/>
        </w:numPr>
      </w:pPr>
      <w:r w:rsidRPr="00DF77C6">
        <w:t>“</w:t>
      </w:r>
      <w:r>
        <w:rPr>
          <w:u w:val="single"/>
        </w:rPr>
        <w:t>General</w:t>
      </w:r>
      <w:r w:rsidR="003E736D">
        <w:rPr>
          <w:u w:val="single"/>
        </w:rPr>
        <w:t xml:space="preserve"> </w:t>
      </w:r>
      <w:r>
        <w:rPr>
          <w:u w:val="single"/>
        </w:rPr>
        <w:t>Violations”</w:t>
      </w:r>
      <w:r w:rsidR="003E736D">
        <w:t xml:space="preserve"> </w:t>
      </w:r>
      <w:r>
        <w:t>are</w:t>
      </w:r>
      <w:r w:rsidR="003E736D">
        <w:t xml:space="preserve"> </w:t>
      </w:r>
      <w:r>
        <w:t>considered</w:t>
      </w:r>
      <w:r w:rsidR="003E736D">
        <w:t xml:space="preserve"> </w:t>
      </w:r>
      <w:r>
        <w:t>to</w:t>
      </w:r>
      <w:r w:rsidR="003E736D">
        <w:t xml:space="preserve"> </w:t>
      </w:r>
      <w:r>
        <w:t>be</w:t>
      </w:r>
      <w:r w:rsidR="003E736D">
        <w:t xml:space="preserve"> </w:t>
      </w:r>
      <w:r>
        <w:t>those</w:t>
      </w:r>
      <w:r w:rsidR="003E736D">
        <w:t xml:space="preserve"> </w:t>
      </w:r>
      <w:r>
        <w:t>infractions</w:t>
      </w:r>
      <w:r w:rsidR="003E736D">
        <w:t xml:space="preserve"> </w:t>
      </w:r>
      <w:r>
        <w:t>that</w:t>
      </w:r>
      <w:r w:rsidR="003E736D">
        <w:t xml:space="preserve"> </w:t>
      </w:r>
      <w:r>
        <w:t>may</w:t>
      </w:r>
      <w:r w:rsidR="003E736D">
        <w:t xml:space="preserve"> </w:t>
      </w:r>
      <w:r>
        <w:t>not</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but</w:t>
      </w:r>
      <w:r w:rsidR="003E736D">
        <w:t xml:space="preserve"> </w:t>
      </w:r>
      <w:r>
        <w:t>are</w:t>
      </w:r>
      <w:r w:rsidR="003E736D">
        <w:t xml:space="preserve"> </w:t>
      </w:r>
      <w:r>
        <w:t>still</w:t>
      </w:r>
      <w:r w:rsidR="003E736D">
        <w:t xml:space="preserve"> </w:t>
      </w:r>
      <w:r>
        <w:t>violations</w:t>
      </w:r>
      <w:r w:rsidR="003E736D">
        <w:t xml:space="preserve"> </w:t>
      </w:r>
      <w:r>
        <w:t>of</w:t>
      </w:r>
      <w:r w:rsidR="003E736D">
        <w:t xml:space="preserve"> </w:t>
      </w:r>
      <w:r>
        <w:t>written</w:t>
      </w:r>
      <w:r w:rsidR="003E736D">
        <w:t xml:space="preserve"> </w:t>
      </w:r>
      <w:r>
        <w:t>safety</w:t>
      </w:r>
      <w:r w:rsidR="003E736D">
        <w:t xml:space="preserve"> </w:t>
      </w:r>
      <w:r>
        <w:t>policies</w:t>
      </w:r>
      <w:r w:rsidR="003E736D">
        <w:t xml:space="preserve"> </w:t>
      </w:r>
      <w:r>
        <w:t>and</w:t>
      </w:r>
      <w:r w:rsidR="003E736D">
        <w:t xml:space="preserve"> </w:t>
      </w:r>
      <w:r>
        <w:t>procedures.</w:t>
      </w:r>
      <w:r w:rsidR="003E736D">
        <w:t xml:space="preserve"> </w:t>
      </w:r>
      <w:r>
        <w:t>Examples</w:t>
      </w:r>
      <w:r w:rsidR="003E736D">
        <w:t xml:space="preserve"> </w:t>
      </w:r>
      <w:r>
        <w:t>include</w:t>
      </w:r>
      <w:r w:rsidR="003E736D">
        <w:t xml:space="preserve"> </w:t>
      </w:r>
      <w:r>
        <w:t>housekeeping,</w:t>
      </w:r>
      <w:r w:rsidR="003E736D">
        <w:t xml:space="preserve"> </w:t>
      </w:r>
      <w:r>
        <w:t>unregulated</w:t>
      </w:r>
      <w:r w:rsidR="003E736D">
        <w:t xml:space="preserve"> </w:t>
      </w:r>
      <w:r>
        <w:t>ACM</w:t>
      </w:r>
      <w:r w:rsidR="003E736D">
        <w:t xml:space="preserve"> </w:t>
      </w:r>
      <w:r>
        <w:t>incidents,</w:t>
      </w:r>
      <w:r w:rsidR="003E736D">
        <w:t xml:space="preserve"> </w:t>
      </w:r>
      <w:r>
        <w:t>property</w:t>
      </w:r>
      <w:r w:rsidR="003E736D">
        <w:t xml:space="preserve"> </w:t>
      </w:r>
      <w:r>
        <w:t>damage,</w:t>
      </w:r>
      <w:r w:rsidR="003E736D">
        <w:t xml:space="preserve"> </w:t>
      </w:r>
      <w:r>
        <w:t>mushroomed</w:t>
      </w:r>
      <w:r w:rsidR="003E736D">
        <w:t xml:space="preserve"> </w:t>
      </w:r>
      <w:r>
        <w:t>tools,</w:t>
      </w:r>
      <w:r w:rsidR="003E736D">
        <w:t xml:space="preserve"> </w:t>
      </w:r>
      <w:r>
        <w:t>etc.</w:t>
      </w:r>
      <w:r w:rsidR="003E736D">
        <w:t xml:space="preserve"> </w:t>
      </w:r>
      <w:r>
        <w:t>“General</w:t>
      </w:r>
      <w:r w:rsidR="003E736D">
        <w:t xml:space="preserve"> </w:t>
      </w:r>
      <w:r>
        <w:t>Violations”</w:t>
      </w:r>
      <w:r w:rsidR="003E736D">
        <w:t xml:space="preserve"> </w:t>
      </w:r>
      <w:r>
        <w:t>do</w:t>
      </w:r>
      <w:r w:rsidR="003E736D">
        <w:t xml:space="preserve"> </w:t>
      </w:r>
      <w:r>
        <w:t>not</w:t>
      </w:r>
      <w:r w:rsidR="003E736D">
        <w:t xml:space="preserve"> </w:t>
      </w:r>
      <w:r>
        <w:t>necessarily</w:t>
      </w:r>
      <w:r w:rsidR="003E736D">
        <w:t xml:space="preserve"> </w:t>
      </w:r>
      <w:r>
        <w:t>require</w:t>
      </w:r>
      <w:r w:rsidR="003E736D">
        <w:t xml:space="preserve"> </w:t>
      </w:r>
      <w:r>
        <w:t>a</w:t>
      </w:r>
      <w:r w:rsidR="003E736D">
        <w:t xml:space="preserve"> </w:t>
      </w:r>
      <w:r>
        <w:t>written</w:t>
      </w:r>
      <w:r w:rsidR="003E736D">
        <w:t xml:space="preserve"> </w:t>
      </w:r>
      <w:r>
        <w:t>warning</w:t>
      </w:r>
      <w:r w:rsidR="003E736D">
        <w:t xml:space="preserve"> </w:t>
      </w:r>
      <w:r>
        <w:t>unless</w:t>
      </w:r>
      <w:r w:rsidR="003E736D">
        <w:t xml:space="preserve"> </w:t>
      </w:r>
      <w:r>
        <w:t>they</w:t>
      </w:r>
      <w:r w:rsidR="003E736D">
        <w:t xml:space="preserve"> </w:t>
      </w:r>
      <w:r>
        <w:t>become</w:t>
      </w:r>
      <w:r w:rsidR="003E736D">
        <w:t xml:space="preserve"> </w:t>
      </w:r>
      <w:r>
        <w:t>classified</w:t>
      </w:r>
      <w:r w:rsidR="003E736D">
        <w:t xml:space="preserve"> </w:t>
      </w:r>
      <w:r>
        <w:t>as</w:t>
      </w:r>
      <w:r w:rsidR="003E736D">
        <w:t xml:space="preserve"> </w:t>
      </w:r>
      <w:r>
        <w:t>“Repeat</w:t>
      </w:r>
      <w:r w:rsidR="003E736D">
        <w:t xml:space="preserve"> </w:t>
      </w:r>
      <w:r>
        <w:t>Violations</w:t>
      </w:r>
      <w:r w:rsidR="00633911">
        <w:t>.”</w:t>
      </w:r>
    </w:p>
    <w:p w14:paraId="3098B91F" w14:textId="46924B53" w:rsidR="00B253FB" w:rsidRDefault="00B253FB" w:rsidP="004D119B">
      <w:pPr>
        <w:pStyle w:val="Spec"/>
        <w:numPr>
          <w:ilvl w:val="3"/>
          <w:numId w:val="2"/>
        </w:numPr>
      </w:pPr>
      <w:r>
        <w:rPr>
          <w:u w:val="single"/>
        </w:rPr>
        <w:t>“Serious</w:t>
      </w:r>
      <w:r w:rsidR="003E736D">
        <w:rPr>
          <w:u w:val="single"/>
        </w:rPr>
        <w:t xml:space="preserve"> </w:t>
      </w:r>
      <w:r>
        <w:rPr>
          <w:u w:val="single"/>
        </w:rPr>
        <w:t>Violations”</w:t>
      </w:r>
      <w:r w:rsidR="003E736D">
        <w:t xml:space="preserve"> </w:t>
      </w:r>
      <w:r>
        <w:t>are</w:t>
      </w:r>
      <w:r w:rsidR="003E736D">
        <w:t xml:space="preserve"> </w:t>
      </w:r>
      <w:r>
        <w:t>those</w:t>
      </w:r>
      <w:r w:rsidR="003E736D">
        <w:t xml:space="preserve"> </w:t>
      </w:r>
      <w:r>
        <w:t>violations</w:t>
      </w:r>
      <w:r w:rsidR="003E736D">
        <w:t xml:space="preserve"> </w:t>
      </w:r>
      <w:r>
        <w:t>that</w:t>
      </w:r>
      <w:r w:rsidR="003E736D">
        <w:t xml:space="preserve"> </w:t>
      </w:r>
      <w:r>
        <w:t>if</w:t>
      </w:r>
      <w:r w:rsidR="003E736D">
        <w:t xml:space="preserve"> </w:t>
      </w:r>
      <w:r>
        <w:t>left</w:t>
      </w:r>
      <w:r w:rsidR="003E736D">
        <w:t xml:space="preserve"> </w:t>
      </w:r>
      <w:r>
        <w:t>uncorrected</w:t>
      </w:r>
      <w:r w:rsidR="003E736D">
        <w:t xml:space="preserve"> </w:t>
      </w:r>
      <w:r>
        <w:t>could</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include</w:t>
      </w:r>
      <w:r w:rsidR="003E736D">
        <w:t xml:space="preserve"> </w:t>
      </w:r>
      <w:r>
        <w:t>employees</w:t>
      </w:r>
      <w:r w:rsidR="003E736D">
        <w:t xml:space="preserve"> </w:t>
      </w:r>
      <w:r>
        <w:t>exposed</w:t>
      </w:r>
      <w:r w:rsidR="003E736D">
        <w:t xml:space="preserve"> </w:t>
      </w:r>
      <w:r>
        <w:t>to</w:t>
      </w:r>
      <w:r w:rsidR="003E736D">
        <w:t xml:space="preserve"> </w:t>
      </w:r>
      <w:r>
        <w:t>fall</w:t>
      </w:r>
      <w:r w:rsidR="003E736D">
        <w:t xml:space="preserve"> </w:t>
      </w:r>
      <w:r>
        <w:t>or</w:t>
      </w:r>
      <w:r w:rsidR="003E736D">
        <w:t xml:space="preserve"> </w:t>
      </w:r>
      <w:r>
        <w:t>impalement</w:t>
      </w:r>
      <w:r w:rsidR="003E736D">
        <w:t xml:space="preserve"> </w:t>
      </w:r>
      <w:r>
        <w:t>hazards</w:t>
      </w:r>
      <w:r w:rsidR="003E736D">
        <w:t xml:space="preserve"> </w:t>
      </w:r>
      <w:r>
        <w:t>or</w:t>
      </w:r>
      <w:r w:rsidR="003E736D">
        <w:t xml:space="preserve"> </w:t>
      </w:r>
      <w:r>
        <w:t>serious</w:t>
      </w:r>
      <w:r w:rsidR="003E736D">
        <w:t xml:space="preserve"> </w:t>
      </w:r>
      <w:r>
        <w:t>bodily</w:t>
      </w:r>
      <w:r w:rsidR="003E736D">
        <w:t xml:space="preserve"> </w:t>
      </w:r>
      <w:r>
        <w:t>harm.</w:t>
      </w:r>
    </w:p>
    <w:p w14:paraId="6E029D3F" w14:textId="138E3440" w:rsidR="00B253FB" w:rsidRDefault="00B253FB" w:rsidP="004D119B">
      <w:pPr>
        <w:pStyle w:val="Spec"/>
        <w:numPr>
          <w:ilvl w:val="3"/>
          <w:numId w:val="2"/>
        </w:numPr>
      </w:pPr>
      <w:r>
        <w:rPr>
          <w:u w:val="single"/>
        </w:rPr>
        <w:t>“Imminent</w:t>
      </w:r>
      <w:r w:rsidR="003E736D">
        <w:rPr>
          <w:u w:val="single"/>
        </w:rPr>
        <w:t xml:space="preserve"> </w:t>
      </w:r>
      <w:r>
        <w:rPr>
          <w:u w:val="single"/>
        </w:rPr>
        <w:t>Danger”</w:t>
      </w:r>
      <w:r w:rsidR="003E736D">
        <w:t xml:space="preserve"> </w:t>
      </w:r>
      <w:r>
        <w:t>are</w:t>
      </w:r>
      <w:r w:rsidR="003E736D">
        <w:t xml:space="preserve"> </w:t>
      </w:r>
      <w:r>
        <w:t>violations/situations</w:t>
      </w:r>
      <w:r w:rsidR="003E736D">
        <w:t xml:space="preserve"> </w:t>
      </w:r>
      <w:r>
        <w:t>that</w:t>
      </w:r>
      <w:r w:rsidR="003E736D">
        <w:t xml:space="preserve"> </w:t>
      </w:r>
      <w:r>
        <w:t>will</w:t>
      </w:r>
      <w:r w:rsidR="003E736D">
        <w:t xml:space="preserve"> </w:t>
      </w:r>
      <w:r>
        <w:t>most</w:t>
      </w:r>
      <w:r w:rsidR="003E736D">
        <w:t xml:space="preserve"> </w:t>
      </w:r>
      <w:r>
        <w:t>likely</w:t>
      </w:r>
      <w:r w:rsidR="003E736D">
        <w:t xml:space="preserve"> </w:t>
      </w:r>
      <w:r>
        <w:t>cause</w:t>
      </w:r>
      <w:r w:rsidR="003E736D">
        <w:t xml:space="preserve"> </w:t>
      </w:r>
      <w:r>
        <w:t>permanent</w:t>
      </w:r>
      <w:r w:rsidR="003E736D">
        <w:t xml:space="preserve"> </w:t>
      </w:r>
      <w:r>
        <w:t>disability</w:t>
      </w:r>
      <w:r w:rsidR="003E736D">
        <w:t xml:space="preserve"> </w:t>
      </w:r>
      <w:r>
        <w:t>or</w:t>
      </w:r>
      <w:r w:rsidR="003E736D">
        <w:t xml:space="preserve"> </w:t>
      </w:r>
      <w:r>
        <w:t>death</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can</w:t>
      </w:r>
      <w:r w:rsidR="003E736D">
        <w:t xml:space="preserve"> </w:t>
      </w:r>
      <w:r>
        <w:t>include</w:t>
      </w:r>
      <w:r w:rsidR="003E736D">
        <w:t xml:space="preserve"> </w:t>
      </w:r>
      <w:r>
        <w:t>falls,</w:t>
      </w:r>
      <w:r w:rsidR="003E736D">
        <w:t xml:space="preserve"> </w:t>
      </w:r>
      <w:r>
        <w:t>electrical,</w:t>
      </w:r>
      <w:r w:rsidR="003E736D">
        <w:t xml:space="preserve"> </w:t>
      </w:r>
      <w:r>
        <w:t>or</w:t>
      </w:r>
      <w:r w:rsidR="003E736D">
        <w:t xml:space="preserve"> </w:t>
      </w:r>
      <w:r>
        <w:t>trenching</w:t>
      </w:r>
      <w:r w:rsidR="003E736D">
        <w:t xml:space="preserve"> </w:t>
      </w:r>
      <w:r>
        <w:t>hazards</w:t>
      </w:r>
      <w:r w:rsidR="003E736D">
        <w:t xml:space="preserve"> </w:t>
      </w:r>
      <w:r>
        <w:t>and</w:t>
      </w:r>
      <w:r w:rsidR="003E736D">
        <w:t xml:space="preserve"> </w:t>
      </w:r>
      <w:r>
        <w:t>unsafe</w:t>
      </w:r>
      <w:r w:rsidR="003E736D">
        <w:t xml:space="preserve"> </w:t>
      </w:r>
      <w:r>
        <w:t>equipment.</w:t>
      </w:r>
    </w:p>
    <w:p w14:paraId="7557628F" w14:textId="51772788" w:rsidR="00B253FB" w:rsidRDefault="00B253FB" w:rsidP="004D119B">
      <w:pPr>
        <w:pStyle w:val="Spec"/>
        <w:numPr>
          <w:ilvl w:val="3"/>
          <w:numId w:val="2"/>
        </w:numPr>
      </w:pPr>
      <w:r>
        <w:rPr>
          <w:u w:val="single"/>
        </w:rPr>
        <w:t>“Repeat</w:t>
      </w:r>
      <w:r w:rsidR="003E736D">
        <w:rPr>
          <w:u w:val="single"/>
        </w:rPr>
        <w:t xml:space="preserve"> </w:t>
      </w:r>
      <w:r>
        <w:rPr>
          <w:u w:val="single"/>
        </w:rPr>
        <w:t>Violations”</w:t>
      </w:r>
      <w:r w:rsidR="003E736D">
        <w:t xml:space="preserve"> </w:t>
      </w:r>
      <w:r>
        <w:t>are</w:t>
      </w:r>
      <w:r w:rsidR="003E736D">
        <w:t xml:space="preserve"> </w:t>
      </w:r>
      <w:r>
        <w:t>situations</w:t>
      </w:r>
      <w:r w:rsidR="003E736D">
        <w:t xml:space="preserve"> </w:t>
      </w:r>
      <w:r>
        <w:t>that</w:t>
      </w:r>
      <w:r w:rsidR="003E736D">
        <w:t xml:space="preserve"> </w:t>
      </w:r>
      <w:r>
        <w:t>arise</w:t>
      </w:r>
      <w:r w:rsidR="003E736D">
        <w:t xml:space="preserve"> </w:t>
      </w:r>
      <w:r>
        <w:t>as</w:t>
      </w:r>
      <w:r w:rsidR="003E736D">
        <w:t xml:space="preserve"> </w:t>
      </w:r>
      <w:r>
        <w:t>a</w:t>
      </w:r>
      <w:r w:rsidR="003E736D">
        <w:t xml:space="preserve"> </w:t>
      </w:r>
      <w:r>
        <w:t>result</w:t>
      </w:r>
      <w:r w:rsidR="003E736D">
        <w:t xml:space="preserve"> </w:t>
      </w:r>
      <w:r>
        <w:t>of</w:t>
      </w:r>
      <w:r w:rsidR="003E736D">
        <w:t xml:space="preserve"> </w:t>
      </w:r>
      <w:r>
        <w:t>a</w:t>
      </w:r>
      <w:r w:rsidR="003E736D">
        <w:t xml:space="preserve"> </w:t>
      </w:r>
      <w:r>
        <w:t>previously</w:t>
      </w:r>
      <w:r w:rsidR="003E736D">
        <w:t xml:space="preserve"> </w:t>
      </w:r>
      <w:r>
        <w:t>identified</w:t>
      </w:r>
      <w:r w:rsidR="003E736D">
        <w:t xml:space="preserve"> </w:t>
      </w:r>
      <w:r>
        <w:t>infraction</w:t>
      </w:r>
      <w:r w:rsidR="003E736D">
        <w:t xml:space="preserve"> </w:t>
      </w:r>
      <w:r>
        <w:t>not</w:t>
      </w:r>
      <w:r w:rsidR="003E736D">
        <w:t xml:space="preserve"> </w:t>
      </w:r>
      <w:r>
        <w:t>being</w:t>
      </w:r>
      <w:r w:rsidR="003E736D">
        <w:t xml:space="preserve"> </w:t>
      </w:r>
      <w:r>
        <w:t>abated</w:t>
      </w:r>
      <w:r w:rsidR="003E736D">
        <w:t xml:space="preserve"> </w:t>
      </w:r>
      <w:r>
        <w:t>in</w:t>
      </w:r>
      <w:r w:rsidR="003E736D">
        <w:t xml:space="preserve"> </w:t>
      </w:r>
      <w:r>
        <w:t>the</w:t>
      </w:r>
      <w:r w:rsidR="003E736D">
        <w:t xml:space="preserve"> </w:t>
      </w:r>
      <w:r>
        <w:t>time</w:t>
      </w:r>
      <w:r w:rsidR="003E736D">
        <w:t xml:space="preserve"> </w:t>
      </w:r>
      <w:r>
        <w:t>frame</w:t>
      </w:r>
      <w:r w:rsidR="003E736D">
        <w:t xml:space="preserve"> </w:t>
      </w:r>
      <w:r>
        <w:t>required</w:t>
      </w:r>
      <w:r w:rsidR="003E736D">
        <w:t xml:space="preserve"> </w:t>
      </w:r>
      <w:r>
        <w:t>or</w:t>
      </w:r>
      <w:r w:rsidR="003E736D">
        <w:t xml:space="preserve"> </w:t>
      </w:r>
      <w:r>
        <w:t>numerous</w:t>
      </w:r>
      <w:r w:rsidR="003E736D">
        <w:t xml:space="preserve"> </w:t>
      </w:r>
      <w:r>
        <w:t>violations</w:t>
      </w:r>
      <w:r w:rsidR="003E736D">
        <w:t xml:space="preserve"> </w:t>
      </w:r>
      <w:r>
        <w:t>of</w:t>
      </w:r>
      <w:r w:rsidR="003E736D">
        <w:t xml:space="preserve"> </w:t>
      </w:r>
      <w:r>
        <w:t>the</w:t>
      </w:r>
      <w:r w:rsidR="003E736D">
        <w:t xml:space="preserve"> </w:t>
      </w:r>
      <w:r>
        <w:t>same</w:t>
      </w:r>
      <w:r w:rsidR="003E736D">
        <w:t xml:space="preserve"> </w:t>
      </w:r>
      <w:r>
        <w:t>classification.</w:t>
      </w:r>
      <w:r w:rsidR="003E736D">
        <w:t xml:space="preserve"> </w:t>
      </w:r>
      <w:r>
        <w:t>“Repeat</w:t>
      </w:r>
      <w:r w:rsidR="003E736D">
        <w:t xml:space="preserve"> </w:t>
      </w:r>
      <w:r>
        <w:t>Violations”</w:t>
      </w:r>
      <w:r w:rsidR="003E736D">
        <w:t xml:space="preserve"> </w:t>
      </w:r>
      <w:r>
        <w:t>can</w:t>
      </w:r>
      <w:r w:rsidR="003E736D">
        <w:t xml:space="preserve"> </w:t>
      </w:r>
      <w:r>
        <w:t>also</w:t>
      </w:r>
      <w:r w:rsidR="003E736D">
        <w:t xml:space="preserve"> </w:t>
      </w:r>
      <w:r>
        <w:t>be</w:t>
      </w:r>
      <w:r w:rsidR="003E736D">
        <w:t xml:space="preserve"> </w:t>
      </w:r>
      <w:r>
        <w:t>defined</w:t>
      </w:r>
      <w:r w:rsidR="003E736D">
        <w:t xml:space="preserve"> </w:t>
      </w:r>
      <w:r>
        <w:t>as</w:t>
      </w:r>
      <w:r w:rsidR="003E736D">
        <w:t xml:space="preserve"> </w:t>
      </w:r>
      <w:r>
        <w:t>a</w:t>
      </w:r>
      <w:r w:rsidR="003E736D">
        <w:t xml:space="preserve"> </w:t>
      </w:r>
      <w:r>
        <w:t>situation</w:t>
      </w:r>
      <w:r w:rsidR="003E736D">
        <w:t xml:space="preserve"> </w:t>
      </w:r>
      <w:r>
        <w:t>where</w:t>
      </w:r>
      <w:r w:rsidR="003E736D">
        <w:t xml:space="preserve"> </w:t>
      </w:r>
      <w:r>
        <w:t>one</w:t>
      </w:r>
      <w:r w:rsidR="003E736D">
        <w:t xml:space="preserve"> </w:t>
      </w:r>
      <w:r>
        <w:t>supervisor</w:t>
      </w:r>
      <w:r w:rsidR="003E736D">
        <w:t xml:space="preserve"> </w:t>
      </w:r>
      <w:r>
        <w:t>has</w:t>
      </w:r>
      <w:r w:rsidR="003E736D">
        <w:t xml:space="preserve"> </w:t>
      </w:r>
      <w:r>
        <w:t>multiple</w:t>
      </w:r>
      <w:r w:rsidR="003E736D">
        <w:t xml:space="preserve"> </w:t>
      </w:r>
      <w:r>
        <w:t>employees</w:t>
      </w:r>
      <w:r w:rsidR="003E736D">
        <w:t xml:space="preserve"> </w:t>
      </w:r>
      <w:r>
        <w:t>working</w:t>
      </w:r>
      <w:r w:rsidR="003E736D">
        <w:t xml:space="preserve"> </w:t>
      </w:r>
      <w:r>
        <w:t>under</w:t>
      </w:r>
      <w:r w:rsidR="003E736D">
        <w:t xml:space="preserve"> </w:t>
      </w:r>
      <w:r>
        <w:t>their</w:t>
      </w:r>
      <w:r w:rsidR="003E736D">
        <w:t xml:space="preserve"> </w:t>
      </w:r>
      <w:r>
        <w:t>direction</w:t>
      </w:r>
      <w:r w:rsidR="003E736D">
        <w:t xml:space="preserve"> </w:t>
      </w:r>
      <w:r>
        <w:t>who</w:t>
      </w:r>
      <w:r w:rsidR="003E736D">
        <w:t xml:space="preserve"> </w:t>
      </w:r>
      <w:r>
        <w:t>are</w:t>
      </w:r>
      <w:r w:rsidR="003E736D">
        <w:t xml:space="preserve"> </w:t>
      </w:r>
      <w:r>
        <w:t>in</w:t>
      </w:r>
      <w:r w:rsidR="003E736D">
        <w:t xml:space="preserve"> </w:t>
      </w:r>
      <w:r>
        <w:t>violation</w:t>
      </w:r>
      <w:r w:rsidR="003E736D">
        <w:t xml:space="preserve"> </w:t>
      </w:r>
      <w:r>
        <w:t>of</w:t>
      </w:r>
      <w:r w:rsidR="003E736D">
        <w:t xml:space="preserve"> </w:t>
      </w:r>
      <w:r>
        <w:t>a</w:t>
      </w:r>
      <w:r w:rsidR="003E736D">
        <w:t xml:space="preserve"> </w:t>
      </w:r>
      <w:r>
        <w:t>written</w:t>
      </w:r>
      <w:r w:rsidR="003E736D">
        <w:t xml:space="preserve"> </w:t>
      </w:r>
      <w:r>
        <w:t>Federal,</w:t>
      </w:r>
      <w:r w:rsidR="003E736D">
        <w:t xml:space="preserve"> </w:t>
      </w:r>
      <w:r>
        <w:t>State,</w:t>
      </w:r>
      <w:r w:rsidR="003E736D">
        <w:t xml:space="preserve"> </w:t>
      </w:r>
      <w:r>
        <w:t>project,</w:t>
      </w:r>
      <w:r w:rsidR="003E736D">
        <w:t xml:space="preserve"> </w:t>
      </w:r>
      <w:r>
        <w:t>or</w:t>
      </w:r>
      <w:r w:rsidR="003E736D">
        <w:t xml:space="preserve"> </w:t>
      </w:r>
      <w:r>
        <w:t>company</w:t>
      </w:r>
      <w:r w:rsidR="003E736D">
        <w:t xml:space="preserve"> </w:t>
      </w:r>
      <w:r>
        <w:t>policy.</w:t>
      </w:r>
    </w:p>
    <w:p w14:paraId="346CFEB6" w14:textId="77777777" w:rsidR="00B253FB" w:rsidRDefault="00B253FB" w:rsidP="004D119B">
      <w:pPr>
        <w:pStyle w:val="Spec"/>
        <w:numPr>
          <w:ilvl w:val="3"/>
          <w:numId w:val="2"/>
        </w:numPr>
      </w:pPr>
      <w:r>
        <w:t>Violations</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examples</w:t>
      </w:r>
      <w:r w:rsidR="003E736D">
        <w:t xml:space="preserve"> </w:t>
      </w:r>
      <w:r>
        <w:t>listed</w:t>
      </w:r>
      <w:r w:rsidR="003E736D">
        <w:t xml:space="preserve"> </w:t>
      </w:r>
      <w:r>
        <w:t>above.</w:t>
      </w:r>
    </w:p>
    <w:p w14:paraId="54746235" w14:textId="77777777" w:rsidR="00B253FB" w:rsidRDefault="00744255" w:rsidP="00744255">
      <w:pPr>
        <w:pStyle w:val="Spec"/>
        <w:numPr>
          <w:ilvl w:val="0"/>
          <w:numId w:val="0"/>
        </w:numPr>
        <w:ind w:left="3600" w:hanging="720"/>
      </w:pPr>
      <w:r>
        <w:t xml:space="preserve">NOTE: </w:t>
      </w:r>
      <w:r w:rsidR="00B253FB">
        <w:t>An</w:t>
      </w:r>
      <w:r w:rsidR="003E736D">
        <w:t xml:space="preserve"> </w:t>
      </w:r>
      <w:r w:rsidR="00B253FB">
        <w:t>“employee”</w:t>
      </w:r>
      <w:r w:rsidR="003E736D">
        <w:t xml:space="preserve"> </w:t>
      </w:r>
      <w:r w:rsidR="00B253FB">
        <w:t>may</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r w:rsidR="003E736D">
        <w:t xml:space="preserve"> </w:t>
      </w:r>
      <w:r w:rsidR="00B253FB">
        <w:t>at</w:t>
      </w:r>
      <w:r w:rsidR="003E736D">
        <w:t xml:space="preserve"> </w:t>
      </w:r>
      <w:r w:rsidR="00B253FB">
        <w:t>any</w:t>
      </w:r>
      <w:r w:rsidR="003E736D">
        <w:t xml:space="preserve"> </w:t>
      </w:r>
      <w:r w:rsidR="00B253FB">
        <w:t>time</w:t>
      </w:r>
      <w:r w:rsidR="003E736D">
        <w:t xml:space="preserve"> </w:t>
      </w:r>
      <w:r w:rsidR="00B253FB">
        <w:t>for</w:t>
      </w:r>
      <w:r w:rsidR="003E736D">
        <w:t xml:space="preserve"> </w:t>
      </w:r>
      <w:r w:rsidR="00B253FB">
        <w:t>a</w:t>
      </w:r>
      <w:r w:rsidR="003E736D">
        <w:t xml:space="preserve"> </w:t>
      </w:r>
      <w:r w:rsidR="00B253FB">
        <w:t>safety</w:t>
      </w:r>
      <w:r w:rsidR="003E736D">
        <w:t xml:space="preserve"> </w:t>
      </w:r>
      <w:r w:rsidR="00B253FB">
        <w:t>violation</w:t>
      </w:r>
      <w:r w:rsidR="003E736D">
        <w:t xml:space="preserve"> </w:t>
      </w:r>
      <w:r w:rsidR="00B253FB">
        <w:t>that</w:t>
      </w:r>
      <w:r w:rsidR="003E736D">
        <w:t xml:space="preserve"> </w:t>
      </w:r>
      <w:r w:rsidR="00B253FB">
        <w:t>endangers</w:t>
      </w:r>
      <w:r w:rsidR="003E736D">
        <w:t xml:space="preserve"> </w:t>
      </w:r>
      <w:r w:rsidR="00B253FB">
        <w:t>his</w:t>
      </w:r>
      <w:r w:rsidR="003E736D">
        <w:t xml:space="preserve"> </w:t>
      </w:r>
      <w:r w:rsidR="00B253FB">
        <w:t>life</w:t>
      </w:r>
      <w:r w:rsidR="003E736D">
        <w:t xml:space="preserve"> </w:t>
      </w:r>
      <w:r w:rsidR="00B253FB">
        <w:t>or</w:t>
      </w:r>
      <w:r w:rsidR="003E736D">
        <w:t xml:space="preserve"> </w:t>
      </w:r>
      <w:r w:rsidR="00B253FB">
        <w:t>the</w:t>
      </w:r>
      <w:r w:rsidR="003E736D">
        <w:t xml:space="preserve"> </w:t>
      </w:r>
      <w:r w:rsidR="00B253FB">
        <w:t>life</w:t>
      </w:r>
      <w:r w:rsidR="003E736D">
        <w:t xml:space="preserve"> </w:t>
      </w:r>
      <w:r w:rsidR="00B253FB">
        <w:t>of</w:t>
      </w:r>
      <w:r w:rsidR="003E736D">
        <w:t xml:space="preserve"> </w:t>
      </w:r>
      <w:r w:rsidR="00B253FB">
        <w:t>a</w:t>
      </w:r>
      <w:r w:rsidR="003E736D">
        <w:t xml:space="preserve"> </w:t>
      </w:r>
      <w:r w:rsidR="00B253FB">
        <w:t>fellow</w:t>
      </w:r>
      <w:r w:rsidR="003E736D">
        <w:t xml:space="preserve"> </w:t>
      </w:r>
      <w:r w:rsidR="00B253FB">
        <w:t>employee.</w:t>
      </w:r>
    </w:p>
    <w:p w14:paraId="0FE88025" w14:textId="77777777" w:rsidR="00B253FB" w:rsidRDefault="00B253FB" w:rsidP="004D119B">
      <w:pPr>
        <w:pStyle w:val="Spec"/>
        <w:numPr>
          <w:ilvl w:val="2"/>
          <w:numId w:val="2"/>
        </w:numPr>
      </w:pPr>
      <w:r>
        <w:lastRenderedPageBreak/>
        <w:t>Defining</w:t>
      </w:r>
      <w:r w:rsidR="003E736D">
        <w:t xml:space="preserve"> </w:t>
      </w:r>
      <w:r>
        <w:t>“Employee”</w:t>
      </w:r>
    </w:p>
    <w:p w14:paraId="6588CCB4" w14:textId="77777777" w:rsidR="00B253FB" w:rsidRDefault="00B253FB" w:rsidP="004D119B">
      <w:pPr>
        <w:pStyle w:val="Spec"/>
        <w:numPr>
          <w:ilvl w:val="3"/>
          <w:numId w:val="2"/>
        </w:numPr>
      </w:pPr>
      <w:r>
        <w:t>As</w:t>
      </w:r>
      <w:r w:rsidR="003E736D">
        <w:t xml:space="preserve"> </w:t>
      </w:r>
      <w:r>
        <w:t>mentioned</w:t>
      </w:r>
      <w:r w:rsidR="003E736D">
        <w:t xml:space="preserve"> </w:t>
      </w:r>
      <w:r>
        <w:t>earlier,</w:t>
      </w:r>
      <w:r w:rsidR="003E736D">
        <w:t xml:space="preserve"> </w:t>
      </w:r>
      <w:r w:rsidRPr="00DF77C6">
        <w:t>all</w:t>
      </w:r>
      <w:r w:rsidR="003E736D" w:rsidRPr="00DF77C6">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included</w:t>
      </w:r>
      <w:r w:rsidR="003E736D">
        <w:t xml:space="preserve"> </w:t>
      </w:r>
      <w:r>
        <w:t>in</w:t>
      </w:r>
      <w:r w:rsidR="003E736D">
        <w:t xml:space="preserve"> </w:t>
      </w:r>
      <w:r>
        <w:t>this</w:t>
      </w:r>
      <w:r w:rsidR="003E736D">
        <w:t xml:space="preserve"> </w:t>
      </w:r>
      <w:r>
        <w:t>program.</w:t>
      </w:r>
    </w:p>
    <w:p w14:paraId="4C21F73F" w14:textId="77777777" w:rsidR="00B253FB" w:rsidRDefault="00B253FB" w:rsidP="004D119B">
      <w:pPr>
        <w:pStyle w:val="Spec"/>
        <w:numPr>
          <w:ilvl w:val="3"/>
          <w:numId w:val="2"/>
        </w:numPr>
      </w:pPr>
      <w:r>
        <w:t>Job</w:t>
      </w:r>
      <w:r w:rsidR="003E736D">
        <w:t xml:space="preserve"> </w:t>
      </w:r>
      <w:r>
        <w:t>title</w:t>
      </w:r>
      <w:r w:rsidR="003E736D">
        <w:t xml:space="preserve"> </w:t>
      </w:r>
      <w:r>
        <w:t>classifications</w:t>
      </w:r>
      <w:r w:rsidR="003E736D">
        <w:t xml:space="preserve"> </w:t>
      </w:r>
      <w:r>
        <w:t>can</w:t>
      </w:r>
      <w:r w:rsidR="003E736D">
        <w:t xml:space="preserve"> </w:t>
      </w:r>
      <w:r>
        <w:t>include</w:t>
      </w:r>
      <w:r w:rsidR="003E736D">
        <w:t xml:space="preserve"> </w:t>
      </w:r>
      <w:r>
        <w:t>but</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trades</w:t>
      </w:r>
      <w:r w:rsidR="003E736D">
        <w:t xml:space="preserve"> </w:t>
      </w:r>
      <w:r>
        <w:t>person,</w:t>
      </w:r>
      <w:r w:rsidR="003E736D">
        <w:t xml:space="preserve"> </w:t>
      </w:r>
      <w:r>
        <w:t>foreman,</w:t>
      </w:r>
      <w:r w:rsidR="003E736D">
        <w:t xml:space="preserve"> </w:t>
      </w:r>
      <w:r>
        <w:t>supervisor,</w:t>
      </w:r>
      <w:r w:rsidR="003E736D">
        <w:t xml:space="preserve"> </w:t>
      </w:r>
      <w:r>
        <w:t>superintendent,</w:t>
      </w:r>
      <w:r w:rsidR="003E736D">
        <w:t xml:space="preserve"> </w:t>
      </w:r>
      <w:r>
        <w:t>etc.</w:t>
      </w:r>
    </w:p>
    <w:p w14:paraId="4E170E44" w14:textId="633473A8" w:rsidR="00B253FB" w:rsidRDefault="00B253FB" w:rsidP="004D119B">
      <w:pPr>
        <w:pStyle w:val="Spec"/>
        <w:numPr>
          <w:ilvl w:val="3"/>
          <w:numId w:val="2"/>
        </w:numPr>
      </w:pPr>
      <w:r>
        <w:t>Any</w:t>
      </w:r>
      <w:r w:rsidR="003E736D">
        <w:t xml:space="preserve"> </w:t>
      </w:r>
      <w:r>
        <w:t>person</w:t>
      </w:r>
      <w:r w:rsidR="003E736D">
        <w:t xml:space="preserve"> </w:t>
      </w:r>
      <w:r>
        <w:t>(s)</w:t>
      </w:r>
      <w:r w:rsidR="003E736D">
        <w:t xml:space="preserve"> </w:t>
      </w:r>
      <w:r>
        <w:t>directly</w:t>
      </w:r>
      <w:r w:rsidR="003E736D">
        <w:t xml:space="preserve"> </w:t>
      </w:r>
      <w:r>
        <w:t>reprimanded</w:t>
      </w:r>
      <w:r w:rsidR="003E736D">
        <w:t xml:space="preserve"> </w:t>
      </w:r>
      <w:r>
        <w:t>for</w:t>
      </w:r>
      <w:r w:rsidR="003E736D">
        <w:t xml:space="preserve"> </w:t>
      </w:r>
      <w:r>
        <w:t>their</w:t>
      </w:r>
      <w:r w:rsidR="003E736D">
        <w:t xml:space="preserve"> </w:t>
      </w:r>
      <w:r>
        <w:t>own</w:t>
      </w:r>
      <w:r w:rsidR="003E736D">
        <w:t xml:space="preserve"> </w:t>
      </w:r>
      <w:r>
        <w:t>actions</w:t>
      </w:r>
      <w:r w:rsidR="003E736D">
        <w:t xml:space="preserve"> </w:t>
      </w:r>
      <w:r>
        <w:t>or</w:t>
      </w:r>
      <w:r w:rsidR="003E736D">
        <w:t xml:space="preserve"> </w:t>
      </w:r>
      <w:r>
        <w:t>inactions,</w:t>
      </w:r>
      <w:r w:rsidR="003E736D">
        <w:t xml:space="preserve"> </w:t>
      </w:r>
      <w:r>
        <w:t>regardless</w:t>
      </w:r>
      <w:r w:rsidR="003E736D">
        <w:t xml:space="preserve"> </w:t>
      </w:r>
      <w:r>
        <w:t>of</w:t>
      </w:r>
      <w:r w:rsidR="003E736D">
        <w:t xml:space="preserve"> </w:t>
      </w:r>
      <w:r>
        <w:t>their</w:t>
      </w:r>
      <w:r w:rsidR="003E736D">
        <w:t xml:space="preserve"> </w:t>
      </w:r>
      <w:r>
        <w:t>position,</w:t>
      </w:r>
      <w:r w:rsidR="003E736D">
        <w:t xml:space="preserve"> </w:t>
      </w:r>
      <w:r>
        <w:t>shall</w:t>
      </w:r>
      <w:r w:rsidR="003E736D">
        <w:t xml:space="preserve"> </w:t>
      </w:r>
      <w:r>
        <w:t>be</w:t>
      </w:r>
      <w:r w:rsidR="003E736D">
        <w:t xml:space="preserve"> </w:t>
      </w:r>
      <w:r>
        <w:t>reprimanded</w:t>
      </w:r>
      <w:r w:rsidR="003E736D">
        <w:t xml:space="preserve"> </w:t>
      </w:r>
      <w:r>
        <w:t>as</w:t>
      </w:r>
      <w:r w:rsidR="003E736D">
        <w:t xml:space="preserve"> </w:t>
      </w:r>
      <w:r>
        <w:t>a</w:t>
      </w:r>
      <w:r w:rsidR="003E736D">
        <w:t xml:space="preserve"> </w:t>
      </w:r>
      <w:r>
        <w:t>“Worker</w:t>
      </w:r>
      <w:r w:rsidR="00633911">
        <w:t>.”</w:t>
      </w:r>
    </w:p>
    <w:p w14:paraId="658B337F" w14:textId="77777777" w:rsidR="00B253FB" w:rsidRDefault="00B253FB" w:rsidP="004D119B">
      <w:pPr>
        <w:pStyle w:val="Spec"/>
        <w:numPr>
          <w:ilvl w:val="2"/>
          <w:numId w:val="2"/>
        </w:numPr>
      </w:pPr>
      <w:r>
        <w:t>Defining</w:t>
      </w:r>
      <w:r w:rsidR="003E736D">
        <w:t xml:space="preserve"> </w:t>
      </w:r>
      <w:r>
        <w:t>the</w:t>
      </w:r>
      <w:r w:rsidR="003E736D">
        <w:t xml:space="preserve"> </w:t>
      </w:r>
      <w:r>
        <w:t>“Procedure”</w:t>
      </w:r>
    </w:p>
    <w:p w14:paraId="28438573" w14:textId="77777777" w:rsidR="00B253FB" w:rsidRDefault="00B253FB" w:rsidP="004D119B">
      <w:pPr>
        <w:pStyle w:val="Spec"/>
        <w:numPr>
          <w:ilvl w:val="3"/>
          <w:numId w:val="2"/>
        </w:numPr>
      </w:pPr>
      <w:r>
        <w:t>Individuals</w:t>
      </w:r>
      <w:r w:rsidR="003E736D">
        <w:t xml:space="preserve"> </w:t>
      </w:r>
      <w:r>
        <w:t>observed</w:t>
      </w:r>
      <w:r w:rsidR="003E736D">
        <w:t xml:space="preserve"> </w:t>
      </w:r>
      <w:r>
        <w:t>committing</w:t>
      </w:r>
      <w:r w:rsidR="003E736D">
        <w:t xml:space="preserve"> </w:t>
      </w:r>
      <w:r>
        <w:t>infractions</w:t>
      </w:r>
      <w:r w:rsidR="003E736D">
        <w:t xml:space="preserve"> </w:t>
      </w:r>
      <w:r>
        <w:t>of</w:t>
      </w:r>
      <w:r w:rsidR="003E736D">
        <w:t xml:space="preserve"> </w:t>
      </w:r>
      <w:r>
        <w:t>written</w:t>
      </w:r>
      <w:r w:rsidR="003E736D">
        <w:t xml:space="preserve"> </w:t>
      </w:r>
      <w:r>
        <w:t>Federal,</w:t>
      </w:r>
      <w:r w:rsidR="003E736D">
        <w:t xml:space="preserve"> </w:t>
      </w:r>
      <w:r>
        <w:t>State,</w:t>
      </w:r>
      <w:r w:rsidR="003E736D">
        <w:t xml:space="preserve"> </w:t>
      </w:r>
      <w:r>
        <w:t>site,</w:t>
      </w:r>
      <w:r w:rsidR="003E736D">
        <w:t xml:space="preserve"> </w:t>
      </w:r>
      <w:r>
        <w:t>or</w:t>
      </w:r>
      <w:r w:rsidR="003E736D">
        <w:t xml:space="preserve"> </w:t>
      </w:r>
      <w:r>
        <w:t>company</w:t>
      </w:r>
      <w:r w:rsidR="003E736D">
        <w:t xml:space="preserve"> </w:t>
      </w:r>
      <w:r>
        <w:t>safety</w:t>
      </w:r>
      <w:r w:rsidR="003E736D">
        <w:t xml:space="preserve"> </w:t>
      </w:r>
      <w:r>
        <w:t>policies</w:t>
      </w:r>
      <w:r w:rsidR="003E736D">
        <w:t xml:space="preserve"> </w:t>
      </w:r>
      <w:r>
        <w:t>shall</w:t>
      </w:r>
      <w:r w:rsidR="003E736D">
        <w:t xml:space="preserve"> </w:t>
      </w:r>
      <w:r>
        <w:t>be</w:t>
      </w:r>
      <w:r w:rsidR="003E736D">
        <w:t xml:space="preserve"> </w:t>
      </w:r>
      <w:r>
        <w:t>brought</w:t>
      </w:r>
      <w:r w:rsidR="003E736D">
        <w:t xml:space="preserve"> </w:t>
      </w:r>
      <w:r>
        <w:t>to</w:t>
      </w:r>
      <w:r w:rsidR="003E736D">
        <w:t xml:space="preserve"> </w:t>
      </w:r>
      <w:r>
        <w:t>the</w:t>
      </w:r>
      <w:r w:rsidR="003E736D">
        <w:t xml:space="preserve"> </w:t>
      </w:r>
      <w:r>
        <w:t>attention</w:t>
      </w:r>
      <w:r w:rsidR="003E736D">
        <w:t xml:space="preserve"> </w:t>
      </w:r>
      <w:r>
        <w:t>of</w:t>
      </w:r>
      <w:r w:rsidR="003E736D">
        <w:t xml:space="preserve"> </w:t>
      </w:r>
      <w:r>
        <w:t>the</w:t>
      </w:r>
      <w:r w:rsidR="003E736D">
        <w:t xml:space="preserve"> </w:t>
      </w:r>
      <w:r>
        <w:t>Contractor’s</w:t>
      </w:r>
      <w:r w:rsidR="003E736D">
        <w:t xml:space="preserve"> </w:t>
      </w:r>
      <w:r>
        <w:t>management.</w:t>
      </w:r>
    </w:p>
    <w:p w14:paraId="41635F59" w14:textId="77777777" w:rsidR="00B253FB" w:rsidRPr="001E3F65" w:rsidRDefault="004D0BA0" w:rsidP="004D119B">
      <w:pPr>
        <w:pStyle w:val="Spec"/>
        <w:numPr>
          <w:ilvl w:val="3"/>
          <w:numId w:val="2"/>
        </w:numPr>
      </w:pPr>
      <w:r>
        <w:rPr>
          <w:szCs w:val="24"/>
        </w:rPr>
        <w:t>The</w:t>
      </w:r>
      <w:r w:rsidR="003E736D" w:rsidRPr="001E3F65">
        <w:t xml:space="preserve"> </w:t>
      </w:r>
      <w:r>
        <w:rPr>
          <w:szCs w:val="24"/>
        </w:rPr>
        <w:t>contractor</w:t>
      </w:r>
      <w:r w:rsidR="003E736D" w:rsidRPr="001E3F65">
        <w:t xml:space="preserve"> </w:t>
      </w:r>
      <w:r>
        <w:rPr>
          <w:szCs w:val="24"/>
        </w:rPr>
        <w:t>shall</w:t>
      </w:r>
      <w:r w:rsidR="003E736D" w:rsidRPr="001E3F65">
        <w:t xml:space="preserve"> </w:t>
      </w:r>
      <w:r>
        <w:rPr>
          <w:szCs w:val="24"/>
        </w:rPr>
        <w:t>in</w:t>
      </w:r>
      <w:r w:rsidR="003E736D" w:rsidRPr="001E3F65">
        <w:t xml:space="preserve"> </w:t>
      </w:r>
      <w:r>
        <w:rPr>
          <w:szCs w:val="24"/>
        </w:rPr>
        <w:t>a</w:t>
      </w:r>
      <w:r w:rsidR="003E736D" w:rsidRPr="001E3F65">
        <w:t xml:space="preserve"> </w:t>
      </w:r>
      <w:r>
        <w:rPr>
          <w:szCs w:val="24"/>
        </w:rPr>
        <w:t>timely</w:t>
      </w:r>
      <w:r w:rsidR="003E736D" w:rsidRPr="001E3F65">
        <w:t xml:space="preserve"> </w:t>
      </w:r>
      <w:r>
        <w:rPr>
          <w:szCs w:val="24"/>
        </w:rPr>
        <w:t>manner,</w:t>
      </w:r>
      <w:r w:rsidR="003E736D" w:rsidRPr="001E3F65">
        <w:t xml:space="preserve"> </w:t>
      </w:r>
      <w:r>
        <w:rPr>
          <w:szCs w:val="24"/>
        </w:rPr>
        <w:t>notify</w:t>
      </w:r>
      <w:r w:rsidR="003E736D" w:rsidRPr="001E3F65">
        <w:t xml:space="preserve"> </w:t>
      </w:r>
      <w:r>
        <w:rPr>
          <w:szCs w:val="24"/>
        </w:rPr>
        <w:t>the</w:t>
      </w:r>
      <w:r w:rsidR="003E736D" w:rsidRPr="001E3F65">
        <w:t xml:space="preserve"> </w:t>
      </w:r>
      <w:r>
        <w:rPr>
          <w:szCs w:val="24"/>
        </w:rPr>
        <w:t>identified</w:t>
      </w:r>
      <w:r w:rsidR="003E736D" w:rsidRPr="001E3F65">
        <w:t xml:space="preserve"> </w:t>
      </w:r>
      <w:r>
        <w:rPr>
          <w:szCs w:val="24"/>
        </w:rPr>
        <w:t>employee(s)</w:t>
      </w:r>
      <w:r w:rsidR="003E736D" w:rsidRPr="001E3F65">
        <w:t xml:space="preserve"> </w:t>
      </w:r>
      <w:r>
        <w:rPr>
          <w:szCs w:val="24"/>
        </w:rPr>
        <w:t>that</w:t>
      </w:r>
      <w:r w:rsidR="003E736D" w:rsidRPr="001E3F65">
        <w:t xml:space="preserve"> </w:t>
      </w:r>
      <w:r>
        <w:rPr>
          <w:szCs w:val="24"/>
        </w:rPr>
        <w:t>they</w:t>
      </w:r>
      <w:r w:rsidR="003E736D" w:rsidRPr="001E3F65">
        <w:t xml:space="preserve"> </w:t>
      </w:r>
      <w:r>
        <w:rPr>
          <w:szCs w:val="24"/>
        </w:rPr>
        <w:t>are</w:t>
      </w:r>
      <w:r w:rsidR="003E736D" w:rsidRPr="001E3F65">
        <w:t xml:space="preserve"> </w:t>
      </w:r>
      <w:r>
        <w:rPr>
          <w:szCs w:val="24"/>
        </w:rPr>
        <w:t>in</w:t>
      </w:r>
      <w:r w:rsidR="003E736D" w:rsidRPr="001E3F65">
        <w:t xml:space="preserve"> </w:t>
      </w:r>
      <w:r>
        <w:rPr>
          <w:szCs w:val="24"/>
        </w:rPr>
        <w:t>violation</w:t>
      </w:r>
      <w:r w:rsidR="003E736D" w:rsidRPr="001E3F65">
        <w:t xml:space="preserve"> </w:t>
      </w:r>
      <w:r>
        <w:rPr>
          <w:szCs w:val="24"/>
        </w:rPr>
        <w:t>of</w:t>
      </w:r>
      <w:r w:rsidR="003E736D" w:rsidRPr="001E3F65">
        <w:t xml:space="preserve"> </w:t>
      </w:r>
      <w:r>
        <w:rPr>
          <w:szCs w:val="24"/>
        </w:rPr>
        <w:t>written</w:t>
      </w:r>
      <w:r w:rsidR="003E736D" w:rsidRPr="001E3F65">
        <w:t xml:space="preserve"> </w:t>
      </w:r>
      <w:r>
        <w:rPr>
          <w:szCs w:val="24"/>
        </w:rPr>
        <w:t>safety</w:t>
      </w:r>
      <w:r w:rsidR="003E736D" w:rsidRPr="001E3F65">
        <w:t xml:space="preserve"> </w:t>
      </w:r>
      <w:r>
        <w:rPr>
          <w:szCs w:val="24"/>
        </w:rPr>
        <w:t>rules</w:t>
      </w:r>
      <w:r w:rsidR="003E736D" w:rsidRPr="001E3F65">
        <w:t xml:space="preserve"> </w:t>
      </w:r>
      <w:r>
        <w:rPr>
          <w:szCs w:val="24"/>
        </w:rPr>
        <w:t>or</w:t>
      </w:r>
      <w:r w:rsidR="003E736D" w:rsidRPr="001E3F65">
        <w:t xml:space="preserve"> </w:t>
      </w:r>
      <w:r>
        <w:rPr>
          <w:szCs w:val="24"/>
        </w:rPr>
        <w:t>procedures</w:t>
      </w:r>
      <w:r w:rsidR="003E736D" w:rsidRPr="001E3F65">
        <w:t xml:space="preserve"> </w:t>
      </w:r>
      <w:r>
        <w:rPr>
          <w:szCs w:val="24"/>
        </w:rPr>
        <w:t>and</w:t>
      </w:r>
      <w:r w:rsidR="003E736D" w:rsidRPr="001E3F65">
        <w:t xml:space="preserve"> </w:t>
      </w:r>
      <w:r>
        <w:rPr>
          <w:szCs w:val="24"/>
        </w:rPr>
        <w:t>shall</w:t>
      </w:r>
      <w:r w:rsidR="003E736D" w:rsidRPr="001E3F65">
        <w:t xml:space="preserve"> </w:t>
      </w:r>
      <w:r>
        <w:rPr>
          <w:szCs w:val="24"/>
        </w:rPr>
        <w:t>abate</w:t>
      </w:r>
      <w:r w:rsidR="003E736D" w:rsidRPr="001E3F65">
        <w:t xml:space="preserve"> </w:t>
      </w:r>
      <w:r>
        <w:rPr>
          <w:szCs w:val="24"/>
        </w:rPr>
        <w:t>the</w:t>
      </w:r>
      <w:r w:rsidR="003E736D" w:rsidRPr="001E3F65">
        <w:t xml:space="preserve"> </w:t>
      </w:r>
      <w:r>
        <w:rPr>
          <w:szCs w:val="24"/>
        </w:rPr>
        <w:t>hazard.</w:t>
      </w:r>
    </w:p>
    <w:p w14:paraId="1C4DB99E" w14:textId="6E45D968" w:rsidR="00B253FB" w:rsidRDefault="00B253FB" w:rsidP="004D119B">
      <w:pPr>
        <w:pStyle w:val="Spec"/>
        <w:numPr>
          <w:ilvl w:val="3"/>
          <w:numId w:val="2"/>
        </w:numPr>
      </w:pPr>
      <w:r>
        <w:t>In</w:t>
      </w:r>
      <w:r w:rsidR="003E736D">
        <w:t xml:space="preserve"> </w:t>
      </w:r>
      <w:r>
        <w:t>the</w:t>
      </w:r>
      <w:r w:rsidR="003E736D">
        <w:t xml:space="preserve"> </w:t>
      </w:r>
      <w:r>
        <w:t>event</w:t>
      </w:r>
      <w:r w:rsidR="003E736D">
        <w:t xml:space="preserve"> </w:t>
      </w:r>
      <w:r>
        <w:t>of</w:t>
      </w:r>
      <w:r w:rsidR="003E736D">
        <w:t xml:space="preserve"> </w:t>
      </w:r>
      <w:r>
        <w:t>“Imminent</w:t>
      </w:r>
      <w:r w:rsidR="003E736D">
        <w:t xml:space="preserve"> </w:t>
      </w:r>
      <w:r>
        <w:t>Danger</w:t>
      </w:r>
      <w:r w:rsidR="003E736D">
        <w:t xml:space="preserve"> </w:t>
      </w:r>
      <w:r>
        <w:t>or”</w:t>
      </w:r>
      <w:r w:rsidR="003E736D">
        <w:t xml:space="preserve"> </w:t>
      </w:r>
      <w:r>
        <w:t>a</w:t>
      </w:r>
      <w:r w:rsidR="003E736D">
        <w:t xml:space="preserve"> </w:t>
      </w:r>
      <w:r>
        <w:t>“Serious</w:t>
      </w:r>
      <w:r w:rsidR="003E736D">
        <w:t xml:space="preserve"> </w:t>
      </w:r>
      <w:r>
        <w:t>Violation”,</w:t>
      </w:r>
      <w:r w:rsidR="003E736D">
        <w:t xml:space="preserve"> </w:t>
      </w:r>
      <w:r>
        <w:t>the</w:t>
      </w:r>
      <w:r w:rsidR="003E736D">
        <w:t xml:space="preserve"> </w:t>
      </w:r>
      <w:r>
        <w:t>Contractor</w:t>
      </w:r>
      <w:r w:rsidR="003E736D">
        <w:t xml:space="preserve"> </w:t>
      </w:r>
      <w:r>
        <w:t>or</w:t>
      </w:r>
      <w:r w:rsidR="003E736D">
        <w:t xml:space="preserve"> </w:t>
      </w:r>
      <w:r>
        <w:t>POS</w:t>
      </w:r>
      <w:r w:rsidR="003E736D">
        <w:t xml:space="preserve"> </w:t>
      </w:r>
      <w:r>
        <w:t>shall</w:t>
      </w:r>
      <w:r w:rsidR="003E736D">
        <w:t xml:space="preserve"> </w:t>
      </w:r>
      <w:r>
        <w:t>immediately</w:t>
      </w:r>
      <w:r w:rsidR="003E736D">
        <w:t xml:space="preserve"> </w:t>
      </w:r>
      <w:r>
        <w:t>notify</w:t>
      </w:r>
      <w:r w:rsidR="003E736D">
        <w:t xml:space="preserve"> </w:t>
      </w:r>
      <w:r>
        <w:t>and</w:t>
      </w:r>
      <w:r w:rsidR="003E736D">
        <w:t xml:space="preserve"> </w:t>
      </w:r>
      <w:r>
        <w:t>remove</w:t>
      </w:r>
      <w:r w:rsidR="003E736D">
        <w:t xml:space="preserve"> </w:t>
      </w:r>
      <w:r>
        <w:t>the</w:t>
      </w:r>
      <w:r w:rsidR="003E736D">
        <w:t xml:space="preserve"> </w:t>
      </w:r>
      <w:r>
        <w:t>employee(s)</w:t>
      </w:r>
      <w:r w:rsidR="003E736D">
        <w:t xml:space="preserve"> </w:t>
      </w:r>
      <w:r>
        <w:t>from</w:t>
      </w:r>
      <w:r w:rsidR="003E736D">
        <w:t xml:space="preserve"> </w:t>
      </w:r>
      <w:r>
        <w:t>the</w:t>
      </w:r>
      <w:r w:rsidR="003E736D">
        <w:t xml:space="preserve"> </w:t>
      </w:r>
      <w:r>
        <w:t>hazardous</w:t>
      </w:r>
      <w:r w:rsidR="003E736D">
        <w:t xml:space="preserve"> </w:t>
      </w:r>
      <w:r>
        <w:t>situation.</w:t>
      </w:r>
    </w:p>
    <w:p w14:paraId="6CD6A588" w14:textId="08B261C5"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provide</w:t>
      </w:r>
      <w:r w:rsidR="003E736D">
        <w:t xml:space="preserve"> </w:t>
      </w:r>
      <w:r>
        <w:t>timely</w:t>
      </w:r>
      <w:r w:rsidR="003E736D">
        <w:t xml:space="preserve"> </w:t>
      </w:r>
      <w:r>
        <w:t>written</w:t>
      </w:r>
      <w:r w:rsidR="003E736D">
        <w:t xml:space="preserve"> </w:t>
      </w:r>
      <w:r>
        <w:t>warning</w:t>
      </w:r>
      <w:r w:rsidR="003E736D">
        <w:t xml:space="preserve"> </w:t>
      </w:r>
      <w:r>
        <w:t>to</w:t>
      </w:r>
      <w:r w:rsidR="003E736D">
        <w:t xml:space="preserve"> </w:t>
      </w:r>
      <w:r>
        <w:t>the</w:t>
      </w:r>
      <w:r w:rsidR="003E736D">
        <w:t xml:space="preserve"> </w:t>
      </w:r>
      <w:r>
        <w:t>identified</w:t>
      </w:r>
      <w:r w:rsidR="003E736D">
        <w:t xml:space="preserve"> </w:t>
      </w:r>
      <w:r>
        <w:t>individual(s)</w:t>
      </w:r>
      <w:r w:rsidRPr="00DF77C6">
        <w:t>,</w:t>
      </w:r>
      <w:r w:rsidR="003E736D">
        <w:t xml:space="preserve"> </w:t>
      </w:r>
      <w:r>
        <w:t>as</w:t>
      </w:r>
      <w:r w:rsidR="003E736D">
        <w:t xml:space="preserve"> </w:t>
      </w:r>
      <w:r>
        <w:t>well</w:t>
      </w:r>
      <w:r w:rsidR="003E736D">
        <w:t xml:space="preserve"> </w:t>
      </w:r>
      <w:r>
        <w:t>as</w:t>
      </w:r>
      <w:r w:rsidR="003E736D">
        <w:t xml:space="preserve"> </w:t>
      </w:r>
      <w:r>
        <w:t>the</w:t>
      </w:r>
      <w:r w:rsidR="003E736D">
        <w:t xml:space="preserve"> </w:t>
      </w:r>
      <w:r>
        <w:t>direct</w:t>
      </w:r>
      <w:r w:rsidR="003E736D">
        <w:t xml:space="preserve"> </w:t>
      </w:r>
      <w:r>
        <w:t>supervisor</w:t>
      </w:r>
      <w:r w:rsidR="003E736D">
        <w:t xml:space="preserve"> </w:t>
      </w:r>
      <w:r>
        <w:t>and</w:t>
      </w:r>
      <w:r w:rsidR="003E736D">
        <w:t xml:space="preserve"> </w:t>
      </w:r>
      <w:r>
        <w:t>superintendent</w:t>
      </w:r>
      <w:r w:rsidR="003E736D">
        <w:t xml:space="preserve"> </w:t>
      </w:r>
      <w:r>
        <w:t>of</w:t>
      </w:r>
      <w:r w:rsidR="003E736D">
        <w:t xml:space="preserve"> </w:t>
      </w:r>
      <w:r>
        <w:t>that</w:t>
      </w:r>
      <w:r w:rsidR="003E736D">
        <w:t xml:space="preserve"> </w:t>
      </w:r>
      <w:r>
        <w:t>individual(s).</w:t>
      </w:r>
      <w:r w:rsidR="003E736D">
        <w:t xml:space="preserve"> </w:t>
      </w:r>
      <w:r>
        <w:t>The</w:t>
      </w:r>
      <w:r w:rsidR="003E736D">
        <w:t xml:space="preserve"> </w:t>
      </w:r>
      <w:r>
        <w:t>supervisor’s</w:t>
      </w:r>
      <w:r w:rsidR="003E736D">
        <w:t xml:space="preserve"> </w:t>
      </w:r>
      <w:r>
        <w:t>names</w:t>
      </w:r>
      <w:r w:rsidR="003E736D">
        <w:t xml:space="preserve"> </w:t>
      </w:r>
      <w:r>
        <w:t>shall</w:t>
      </w:r>
      <w:r w:rsidR="003E736D">
        <w:t xml:space="preserve"> </w:t>
      </w:r>
      <w:r>
        <w:t>be</w:t>
      </w:r>
      <w:r w:rsidR="003E736D">
        <w:t xml:space="preserve"> </w:t>
      </w:r>
      <w:r>
        <w:t>recorded</w:t>
      </w:r>
      <w:r w:rsidR="003E736D">
        <w:t xml:space="preserve"> </w:t>
      </w:r>
      <w:r>
        <w:t>on</w:t>
      </w:r>
      <w:r w:rsidR="003E736D">
        <w:t xml:space="preserve"> </w:t>
      </w:r>
      <w:r>
        <w:t>the</w:t>
      </w:r>
      <w:r w:rsidR="003E736D">
        <w:t xml:space="preserve"> </w:t>
      </w:r>
      <w:r>
        <w:t>“Written</w:t>
      </w:r>
      <w:r w:rsidR="003E736D">
        <w:t xml:space="preserve"> </w:t>
      </w:r>
      <w:r>
        <w:t>Violation</w:t>
      </w:r>
      <w:r w:rsidR="003E736D">
        <w:t xml:space="preserve"> </w:t>
      </w:r>
      <w:r>
        <w:t>Notice</w:t>
      </w:r>
      <w:r w:rsidR="00633911">
        <w:t>.”</w:t>
      </w:r>
    </w:p>
    <w:p w14:paraId="01994906" w14:textId="77777777" w:rsidR="00B253FB" w:rsidRPr="00DF77C6" w:rsidRDefault="00B253FB" w:rsidP="004D119B">
      <w:pPr>
        <w:pStyle w:val="Spec"/>
        <w:numPr>
          <w:ilvl w:val="3"/>
          <w:numId w:val="2"/>
        </w:numPr>
      </w:pPr>
      <w:r>
        <w:t>To</w:t>
      </w:r>
      <w:r w:rsidR="003E736D">
        <w:t xml:space="preserve"> </w:t>
      </w:r>
      <w:r>
        <w:t>discourage</w:t>
      </w:r>
      <w:r w:rsidR="003E736D">
        <w:t xml:space="preserve"> </w:t>
      </w:r>
      <w:r>
        <w:t>“Repeat</w:t>
      </w:r>
      <w:r w:rsidR="003E736D">
        <w:t xml:space="preserve"> </w:t>
      </w:r>
      <w:r>
        <w:t>Violations”</w:t>
      </w:r>
      <w:r w:rsidR="003E736D">
        <w:t xml:space="preserve"> </w:t>
      </w:r>
      <w:r>
        <w:t>or</w:t>
      </w:r>
      <w:r w:rsidR="003E736D">
        <w:t xml:space="preserve"> </w:t>
      </w:r>
      <w:r>
        <w:t>supervisor</w:t>
      </w:r>
      <w:r w:rsidR="003E736D">
        <w:t xml:space="preserve"> </w:t>
      </w:r>
      <w:r>
        <w:t>apathy,</w:t>
      </w:r>
      <w:r w:rsidR="003E736D">
        <w:t xml:space="preserve"> </w:t>
      </w:r>
      <w:r>
        <w:t>the</w:t>
      </w:r>
      <w:r w:rsidR="003E736D">
        <w:t xml:space="preserve"> </w:t>
      </w:r>
      <w:r>
        <w:t>supervision</w:t>
      </w:r>
      <w:r w:rsidR="003E736D">
        <w:t xml:space="preserve"> </w:t>
      </w:r>
      <w:r>
        <w:t>is</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as</w:t>
      </w:r>
      <w:r w:rsidR="003E736D">
        <w:t xml:space="preserve"> </w:t>
      </w:r>
      <w:r>
        <w:t>stated</w:t>
      </w:r>
      <w:r w:rsidR="003E736D">
        <w:t xml:space="preserve"> </w:t>
      </w:r>
      <w:r>
        <w:t>in</w:t>
      </w:r>
      <w:r w:rsidR="003E736D">
        <w:t xml:space="preserve"> </w:t>
      </w:r>
      <w:r>
        <w:t>the</w:t>
      </w:r>
      <w:r w:rsidR="003E736D">
        <w:t xml:space="preserve"> </w:t>
      </w:r>
      <w:r>
        <w:t>matrix.</w:t>
      </w:r>
    </w:p>
    <w:p w14:paraId="70930CF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utilize</w:t>
      </w:r>
      <w:r w:rsidR="003E736D">
        <w:t xml:space="preserve"> </w:t>
      </w:r>
      <w:r>
        <w:t>the</w:t>
      </w:r>
      <w:r w:rsidR="003E736D">
        <w:t xml:space="preserve"> </w:t>
      </w:r>
      <w:r>
        <w:t>“Written</w:t>
      </w:r>
      <w:r w:rsidR="003E736D">
        <w:t xml:space="preserve"> </w:t>
      </w:r>
      <w:r>
        <w:t>Violation</w:t>
      </w:r>
      <w:r w:rsidR="003E736D">
        <w:t xml:space="preserve"> </w:t>
      </w:r>
      <w:r>
        <w:t>Notice”</w:t>
      </w:r>
      <w:r w:rsidR="003E736D">
        <w:t xml:space="preserve"> </w:t>
      </w:r>
      <w:r>
        <w:t>provided</w:t>
      </w:r>
      <w:r w:rsidR="003E736D">
        <w:t xml:space="preserve"> </w:t>
      </w:r>
      <w:r>
        <w:t>in</w:t>
      </w:r>
      <w:r w:rsidR="003E736D">
        <w:t xml:space="preserve"> </w:t>
      </w:r>
      <w:r>
        <w:t>this</w:t>
      </w:r>
      <w:r w:rsidR="003E736D">
        <w:t xml:space="preserve"> </w:t>
      </w:r>
      <w:r>
        <w:t>section.</w:t>
      </w:r>
    </w:p>
    <w:p w14:paraId="54658339" w14:textId="77777777" w:rsidR="00B253FB" w:rsidRDefault="00B253FB" w:rsidP="004D119B">
      <w:pPr>
        <w:pStyle w:val="Spec"/>
        <w:numPr>
          <w:ilvl w:val="2"/>
          <w:numId w:val="2"/>
        </w:numPr>
      </w:pPr>
      <w:r>
        <w:t>Defining</w:t>
      </w:r>
      <w:r w:rsidR="003E736D">
        <w:t xml:space="preserve"> </w:t>
      </w:r>
      <w:r>
        <w:t>the</w:t>
      </w:r>
      <w:r w:rsidR="003E736D">
        <w:t xml:space="preserve"> </w:t>
      </w:r>
      <w:r>
        <w:t>“Results”</w:t>
      </w:r>
    </w:p>
    <w:p w14:paraId="5568141F" w14:textId="2515B82F" w:rsidR="00B253FB" w:rsidRDefault="00B253FB" w:rsidP="004D119B">
      <w:pPr>
        <w:pStyle w:val="Spec"/>
        <w:numPr>
          <w:ilvl w:val="3"/>
          <w:numId w:val="2"/>
        </w:numPr>
      </w:pPr>
      <w:r>
        <w:t>Personnel</w:t>
      </w:r>
      <w:r w:rsidR="003E736D">
        <w:t xml:space="preserve"> </w:t>
      </w:r>
      <w:r>
        <w:t>(including</w:t>
      </w:r>
      <w:r w:rsidR="003E736D">
        <w:t xml:space="preserve"> </w:t>
      </w:r>
      <w:r w:rsidRPr="00857455">
        <w:t>supervisors</w:t>
      </w:r>
      <w:r>
        <w:t>)</w:t>
      </w:r>
      <w:r w:rsidR="003E736D">
        <w:t xml:space="preserve"> </w:t>
      </w:r>
      <w:r w:rsidRPr="00857455">
        <w:t>receiving</w:t>
      </w:r>
      <w:r w:rsidR="003E736D">
        <w:t xml:space="preserve"> </w:t>
      </w:r>
      <w:r w:rsidRPr="00857455">
        <w:t>a</w:t>
      </w:r>
      <w:r w:rsidR="003E736D">
        <w:t xml:space="preserve"> </w:t>
      </w:r>
      <w:r w:rsidRPr="00857455">
        <w:t>Written</w:t>
      </w:r>
      <w:r w:rsidR="003E736D">
        <w:t xml:space="preserve"> </w:t>
      </w:r>
      <w:r w:rsidRPr="00857455">
        <w:t>Violation</w:t>
      </w:r>
      <w:r w:rsidR="003E736D">
        <w:t xml:space="preserve"> </w:t>
      </w:r>
      <w:r w:rsidRPr="00857455">
        <w:t>Notice</w:t>
      </w:r>
      <w:r w:rsidR="003E736D">
        <w:t xml:space="preserve"> </w:t>
      </w:r>
      <w:r w:rsidRPr="00857455">
        <w:t>shall</w:t>
      </w:r>
      <w:r w:rsidR="003E736D">
        <w:t xml:space="preserve"> </w:t>
      </w:r>
      <w:r w:rsidRPr="00857455">
        <w:t>be</w:t>
      </w:r>
      <w:r w:rsidR="003E736D">
        <w:t xml:space="preserve"> </w:t>
      </w:r>
      <w:r w:rsidRPr="00857455">
        <w:t>retrained</w:t>
      </w:r>
      <w:r w:rsidR="003E736D">
        <w:t xml:space="preserve"> </w:t>
      </w:r>
      <w:r w:rsidRPr="00857455">
        <w:t>in</w:t>
      </w:r>
      <w:r w:rsidR="003E736D">
        <w:t xml:space="preserve"> </w:t>
      </w:r>
      <w:r w:rsidRPr="00857455">
        <w:t>the</w:t>
      </w:r>
      <w:r w:rsidR="003E736D">
        <w:t xml:space="preserve"> </w:t>
      </w:r>
      <w:r w:rsidRPr="00857455">
        <w:t>appropriate</w:t>
      </w:r>
      <w:r w:rsidR="003E736D">
        <w:t xml:space="preserve"> </w:t>
      </w:r>
      <w:r w:rsidRPr="00857455">
        <w:t>standard</w:t>
      </w:r>
      <w:r w:rsidR="003E736D">
        <w:t xml:space="preserve"> </w:t>
      </w:r>
      <w:r w:rsidRPr="00857455">
        <w:t>or</w:t>
      </w:r>
      <w:r w:rsidR="003E736D">
        <w:t xml:space="preserve"> </w:t>
      </w:r>
      <w:r w:rsidRPr="00857455">
        <w:t>procedures.</w:t>
      </w:r>
      <w:r w:rsidR="003E736D">
        <w:t xml:space="preserve"> </w:t>
      </w:r>
      <w:r w:rsidRPr="00857455">
        <w:t>Said</w:t>
      </w:r>
      <w:r w:rsidR="003E736D">
        <w:t xml:space="preserve"> </w:t>
      </w:r>
      <w:r w:rsidRPr="00857455">
        <w:t>training</w:t>
      </w:r>
      <w:r w:rsidR="003E736D">
        <w:t xml:space="preserve"> </w:t>
      </w:r>
      <w:r w:rsidRPr="00857455">
        <w:t>shall</w:t>
      </w:r>
      <w:r w:rsidR="003E736D">
        <w:t xml:space="preserve"> </w:t>
      </w:r>
      <w:r w:rsidRPr="00857455">
        <w:t>be</w:t>
      </w:r>
      <w:r w:rsidR="003E736D">
        <w:t xml:space="preserve"> </w:t>
      </w:r>
      <w:r w:rsidRPr="00857455">
        <w:t>documented</w:t>
      </w:r>
      <w:r w:rsidR="003E736D">
        <w:t xml:space="preserve"> </w:t>
      </w:r>
      <w:r w:rsidRPr="00857455">
        <w:t>in</w:t>
      </w:r>
      <w:r w:rsidR="003E736D">
        <w:t xml:space="preserve"> </w:t>
      </w:r>
      <w:r w:rsidRPr="00857455">
        <w:t>writing</w:t>
      </w:r>
      <w:r w:rsidR="003E736D">
        <w:t xml:space="preserve"> </w:t>
      </w:r>
      <w:r w:rsidRPr="00857455">
        <w:t>and</w:t>
      </w:r>
      <w:r w:rsidR="003E736D">
        <w:t xml:space="preserve"> </w:t>
      </w:r>
      <w:r w:rsidRPr="00857455">
        <w:t>submitted</w:t>
      </w:r>
      <w:r w:rsidR="003E736D">
        <w:t xml:space="preserve"> </w:t>
      </w:r>
      <w:r w:rsidRPr="00857455">
        <w:t>to</w:t>
      </w:r>
      <w:r w:rsidR="003E736D">
        <w:t xml:space="preserve"> </w:t>
      </w:r>
      <w:r w:rsidRPr="00857455">
        <w:t>the</w:t>
      </w:r>
      <w:r w:rsidR="003E736D">
        <w:t xml:space="preserve"> </w:t>
      </w:r>
      <w:r w:rsidR="008A12EC">
        <w:t>PC</w:t>
      </w:r>
      <w:r w:rsidR="00CF4136">
        <w:t>P</w:t>
      </w:r>
      <w:r w:rsidR="008A12EC">
        <w:t>R</w:t>
      </w:r>
      <w:r w:rsidRPr="00857455">
        <w:t>.</w:t>
      </w:r>
    </w:p>
    <w:p w14:paraId="14D8D11E" w14:textId="77777777" w:rsidR="00B253FB" w:rsidRPr="00857455" w:rsidRDefault="00B253FB" w:rsidP="004D119B">
      <w:pPr>
        <w:pStyle w:val="Spec"/>
        <w:numPr>
          <w:ilvl w:val="3"/>
          <w:numId w:val="2"/>
        </w:numPr>
      </w:pPr>
      <w:r>
        <w:t>Written</w:t>
      </w:r>
      <w:r w:rsidR="003E736D">
        <w:t xml:space="preserve"> </w:t>
      </w:r>
      <w:r>
        <w:t>Violation</w:t>
      </w:r>
      <w:r w:rsidR="003E736D">
        <w:t xml:space="preserve"> </w:t>
      </w:r>
      <w:r>
        <w:t>Notices</w:t>
      </w:r>
      <w:r w:rsidR="003E736D">
        <w:t xml:space="preserve"> </w:t>
      </w:r>
      <w:r>
        <w:t>received</w:t>
      </w:r>
      <w:r w:rsidR="003E736D">
        <w:t xml:space="preserve"> </w:t>
      </w:r>
      <w:r>
        <w:t>will</w:t>
      </w:r>
      <w:r w:rsidR="003E736D">
        <w:t xml:space="preserve"> </w:t>
      </w:r>
      <w:r>
        <w:t>remain</w:t>
      </w:r>
      <w:r w:rsidR="003E736D">
        <w:t xml:space="preserve"> </w:t>
      </w:r>
      <w:r>
        <w:t>in</w:t>
      </w:r>
      <w:r w:rsidR="003E736D">
        <w:t xml:space="preserve"> </w:t>
      </w:r>
      <w:r>
        <w:t>force</w:t>
      </w:r>
      <w:r w:rsidR="003E736D">
        <w:t xml:space="preserve"> </w:t>
      </w:r>
      <w:r>
        <w:t>for</w:t>
      </w:r>
      <w:r w:rsidR="003E736D">
        <w:t xml:space="preserve"> </w:t>
      </w:r>
      <w:r>
        <w:t>the</w:t>
      </w:r>
      <w:r w:rsidR="003E736D">
        <w:t xml:space="preserve"> </w:t>
      </w:r>
      <w:r>
        <w:t>duration</w:t>
      </w:r>
      <w:r w:rsidR="003E736D">
        <w:t xml:space="preserve"> </w:t>
      </w:r>
      <w:r>
        <w:t>of</w:t>
      </w:r>
      <w:r w:rsidR="003E736D">
        <w:t xml:space="preserve"> </w:t>
      </w:r>
      <w:r>
        <w:t>the</w:t>
      </w:r>
      <w:r w:rsidR="003E736D">
        <w:t xml:space="preserve"> </w:t>
      </w:r>
      <w:r>
        <w:t>project.</w:t>
      </w:r>
    </w:p>
    <w:p w14:paraId="5CDB15EF"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from</w:t>
      </w:r>
      <w:r w:rsidR="003E736D" w:rsidRPr="001E3F65">
        <w:t xml:space="preserve"> </w:t>
      </w:r>
      <w:r>
        <w:rPr>
          <w:szCs w:val="24"/>
        </w:rPr>
        <w:t>the</w:t>
      </w:r>
      <w:r w:rsidR="003E736D" w:rsidRPr="001E3F65">
        <w:t xml:space="preserve"> </w:t>
      </w:r>
      <w:r>
        <w:rPr>
          <w:szCs w:val="24"/>
        </w:rPr>
        <w:t>project</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for</w:t>
      </w:r>
      <w:r w:rsidR="003E736D" w:rsidRPr="001E3F65">
        <w:t xml:space="preserve"> </w:t>
      </w:r>
      <w:r>
        <w:rPr>
          <w:szCs w:val="24"/>
        </w:rPr>
        <w:t>a</w:t>
      </w:r>
      <w:r w:rsidR="003E736D" w:rsidRPr="001E3F65">
        <w:t xml:space="preserve"> </w:t>
      </w:r>
      <w:r>
        <w:rPr>
          <w:szCs w:val="24"/>
        </w:rPr>
        <w:t>minimum</w:t>
      </w:r>
      <w:r w:rsidR="003E736D" w:rsidRPr="001E3F65">
        <w:t xml:space="preserve"> </w:t>
      </w:r>
      <w:r>
        <w:rPr>
          <w:szCs w:val="24"/>
        </w:rPr>
        <w:t>of</w:t>
      </w:r>
      <w:r w:rsidR="003E736D" w:rsidRPr="001E3F65">
        <w:t xml:space="preserve"> </w:t>
      </w:r>
      <w:r w:rsidR="00B253FB" w:rsidRPr="001E3F65">
        <w:t>3</w:t>
      </w:r>
      <w:r w:rsidR="003E736D" w:rsidRPr="001E3F65">
        <w:t xml:space="preserve"> </w:t>
      </w:r>
      <w:r>
        <w:rPr>
          <w:szCs w:val="24"/>
        </w:rPr>
        <w:t>working</w:t>
      </w:r>
      <w:r w:rsidR="003E736D" w:rsidRPr="001E3F65">
        <w:t xml:space="preserve"> </w:t>
      </w:r>
      <w:r>
        <w:rPr>
          <w:szCs w:val="24"/>
        </w:rPr>
        <w:t>days.</w:t>
      </w:r>
    </w:p>
    <w:p w14:paraId="5BE547D7" w14:textId="4D47A995" w:rsidR="00B253FB" w:rsidRPr="00DF77C6" w:rsidRDefault="004D0BA0" w:rsidP="004D119B">
      <w:pPr>
        <w:pStyle w:val="Spec"/>
        <w:numPr>
          <w:ilvl w:val="3"/>
          <w:numId w:val="2"/>
        </w:numPr>
      </w:pPr>
      <w:r>
        <w:rPr>
          <w:szCs w:val="24"/>
        </w:rPr>
        <w:t>Removal</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from</w:t>
      </w:r>
      <w:r w:rsidR="003E736D" w:rsidRPr="001E3F65">
        <w:t xml:space="preserve"> </w:t>
      </w:r>
      <w:r>
        <w:rPr>
          <w:szCs w:val="24"/>
        </w:rPr>
        <w:t>any</w:t>
      </w:r>
      <w:r w:rsidR="003E736D" w:rsidRPr="001E3F65">
        <w:t xml:space="preserve"> </w:t>
      </w:r>
      <w:r w:rsidR="00DA432D">
        <w:rPr>
          <w:szCs w:val="24"/>
        </w:rPr>
        <w:t>Port</w:t>
      </w:r>
      <w:r w:rsidR="00DA432D" w:rsidRPr="001E3F65">
        <w:t xml:space="preserve"> </w:t>
      </w:r>
      <w:r>
        <w:rPr>
          <w:szCs w:val="24"/>
        </w:rPr>
        <w:t>of</w:t>
      </w:r>
      <w:r w:rsidR="003E736D" w:rsidRPr="001E3F65">
        <w:t xml:space="preserve"> </w:t>
      </w:r>
      <w:r>
        <w:rPr>
          <w:szCs w:val="24"/>
        </w:rPr>
        <w:t>Seattle</w:t>
      </w:r>
      <w:r w:rsidR="003E736D" w:rsidRPr="001E3F65">
        <w:t xml:space="preserve"> </w:t>
      </w:r>
      <w:r>
        <w:rPr>
          <w:szCs w:val="24"/>
        </w:rPr>
        <w:t>project</w:t>
      </w:r>
      <w:r w:rsidR="003E736D" w:rsidRPr="001E3F65">
        <w:t xml:space="preserve"> </w:t>
      </w:r>
      <w:r>
        <w:rPr>
          <w:szCs w:val="24"/>
        </w:rPr>
        <w:t>for</w:t>
      </w:r>
      <w:r w:rsidR="003E736D" w:rsidRPr="001E3F65">
        <w:t xml:space="preserve"> </w:t>
      </w:r>
      <w:r>
        <w:rPr>
          <w:szCs w:val="24"/>
        </w:rPr>
        <w:t>one</w:t>
      </w:r>
      <w:r w:rsidR="003E736D" w:rsidRPr="001E3F65">
        <w:t xml:space="preserve"> </w:t>
      </w:r>
      <w:r>
        <w:rPr>
          <w:szCs w:val="24"/>
        </w:rPr>
        <w:t>year.</w:t>
      </w:r>
    </w:p>
    <w:p w14:paraId="0601F107" w14:textId="77777777" w:rsidR="00B253FB" w:rsidRPr="00DF77C6" w:rsidRDefault="004D0BA0" w:rsidP="004D119B">
      <w:pPr>
        <w:pStyle w:val="Spec"/>
        <w:numPr>
          <w:ilvl w:val="3"/>
          <w:numId w:val="2"/>
        </w:numPr>
      </w:pPr>
      <w:r>
        <w:rPr>
          <w:szCs w:val="24"/>
        </w:rPr>
        <w:t>Written</w:t>
      </w:r>
      <w:r w:rsidR="003E736D" w:rsidRPr="001E3F65">
        <w:t xml:space="preserve"> </w:t>
      </w:r>
      <w:r>
        <w:rPr>
          <w:szCs w:val="24"/>
        </w:rPr>
        <w:t>notice</w:t>
      </w:r>
      <w:r w:rsidR="003E736D" w:rsidRPr="001E3F65">
        <w:t xml:space="preserve"> </w:t>
      </w:r>
      <w:r>
        <w:rPr>
          <w:szCs w:val="24"/>
        </w:rPr>
        <w:t>sent</w:t>
      </w:r>
      <w:r w:rsidR="003E736D" w:rsidRPr="001E3F65">
        <w:t xml:space="preserve"> </w:t>
      </w:r>
      <w:r>
        <w:rPr>
          <w:szCs w:val="24"/>
        </w:rPr>
        <w:t>to</w:t>
      </w:r>
      <w:r w:rsidR="003E736D" w:rsidRPr="001E3F65">
        <w:t xml:space="preserve"> </w:t>
      </w:r>
      <w:r>
        <w:rPr>
          <w:szCs w:val="24"/>
        </w:rPr>
        <w:t>the</w:t>
      </w:r>
      <w:r w:rsidR="003E736D" w:rsidRPr="001E3F65">
        <w:t xml:space="preserve"> </w:t>
      </w:r>
      <w:r>
        <w:rPr>
          <w:szCs w:val="24"/>
        </w:rPr>
        <w:t>appropriate</w:t>
      </w:r>
      <w:r w:rsidR="003E736D" w:rsidRPr="001E3F65">
        <w:t xml:space="preserve"> </w:t>
      </w:r>
      <w:r>
        <w:rPr>
          <w:szCs w:val="24"/>
        </w:rPr>
        <w:t>corporate</w:t>
      </w:r>
      <w:r w:rsidR="003E736D" w:rsidRPr="001E3F65">
        <w:t xml:space="preserve"> </w:t>
      </w:r>
      <w:r>
        <w:rPr>
          <w:szCs w:val="24"/>
        </w:rPr>
        <w:t>president.</w:t>
      </w:r>
    </w:p>
    <w:p w14:paraId="13885EEE" w14:textId="13FAF340" w:rsidR="00B253FB" w:rsidRPr="0065053F" w:rsidRDefault="004D0BA0" w:rsidP="004D119B">
      <w:pPr>
        <w:pStyle w:val="Spec"/>
        <w:numPr>
          <w:ilvl w:val="3"/>
          <w:numId w:val="2"/>
        </w:numPr>
      </w:pPr>
      <w:r>
        <w:rPr>
          <w:szCs w:val="24"/>
        </w:rPr>
        <w:t>Copies</w:t>
      </w:r>
      <w:r w:rsidR="003E736D" w:rsidRPr="001E3F65">
        <w:t xml:space="preserve"> </w:t>
      </w:r>
      <w:r>
        <w:rPr>
          <w:szCs w:val="24"/>
        </w:rPr>
        <w:t>of</w:t>
      </w:r>
      <w:r w:rsidR="003E736D" w:rsidRPr="001E3F65">
        <w:t xml:space="preserve"> </w:t>
      </w:r>
      <w:r>
        <w:rPr>
          <w:szCs w:val="24"/>
        </w:rPr>
        <w:t>all</w:t>
      </w:r>
      <w:r w:rsidR="003E736D" w:rsidRPr="001E3F65">
        <w:t xml:space="preserve"> </w:t>
      </w:r>
      <w:r>
        <w:rPr>
          <w:szCs w:val="24"/>
        </w:rPr>
        <w:t>“written</w:t>
      </w:r>
      <w:r w:rsidR="003E736D" w:rsidRPr="001E3F65">
        <w:t xml:space="preserve"> </w:t>
      </w:r>
      <w:r>
        <w:rPr>
          <w:szCs w:val="24"/>
        </w:rPr>
        <w:t>violation</w:t>
      </w:r>
      <w:r w:rsidR="003E736D" w:rsidRPr="001E3F65">
        <w:t xml:space="preserve"> </w:t>
      </w:r>
      <w:r>
        <w:rPr>
          <w:szCs w:val="24"/>
        </w:rPr>
        <w:t>notices”</w:t>
      </w:r>
      <w:r w:rsidR="003E736D" w:rsidRPr="001E3F65">
        <w:t xml:space="preserve"> </w:t>
      </w:r>
      <w:r>
        <w:rPr>
          <w:szCs w:val="24"/>
        </w:rPr>
        <w:t>are</w:t>
      </w:r>
      <w:r w:rsidR="003E736D" w:rsidRPr="001E3F65">
        <w:t xml:space="preserve"> </w:t>
      </w:r>
      <w:r>
        <w:rPr>
          <w:szCs w:val="24"/>
        </w:rPr>
        <w:t>to</w:t>
      </w:r>
      <w:r w:rsidR="003E736D" w:rsidRPr="001E3F65">
        <w:t xml:space="preserve"> </w:t>
      </w:r>
      <w:r>
        <w:rPr>
          <w:szCs w:val="24"/>
        </w:rPr>
        <w:t>be</w:t>
      </w:r>
      <w:r w:rsidR="003E736D" w:rsidRPr="001E3F65">
        <w:t xml:space="preserve"> </w:t>
      </w:r>
      <w:r>
        <w:rPr>
          <w:szCs w:val="24"/>
        </w:rPr>
        <w:t>submitted</w:t>
      </w:r>
      <w:r w:rsidR="003E736D" w:rsidRPr="001E3F65">
        <w:t xml:space="preserve"> </w:t>
      </w:r>
      <w:r>
        <w:rPr>
          <w:szCs w:val="24"/>
        </w:rPr>
        <w:t>to</w:t>
      </w:r>
      <w:r w:rsidR="003E736D" w:rsidRPr="001E3F65">
        <w:t xml:space="preserve"> </w:t>
      </w:r>
      <w:r>
        <w:rPr>
          <w:szCs w:val="24"/>
        </w:rPr>
        <w:t>the</w:t>
      </w:r>
      <w:r w:rsidR="003E736D" w:rsidRPr="001E3F65">
        <w:t xml:space="preserve"> </w:t>
      </w:r>
      <w:r w:rsidR="00155B23" w:rsidRPr="00155B23">
        <w:rPr>
          <w:szCs w:val="24"/>
        </w:rPr>
        <w:t xml:space="preserve">Port </w:t>
      </w:r>
      <w:r w:rsidR="00756F7E">
        <w:rPr>
          <w:szCs w:val="24"/>
        </w:rPr>
        <w:t>I</w:t>
      </w:r>
      <w:r w:rsidR="008B4FC4">
        <w:rPr>
          <w:szCs w:val="24"/>
        </w:rPr>
        <w:t xml:space="preserve">nspector </w:t>
      </w:r>
      <w:r>
        <w:rPr>
          <w:szCs w:val="24"/>
        </w:rPr>
        <w:t>with</w:t>
      </w:r>
      <w:r w:rsidR="003E736D" w:rsidRPr="001E3F65">
        <w:t xml:space="preserve"> </w:t>
      </w:r>
      <w:r>
        <w:rPr>
          <w:szCs w:val="24"/>
        </w:rPr>
        <w:t>a</w:t>
      </w:r>
      <w:r w:rsidR="003E736D" w:rsidRPr="001E3F65">
        <w:t xml:space="preserve"> </w:t>
      </w:r>
      <w:r>
        <w:rPr>
          <w:szCs w:val="24"/>
        </w:rPr>
        <w:t>copy</w:t>
      </w:r>
      <w:r w:rsidR="003E736D" w:rsidRPr="001E3F65">
        <w:t xml:space="preserve"> </w:t>
      </w:r>
      <w:r>
        <w:rPr>
          <w:szCs w:val="24"/>
        </w:rPr>
        <w:t>forwarded</w:t>
      </w:r>
      <w:r w:rsidR="003E736D" w:rsidRPr="001E3F65">
        <w:t xml:space="preserve"> </w:t>
      </w:r>
      <w:r>
        <w:rPr>
          <w:szCs w:val="24"/>
        </w:rPr>
        <w:t>to</w:t>
      </w:r>
      <w:r w:rsidR="003E736D" w:rsidRPr="001E3F65">
        <w:t xml:space="preserve"> </w:t>
      </w:r>
      <w:r>
        <w:rPr>
          <w:szCs w:val="24"/>
        </w:rPr>
        <w:t>the</w:t>
      </w:r>
      <w:r w:rsidR="003E736D" w:rsidRPr="001E3F65">
        <w:t xml:space="preserve"> </w:t>
      </w:r>
      <w:r w:rsidR="00FE4885">
        <w:rPr>
          <w:szCs w:val="24"/>
        </w:rPr>
        <w:t>Manager</w:t>
      </w:r>
      <w:r w:rsidR="00744255">
        <w:rPr>
          <w:szCs w:val="24"/>
        </w:rPr>
        <w:t xml:space="preserve"> of </w:t>
      </w:r>
      <w:r w:rsidR="00FE4885">
        <w:rPr>
          <w:szCs w:val="24"/>
        </w:rPr>
        <w:t>Construction Safety Services</w:t>
      </w:r>
      <w:r w:rsidR="003E736D" w:rsidRPr="001E3F65">
        <w:t xml:space="preserve"> </w:t>
      </w:r>
      <w:r>
        <w:rPr>
          <w:szCs w:val="24"/>
        </w:rPr>
        <w:t>within</w:t>
      </w:r>
      <w:r w:rsidR="003E736D" w:rsidRPr="001E3F65">
        <w:t xml:space="preserve"> </w:t>
      </w:r>
      <w:r>
        <w:rPr>
          <w:szCs w:val="24"/>
        </w:rPr>
        <w:t>24-hours</w:t>
      </w:r>
      <w:r w:rsidR="003E736D" w:rsidRPr="001E3F65">
        <w:t xml:space="preserve"> </w:t>
      </w:r>
      <w:r>
        <w:rPr>
          <w:szCs w:val="24"/>
        </w:rPr>
        <w:t>of</w:t>
      </w:r>
      <w:r w:rsidR="003E736D" w:rsidRPr="001E3F65">
        <w:t xml:space="preserve"> </w:t>
      </w:r>
      <w:r>
        <w:rPr>
          <w:szCs w:val="24"/>
        </w:rPr>
        <w:t>issuance</w:t>
      </w:r>
      <w:r w:rsidR="003E736D" w:rsidRPr="001E3F65">
        <w:t xml:space="preserve"> </w:t>
      </w:r>
      <w:r>
        <w:rPr>
          <w:szCs w:val="24"/>
        </w:rPr>
        <w:t>of</w:t>
      </w:r>
      <w:r w:rsidR="003E736D" w:rsidRPr="001E3F65">
        <w:t xml:space="preserve"> </w:t>
      </w:r>
      <w:r>
        <w:rPr>
          <w:szCs w:val="24"/>
        </w:rPr>
        <w:t>notice.</w:t>
      </w:r>
    </w:p>
    <w:p w14:paraId="619F5C25" w14:textId="448F3F08" w:rsidR="0065053F" w:rsidRDefault="0065053F" w:rsidP="0065053F">
      <w:pPr>
        <w:pStyle w:val="Spec"/>
        <w:numPr>
          <w:ilvl w:val="0"/>
          <w:numId w:val="0"/>
        </w:numPr>
        <w:ind w:left="1440" w:hanging="720"/>
      </w:pPr>
    </w:p>
    <w:p w14:paraId="46720207" w14:textId="1EC4A481" w:rsidR="0065053F" w:rsidRDefault="0065053F" w:rsidP="0065053F">
      <w:pPr>
        <w:pStyle w:val="Spec"/>
        <w:numPr>
          <w:ilvl w:val="0"/>
          <w:numId w:val="0"/>
        </w:numPr>
        <w:ind w:left="1440" w:hanging="720"/>
      </w:pPr>
    </w:p>
    <w:p w14:paraId="78E7BA28" w14:textId="6CDD93CE" w:rsidR="0065053F" w:rsidRDefault="0065053F" w:rsidP="0065053F">
      <w:pPr>
        <w:pStyle w:val="Spec"/>
        <w:numPr>
          <w:ilvl w:val="0"/>
          <w:numId w:val="0"/>
        </w:numPr>
        <w:ind w:left="1440" w:hanging="720"/>
      </w:pPr>
    </w:p>
    <w:p w14:paraId="0B7C28AB" w14:textId="59AD7BA2" w:rsidR="0065053F" w:rsidRDefault="0065053F" w:rsidP="0065053F">
      <w:pPr>
        <w:pStyle w:val="Spec"/>
        <w:numPr>
          <w:ilvl w:val="0"/>
          <w:numId w:val="0"/>
        </w:numPr>
        <w:ind w:left="1440" w:hanging="720"/>
      </w:pPr>
    </w:p>
    <w:p w14:paraId="6F6CEA10" w14:textId="0966992D" w:rsidR="00B34D24" w:rsidRDefault="00B34D24" w:rsidP="0065053F">
      <w:pPr>
        <w:pStyle w:val="Spec"/>
        <w:numPr>
          <w:ilvl w:val="0"/>
          <w:numId w:val="0"/>
        </w:numPr>
        <w:ind w:left="1440" w:hanging="720"/>
      </w:pPr>
    </w:p>
    <w:p w14:paraId="400F0ADF" w14:textId="1C20D758" w:rsidR="00B34D24" w:rsidRDefault="00B34D24" w:rsidP="0065053F">
      <w:pPr>
        <w:pStyle w:val="Spec"/>
        <w:numPr>
          <w:ilvl w:val="0"/>
          <w:numId w:val="0"/>
        </w:numPr>
        <w:ind w:left="1440" w:hanging="720"/>
      </w:pPr>
    </w:p>
    <w:p w14:paraId="32F205A4" w14:textId="77777777" w:rsidR="00B34D24" w:rsidRDefault="00B34D24" w:rsidP="0065053F">
      <w:pPr>
        <w:pStyle w:val="Spec"/>
        <w:numPr>
          <w:ilvl w:val="0"/>
          <w:numId w:val="0"/>
        </w:numPr>
        <w:ind w:left="1440" w:hanging="720"/>
      </w:pPr>
    </w:p>
    <w:p w14:paraId="31C3A775" w14:textId="39FC0434" w:rsidR="0065053F" w:rsidRDefault="0065053F" w:rsidP="0065053F">
      <w:pPr>
        <w:pStyle w:val="Spec"/>
        <w:numPr>
          <w:ilvl w:val="0"/>
          <w:numId w:val="0"/>
        </w:numPr>
        <w:ind w:left="1440" w:hanging="720"/>
      </w:pPr>
    </w:p>
    <w:p w14:paraId="143A0A6C" w14:textId="11AE884F" w:rsidR="0065053F" w:rsidRDefault="0065053F" w:rsidP="0065053F">
      <w:pPr>
        <w:pStyle w:val="Spec"/>
        <w:numPr>
          <w:ilvl w:val="0"/>
          <w:numId w:val="0"/>
        </w:numPr>
        <w:ind w:left="1440" w:hanging="720"/>
      </w:pPr>
    </w:p>
    <w:p w14:paraId="6FB00594" w14:textId="77777777" w:rsidR="0065053F" w:rsidRPr="0087150F" w:rsidRDefault="0065053F" w:rsidP="0065053F">
      <w:pPr>
        <w:pStyle w:val="Spec"/>
        <w:numPr>
          <w:ilvl w:val="0"/>
          <w:numId w:val="0"/>
        </w:numPr>
        <w:ind w:left="1440" w:hanging="720"/>
      </w:pPr>
    </w:p>
    <w:p w14:paraId="725B49E6" w14:textId="77777777" w:rsidR="0087150F" w:rsidRPr="00FF7E60" w:rsidRDefault="0087150F" w:rsidP="0087150F">
      <w:pPr>
        <w:pStyle w:val="Spec"/>
        <w:numPr>
          <w:ilvl w:val="0"/>
          <w:numId w:val="0"/>
        </w:numPr>
        <w:ind w:left="2880"/>
      </w:pPr>
    </w:p>
    <w:p w14:paraId="71AE8B94" w14:textId="00B5DFF1" w:rsidR="00B253FB" w:rsidRDefault="00B253FB" w:rsidP="009156AF">
      <w:pPr>
        <w:pStyle w:val="Heading2"/>
        <w:ind w:left="0"/>
      </w:pPr>
      <w:r>
        <w:t>DISCIPLINARY</w:t>
      </w:r>
      <w:r w:rsidR="003E736D">
        <w:t xml:space="preserve"> </w:t>
      </w:r>
      <w:r>
        <w:t>ACTION</w:t>
      </w:r>
      <w:r w:rsidR="003E736D">
        <w:t xml:space="preserve"> </w:t>
      </w:r>
      <w:r>
        <w:t>MATRIX</w:t>
      </w:r>
    </w:p>
    <w:tbl>
      <w:tblPr>
        <w:tblW w:w="0" w:type="auto"/>
        <w:tblInd w:w="115"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047"/>
        <w:gridCol w:w="1514"/>
        <w:gridCol w:w="1514"/>
        <w:gridCol w:w="2812"/>
        <w:gridCol w:w="2222"/>
      </w:tblGrid>
      <w:tr w:rsidR="001C5CF1" w:rsidRPr="00112428" w14:paraId="43924E38" w14:textId="77777777" w:rsidTr="006733BB">
        <w:trPr>
          <w:trHeight w:val="144"/>
        </w:trPr>
        <w:tc>
          <w:tcPr>
            <w:tcW w:w="2070" w:type="dxa"/>
            <w:tcBorders>
              <w:bottom w:val="single" w:sz="6" w:space="0" w:color="auto"/>
            </w:tcBorders>
            <w:shd w:val="clear" w:color="auto" w:fill="auto"/>
          </w:tcPr>
          <w:p w14:paraId="502D92AB" w14:textId="77777777" w:rsidR="00FF7E60" w:rsidRPr="00112428" w:rsidRDefault="00FF7E60" w:rsidP="009156AF">
            <w:pPr>
              <w:spacing w:after="60" w:line="240" w:lineRule="auto"/>
              <w:jc w:val="center"/>
              <w:rPr>
                <w:b/>
                <w:caps/>
              </w:rPr>
            </w:pPr>
            <w:r w:rsidRPr="00112428">
              <w:rPr>
                <w:b/>
                <w:caps/>
              </w:rPr>
              <w:t>Focus Point /Incident</w:t>
            </w:r>
          </w:p>
        </w:tc>
        <w:tc>
          <w:tcPr>
            <w:tcW w:w="1530" w:type="dxa"/>
            <w:tcBorders>
              <w:bottom w:val="single" w:sz="6" w:space="0" w:color="auto"/>
            </w:tcBorders>
            <w:shd w:val="clear" w:color="auto" w:fill="auto"/>
          </w:tcPr>
          <w:p w14:paraId="7F608528" w14:textId="34A0DA2B" w:rsidR="00FF7E60" w:rsidRPr="00112428" w:rsidRDefault="00FF7E60" w:rsidP="009156AF">
            <w:pPr>
              <w:spacing w:after="60" w:line="240" w:lineRule="auto"/>
              <w:jc w:val="center"/>
              <w:rPr>
                <w:b/>
                <w:caps/>
              </w:rPr>
            </w:pPr>
            <w:r w:rsidRPr="00112428">
              <w:rPr>
                <w:b/>
                <w:caps/>
              </w:rPr>
              <w:t>1</w:t>
            </w:r>
            <w:r w:rsidRPr="009156AF">
              <w:rPr>
                <w:b/>
                <w:caps/>
                <w:vertAlign w:val="superscript"/>
              </w:rPr>
              <w:t>st</w:t>
            </w:r>
            <w:r w:rsidR="007E76D6">
              <w:rPr>
                <w:b/>
                <w:caps/>
              </w:rPr>
              <w:t xml:space="preserve"> </w:t>
            </w:r>
            <w:r w:rsidRPr="00112428">
              <w:rPr>
                <w:b/>
                <w:caps/>
              </w:rPr>
              <w:t>Violation</w:t>
            </w:r>
          </w:p>
        </w:tc>
        <w:tc>
          <w:tcPr>
            <w:tcW w:w="1530" w:type="dxa"/>
            <w:tcBorders>
              <w:bottom w:val="single" w:sz="6" w:space="0" w:color="auto"/>
            </w:tcBorders>
            <w:shd w:val="clear" w:color="auto" w:fill="auto"/>
          </w:tcPr>
          <w:p w14:paraId="34E143F9" w14:textId="25C318BB" w:rsidR="00FF7E60" w:rsidRPr="00112428" w:rsidRDefault="00FF7E60" w:rsidP="009156AF">
            <w:pPr>
              <w:spacing w:after="60" w:line="240" w:lineRule="auto"/>
              <w:jc w:val="center"/>
              <w:rPr>
                <w:b/>
                <w:caps/>
              </w:rPr>
            </w:pPr>
            <w:r w:rsidRPr="00112428">
              <w:rPr>
                <w:b/>
                <w:caps/>
              </w:rPr>
              <w:t>2</w:t>
            </w:r>
            <w:r w:rsidRPr="009156AF">
              <w:rPr>
                <w:b/>
                <w:caps/>
                <w:vertAlign w:val="superscript"/>
              </w:rPr>
              <w:t>nd</w:t>
            </w:r>
            <w:r w:rsidR="007E76D6">
              <w:rPr>
                <w:b/>
                <w:caps/>
              </w:rPr>
              <w:t xml:space="preserve"> </w:t>
            </w:r>
            <w:r w:rsidRPr="00112428">
              <w:rPr>
                <w:b/>
                <w:caps/>
              </w:rPr>
              <w:t>Violation</w:t>
            </w:r>
          </w:p>
        </w:tc>
        <w:tc>
          <w:tcPr>
            <w:tcW w:w="2880" w:type="dxa"/>
            <w:tcBorders>
              <w:bottom w:val="single" w:sz="6" w:space="0" w:color="auto"/>
            </w:tcBorders>
            <w:shd w:val="clear" w:color="auto" w:fill="auto"/>
          </w:tcPr>
          <w:p w14:paraId="40F9656C" w14:textId="6DD89D49" w:rsidR="00FF7E60" w:rsidRPr="00112428" w:rsidRDefault="00FF7E60" w:rsidP="009156AF">
            <w:pPr>
              <w:spacing w:after="60" w:line="240" w:lineRule="auto"/>
              <w:jc w:val="center"/>
              <w:rPr>
                <w:b/>
                <w:caps/>
              </w:rPr>
            </w:pPr>
            <w:r w:rsidRPr="00112428">
              <w:rPr>
                <w:b/>
                <w:caps/>
              </w:rPr>
              <w:t>3</w:t>
            </w:r>
            <w:r w:rsidRPr="009156AF">
              <w:rPr>
                <w:b/>
                <w:caps/>
                <w:vertAlign w:val="superscript"/>
              </w:rPr>
              <w:t>rd</w:t>
            </w:r>
            <w:r w:rsidR="007E76D6">
              <w:rPr>
                <w:b/>
                <w:caps/>
              </w:rPr>
              <w:t xml:space="preserve"> </w:t>
            </w:r>
            <w:r w:rsidR="007E76D6">
              <w:rPr>
                <w:b/>
                <w:caps/>
              </w:rPr>
              <w:br/>
            </w:r>
            <w:r w:rsidRPr="00112428">
              <w:rPr>
                <w:b/>
                <w:caps/>
              </w:rPr>
              <w:t>Violation</w:t>
            </w:r>
          </w:p>
        </w:tc>
        <w:tc>
          <w:tcPr>
            <w:tcW w:w="2250" w:type="dxa"/>
            <w:tcBorders>
              <w:bottom w:val="single" w:sz="6" w:space="0" w:color="auto"/>
            </w:tcBorders>
            <w:shd w:val="clear" w:color="auto" w:fill="auto"/>
          </w:tcPr>
          <w:p w14:paraId="3AB4C264" w14:textId="77777777" w:rsidR="00FF7E60" w:rsidRPr="00112428" w:rsidRDefault="00FF7E60" w:rsidP="009156AF">
            <w:pPr>
              <w:spacing w:after="60" w:line="240" w:lineRule="auto"/>
              <w:jc w:val="center"/>
              <w:rPr>
                <w:b/>
                <w:caps/>
              </w:rPr>
            </w:pPr>
            <w:r w:rsidRPr="00112428">
              <w:rPr>
                <w:b/>
                <w:caps/>
              </w:rPr>
              <w:t>Notes</w:t>
            </w:r>
          </w:p>
        </w:tc>
      </w:tr>
      <w:tr w:rsidR="001C5CF1" w:rsidRPr="00112428" w14:paraId="107B486F" w14:textId="77777777" w:rsidTr="006733BB">
        <w:trPr>
          <w:trHeight w:val="987"/>
        </w:trPr>
        <w:tc>
          <w:tcPr>
            <w:tcW w:w="2070" w:type="dxa"/>
            <w:shd w:val="clear" w:color="auto" w:fill="F3F3F3"/>
          </w:tcPr>
          <w:p w14:paraId="5ECF96A7" w14:textId="77777777" w:rsidR="00FF7E60" w:rsidRPr="00633911" w:rsidRDefault="00FF7E60" w:rsidP="009156AF">
            <w:pPr>
              <w:spacing w:after="60" w:line="240" w:lineRule="auto"/>
            </w:pPr>
            <w:r w:rsidRPr="00633911">
              <w:t>Worker</w:t>
            </w:r>
          </w:p>
        </w:tc>
        <w:tc>
          <w:tcPr>
            <w:tcW w:w="1530" w:type="dxa"/>
            <w:shd w:val="clear" w:color="auto" w:fill="F3F3F3"/>
          </w:tcPr>
          <w:p w14:paraId="5CD37C7A" w14:textId="77777777" w:rsidR="00FF7E60" w:rsidRPr="00633911" w:rsidRDefault="00FF7E60" w:rsidP="009156AF">
            <w:pPr>
              <w:spacing w:after="60" w:line="240" w:lineRule="auto"/>
            </w:pPr>
            <w:r w:rsidRPr="00633911">
              <w:t>Verbal &amp; Written Notice</w:t>
            </w:r>
          </w:p>
        </w:tc>
        <w:tc>
          <w:tcPr>
            <w:tcW w:w="1530" w:type="dxa"/>
            <w:shd w:val="clear" w:color="auto" w:fill="F3F3F3"/>
          </w:tcPr>
          <w:p w14:paraId="385B3F2B" w14:textId="601A8EA9" w:rsidR="00FF7E60" w:rsidRPr="00633911" w:rsidRDefault="00FF7E60" w:rsidP="009156AF">
            <w:pPr>
              <w:spacing w:after="60" w:line="240" w:lineRule="auto"/>
            </w:pPr>
            <w:r w:rsidRPr="00633911">
              <w:t>3 Days</w:t>
            </w:r>
            <w:r w:rsidR="007E76D6">
              <w:t xml:space="preserve"> </w:t>
            </w:r>
            <w:r w:rsidRPr="00633911">
              <w:t>Off</w:t>
            </w:r>
          </w:p>
        </w:tc>
        <w:tc>
          <w:tcPr>
            <w:tcW w:w="2880" w:type="dxa"/>
            <w:shd w:val="clear" w:color="auto" w:fill="F3F3F3"/>
          </w:tcPr>
          <w:p w14:paraId="1F932F36" w14:textId="5F481BF5" w:rsidR="00FF7E60" w:rsidRPr="00633911" w:rsidRDefault="00FF7E60" w:rsidP="009156AF">
            <w:pPr>
              <w:spacing w:after="60" w:line="240" w:lineRule="auto"/>
            </w:pPr>
            <w:r w:rsidRPr="00633911">
              <w:t>Removed From</w:t>
            </w:r>
            <w:r w:rsidR="007E76D6">
              <w:t xml:space="preserve"> </w:t>
            </w:r>
            <w:r w:rsidRPr="00633911">
              <w:t>POS Projects For One Year</w:t>
            </w:r>
          </w:p>
        </w:tc>
        <w:tc>
          <w:tcPr>
            <w:tcW w:w="2250" w:type="dxa"/>
            <w:shd w:val="clear" w:color="auto" w:fill="F3F3F3"/>
          </w:tcPr>
          <w:p w14:paraId="6C86F53E" w14:textId="77777777" w:rsidR="00FF7E60" w:rsidRPr="00633911" w:rsidRDefault="00FF7E60" w:rsidP="009156AF">
            <w:pPr>
              <w:spacing w:after="60" w:line="240" w:lineRule="auto"/>
            </w:pPr>
          </w:p>
        </w:tc>
      </w:tr>
      <w:tr w:rsidR="001C5CF1" w:rsidRPr="00112428" w14:paraId="6D618B4B" w14:textId="77777777" w:rsidTr="006733BB">
        <w:tc>
          <w:tcPr>
            <w:tcW w:w="2070" w:type="dxa"/>
            <w:shd w:val="clear" w:color="auto" w:fill="auto"/>
          </w:tcPr>
          <w:p w14:paraId="64967601" w14:textId="752D3D58" w:rsidR="00FF7E60" w:rsidRPr="00633911" w:rsidRDefault="00FF7E60" w:rsidP="009156AF">
            <w:pPr>
              <w:spacing w:after="60" w:line="240" w:lineRule="auto"/>
            </w:pPr>
            <w:r w:rsidRPr="00633911">
              <w:t>Worker’s Direct</w:t>
            </w:r>
            <w:r w:rsidR="007E76D6">
              <w:t xml:space="preserve"> </w:t>
            </w:r>
            <w:r w:rsidRPr="00633911">
              <w:t>Foremen</w:t>
            </w:r>
          </w:p>
        </w:tc>
        <w:tc>
          <w:tcPr>
            <w:tcW w:w="1530" w:type="dxa"/>
            <w:shd w:val="clear" w:color="auto" w:fill="auto"/>
          </w:tcPr>
          <w:p w14:paraId="7B3A0097" w14:textId="12CBAE30"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auto"/>
          </w:tcPr>
          <w:p w14:paraId="7B35A733" w14:textId="69814461"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auto"/>
          </w:tcPr>
          <w:p w14:paraId="545C4397" w14:textId="77777777" w:rsidR="00FF7E60" w:rsidRPr="00633911" w:rsidRDefault="00FF7E60" w:rsidP="009156AF">
            <w:pPr>
              <w:spacing w:after="60" w:line="240" w:lineRule="auto"/>
            </w:pPr>
            <w:r w:rsidRPr="00633911">
              <w:t>3 Days Off</w:t>
            </w:r>
          </w:p>
          <w:p w14:paraId="7299DFA1" w14:textId="77777777" w:rsidR="00FF7E60" w:rsidRPr="00633911" w:rsidRDefault="00FF7E60" w:rsidP="009156AF">
            <w:pPr>
              <w:spacing w:after="60" w:line="240" w:lineRule="auto"/>
            </w:pPr>
          </w:p>
        </w:tc>
        <w:tc>
          <w:tcPr>
            <w:tcW w:w="2250" w:type="dxa"/>
            <w:shd w:val="clear" w:color="auto" w:fill="auto"/>
          </w:tcPr>
          <w:p w14:paraId="14251349" w14:textId="77777777" w:rsidR="00FF7E60" w:rsidRPr="00633911" w:rsidRDefault="00FF7E60" w:rsidP="009156AF">
            <w:pPr>
              <w:spacing w:after="60" w:line="240" w:lineRule="auto"/>
            </w:pPr>
            <w:r w:rsidRPr="00633911">
              <w:t>3 Worker Lay-offs = Removal From POS Projects For One Year</w:t>
            </w:r>
          </w:p>
        </w:tc>
      </w:tr>
      <w:tr w:rsidR="001C5CF1" w:rsidRPr="00112428" w14:paraId="7F587A80" w14:textId="77777777" w:rsidTr="006733BB">
        <w:tc>
          <w:tcPr>
            <w:tcW w:w="2070" w:type="dxa"/>
            <w:shd w:val="clear" w:color="auto" w:fill="F3F3F3"/>
          </w:tcPr>
          <w:p w14:paraId="5229A9CA" w14:textId="55FF3D73" w:rsidR="00FF7E60" w:rsidRPr="00633911" w:rsidRDefault="00FF7E60" w:rsidP="009156AF">
            <w:pPr>
              <w:spacing w:after="60" w:line="240" w:lineRule="auto"/>
            </w:pPr>
            <w:r w:rsidRPr="00633911">
              <w:t>Worker’s Direct</w:t>
            </w:r>
            <w:r w:rsidR="007E76D6">
              <w:t xml:space="preserve"> </w:t>
            </w:r>
            <w:r w:rsidRPr="00633911">
              <w:t>Superintendent</w:t>
            </w:r>
          </w:p>
        </w:tc>
        <w:tc>
          <w:tcPr>
            <w:tcW w:w="1530" w:type="dxa"/>
            <w:shd w:val="clear" w:color="auto" w:fill="F3F3F3"/>
          </w:tcPr>
          <w:p w14:paraId="236399CE" w14:textId="718AED2E"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F3F3F3"/>
          </w:tcPr>
          <w:p w14:paraId="3F102B22" w14:textId="117C97E2"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F3F3F3"/>
          </w:tcPr>
          <w:p w14:paraId="6A539323" w14:textId="77777777" w:rsidR="00FF7E60" w:rsidRPr="00633911" w:rsidRDefault="00FF7E60" w:rsidP="009156AF">
            <w:pPr>
              <w:spacing w:after="60" w:line="240" w:lineRule="auto"/>
            </w:pPr>
            <w:r w:rsidRPr="00633911">
              <w:t>Written Notice to Sub/Prime Superintendent and President of Sub/Company</w:t>
            </w:r>
          </w:p>
        </w:tc>
        <w:tc>
          <w:tcPr>
            <w:tcW w:w="2250" w:type="dxa"/>
            <w:shd w:val="clear" w:color="auto" w:fill="F3F3F3"/>
          </w:tcPr>
          <w:p w14:paraId="2340931D" w14:textId="77777777" w:rsidR="00FF7E60" w:rsidRPr="00633911" w:rsidRDefault="00FF7E60" w:rsidP="009156AF">
            <w:pPr>
              <w:spacing w:after="60" w:line="240" w:lineRule="auto"/>
            </w:pPr>
            <w:r w:rsidRPr="00633911">
              <w:t>3 Worker Lay-offs = 3 Days Off For Superintendent</w:t>
            </w:r>
          </w:p>
        </w:tc>
      </w:tr>
      <w:tr w:rsidR="001C5CF1" w:rsidRPr="00112428" w14:paraId="5812FA39" w14:textId="77777777" w:rsidTr="006733BB">
        <w:tc>
          <w:tcPr>
            <w:tcW w:w="2070" w:type="dxa"/>
            <w:shd w:val="clear" w:color="auto" w:fill="auto"/>
          </w:tcPr>
          <w:p w14:paraId="00607ED5" w14:textId="12CE72ED" w:rsidR="00FF7E60" w:rsidRPr="00633911" w:rsidRDefault="00FF7E60" w:rsidP="009156AF">
            <w:pPr>
              <w:spacing w:after="60" w:line="240" w:lineRule="auto"/>
            </w:pPr>
            <w:r w:rsidRPr="00633911">
              <w:t>Prime Contractor’s</w:t>
            </w:r>
            <w:r w:rsidR="007E76D6">
              <w:t xml:space="preserve"> </w:t>
            </w:r>
            <w:r w:rsidRPr="00633911">
              <w:t>Superintendent</w:t>
            </w:r>
          </w:p>
        </w:tc>
        <w:tc>
          <w:tcPr>
            <w:tcW w:w="1530" w:type="dxa"/>
            <w:shd w:val="clear" w:color="auto" w:fill="auto"/>
          </w:tcPr>
          <w:p w14:paraId="10EE6E73" w14:textId="5BEA1B57" w:rsidR="00FF7E60" w:rsidRPr="00633911" w:rsidRDefault="00FF7E60" w:rsidP="009156AF">
            <w:pPr>
              <w:spacing w:after="60" w:line="240" w:lineRule="auto"/>
            </w:pPr>
            <w:r w:rsidRPr="00633911">
              <w:t>Written</w:t>
            </w:r>
            <w:r w:rsidR="007E76D6">
              <w:t xml:space="preserve"> </w:t>
            </w:r>
            <w:r w:rsidRPr="00633911">
              <w:t>Notice</w:t>
            </w:r>
          </w:p>
        </w:tc>
        <w:tc>
          <w:tcPr>
            <w:tcW w:w="1530" w:type="dxa"/>
            <w:shd w:val="clear" w:color="auto" w:fill="auto"/>
          </w:tcPr>
          <w:p w14:paraId="260FE6AE" w14:textId="7A4B8C91" w:rsidR="00FF7E60" w:rsidRPr="00633911" w:rsidRDefault="00FF7E60" w:rsidP="009156AF">
            <w:pPr>
              <w:spacing w:after="60" w:line="240" w:lineRule="auto"/>
            </w:pPr>
            <w:r w:rsidRPr="00633911">
              <w:t>Written</w:t>
            </w:r>
            <w:r w:rsidR="007E76D6">
              <w:t xml:space="preserve"> </w:t>
            </w:r>
            <w:r w:rsidRPr="00633911">
              <w:t>Notice</w:t>
            </w:r>
          </w:p>
        </w:tc>
        <w:tc>
          <w:tcPr>
            <w:tcW w:w="2880" w:type="dxa"/>
            <w:shd w:val="clear" w:color="auto" w:fill="auto"/>
          </w:tcPr>
          <w:p w14:paraId="4B116C32" w14:textId="77777777" w:rsidR="00FF7E60" w:rsidRPr="00633911" w:rsidRDefault="00FF7E60" w:rsidP="009156AF">
            <w:pPr>
              <w:spacing w:after="60" w:line="240" w:lineRule="auto"/>
            </w:pPr>
            <w:r w:rsidRPr="00633911">
              <w:t>Written Notice to President of Prime Company</w:t>
            </w:r>
          </w:p>
        </w:tc>
        <w:tc>
          <w:tcPr>
            <w:tcW w:w="2250" w:type="dxa"/>
            <w:shd w:val="clear" w:color="auto" w:fill="auto"/>
          </w:tcPr>
          <w:p w14:paraId="7670950D" w14:textId="77777777" w:rsidR="00FF7E60" w:rsidRPr="00633911" w:rsidRDefault="00FF7E60" w:rsidP="009156AF">
            <w:pPr>
              <w:spacing w:after="60" w:line="240" w:lineRule="auto"/>
            </w:pPr>
            <w:r w:rsidRPr="00633911">
              <w:t xml:space="preserve">3 Worker Lay-offs = 3 Days Off For </w:t>
            </w:r>
            <w:r>
              <w:t>Superintendent*</w:t>
            </w:r>
          </w:p>
        </w:tc>
      </w:tr>
    </w:tbl>
    <w:p w14:paraId="6B164920" w14:textId="2586F558" w:rsidR="00B253FB" w:rsidRDefault="004D0BA0" w:rsidP="004D0BA0">
      <w:pPr>
        <w:pStyle w:val="BodyText"/>
      </w:pPr>
      <w:r>
        <w:t>*</w:t>
      </w:r>
      <w:r w:rsidR="00B253FB">
        <w:t>Document</w:t>
      </w:r>
      <w:r w:rsidR="003E736D">
        <w:t xml:space="preserve"> </w:t>
      </w:r>
      <w:r w:rsidR="006F3359">
        <w:t xml:space="preserve">01 35 </w:t>
      </w:r>
      <w:r w:rsidR="00BC5588">
        <w:t>2</w:t>
      </w:r>
      <w:r w:rsidR="006F3359">
        <w:t xml:space="preserve">9 </w:t>
      </w:r>
      <w:r w:rsidR="00B253FB">
        <w:t>-</w:t>
      </w:r>
      <w:r w:rsidR="003E736D">
        <w:t xml:space="preserve"> </w:t>
      </w:r>
      <w:r w:rsidR="00B253FB">
        <w:t>Safety</w:t>
      </w:r>
      <w:r w:rsidR="003E736D">
        <w:t xml:space="preserve"> </w:t>
      </w:r>
      <w:r w:rsidR="00B253FB">
        <w:t>Management,</w:t>
      </w:r>
      <w:r w:rsidR="003E736D">
        <w:t xml:space="preserve"> </w:t>
      </w:r>
      <w:r w:rsidR="00B253FB">
        <w:t>this</w:t>
      </w:r>
      <w:r w:rsidR="003E736D">
        <w:t xml:space="preserve"> </w:t>
      </w:r>
      <w:r w:rsidR="00B253FB">
        <w:t>individual</w:t>
      </w:r>
      <w:r w:rsidR="003E736D">
        <w:t xml:space="preserve"> </w:t>
      </w:r>
      <w:r w:rsidR="00B253FB">
        <w:t>may</w:t>
      </w:r>
      <w:r w:rsidR="003E736D">
        <w:t xml:space="preserve"> </w:t>
      </w:r>
      <w:r w:rsidR="00B253FB">
        <w:t>also</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p>
    <w:p w14:paraId="51004A75" w14:textId="77777777" w:rsidR="004D0BA0" w:rsidRDefault="004D0BA0" w:rsidP="004D0BA0">
      <w:pPr>
        <w:sectPr w:rsidR="004D0BA0" w:rsidSect="004D0BA0">
          <w:headerReference w:type="default" r:id="rId13"/>
          <w:footerReference w:type="default" r:id="rId14"/>
          <w:pgSz w:w="12240" w:h="15840" w:code="1"/>
          <w:pgMar w:top="1440" w:right="1008" w:bottom="1440" w:left="1008" w:header="576" w:footer="576" w:gutter="0"/>
          <w:cols w:space="720"/>
          <w:docGrid w:linePitch="360"/>
        </w:sectPr>
      </w:pPr>
    </w:p>
    <w:p w14:paraId="133551D5" w14:textId="77777777" w:rsidR="00B253FB" w:rsidRDefault="00B253FB" w:rsidP="00633911">
      <w:pPr>
        <w:pStyle w:val="Heading1"/>
      </w:pPr>
      <w:r>
        <w:lastRenderedPageBreak/>
        <w:t>DISCIPLINARY</w:t>
      </w:r>
      <w:r w:rsidR="003E736D">
        <w:t xml:space="preserve"> </w:t>
      </w:r>
      <w:r>
        <w:t>ACTION</w:t>
      </w:r>
      <w:r w:rsidR="003E736D">
        <w:t xml:space="preserve"> </w:t>
      </w:r>
      <w:r>
        <w:t>MATRIX</w:t>
      </w:r>
    </w:p>
    <w:p w14:paraId="7F911E5C" w14:textId="77777777" w:rsidR="00B253FB" w:rsidRDefault="00B253FB" w:rsidP="00633911">
      <w:pPr>
        <w:pStyle w:val="Heading2"/>
      </w:pPr>
      <w:r>
        <w:t>WRITTEN</w:t>
      </w:r>
      <w:r w:rsidR="003E736D">
        <w:t xml:space="preserve"> </w:t>
      </w:r>
      <w:r>
        <w:t>VIOLATION</w:t>
      </w:r>
      <w:r w:rsidR="003E736D">
        <w:t xml:space="preserve"> </w:t>
      </w:r>
      <w:r>
        <w:t>NOTICE</w:t>
      </w:r>
    </w:p>
    <w:p w14:paraId="7D46A249" w14:textId="77777777" w:rsidR="00B253FB" w:rsidRDefault="00B253FB" w:rsidP="004D0BA0">
      <w:pPr>
        <w:pStyle w:val="BodyText"/>
      </w:pPr>
      <w:r>
        <w:t>PROJECT</w:t>
      </w:r>
      <w:r w:rsidR="003E736D">
        <w:t xml:space="preserve"> </w:t>
      </w:r>
      <w:r>
        <w:t>NAME:</w:t>
      </w:r>
      <w:r w:rsidR="003E736D">
        <w:t xml:space="preserve"> </w:t>
      </w:r>
      <w:r>
        <w:t>_________________________</w:t>
      </w:r>
      <w:r w:rsidR="004D0BA0">
        <w:t xml:space="preserve"> </w:t>
      </w:r>
      <w:r>
        <w:t>PROJECT</w:t>
      </w:r>
      <w:r w:rsidR="003E736D">
        <w:t xml:space="preserve"> </w:t>
      </w:r>
      <w:r>
        <w:t>#:</w:t>
      </w:r>
      <w:r w:rsidR="003E736D">
        <w:t xml:space="preserve"> </w:t>
      </w:r>
      <w:r>
        <w:t>_________________________</w:t>
      </w:r>
    </w:p>
    <w:p w14:paraId="19CCB5E5" w14:textId="77777777" w:rsidR="00B253FB" w:rsidRDefault="00B253FB" w:rsidP="004D0BA0">
      <w:pPr>
        <w:pStyle w:val="BodyText"/>
      </w:pPr>
      <w:r>
        <w:t>CONTRACTOR:</w:t>
      </w:r>
      <w:r w:rsidR="003E736D">
        <w:t xml:space="preserve"> </w:t>
      </w:r>
      <w:r w:rsidR="004D0BA0">
        <w:t>_</w:t>
      </w:r>
      <w:r>
        <w:t>______________________________________________________________</w:t>
      </w:r>
    </w:p>
    <w:p w14:paraId="5D6AD0E8" w14:textId="77777777" w:rsidR="00B253FB" w:rsidRDefault="00B253FB" w:rsidP="004D0BA0">
      <w:pPr>
        <w:pStyle w:val="BodyText"/>
      </w:pPr>
      <w:r>
        <w:t>EMPLOYEE</w:t>
      </w:r>
      <w:r w:rsidR="003E736D">
        <w:t xml:space="preserve"> </w:t>
      </w:r>
      <w:r>
        <w:t>BEING</w:t>
      </w:r>
      <w:r w:rsidR="003E736D">
        <w:t xml:space="preserve"> </w:t>
      </w:r>
      <w:r>
        <w:t>REPRIMANDED</w:t>
      </w:r>
      <w:r w:rsidR="003E736D">
        <w:t xml:space="preserve"> </w:t>
      </w:r>
      <w:r>
        <w:t>_</w:t>
      </w:r>
      <w:r w:rsidR="004D0BA0">
        <w:t>______________________________</w:t>
      </w:r>
      <w:r w:rsidR="00D33447">
        <w:t>________________</w:t>
      </w:r>
    </w:p>
    <w:p w14:paraId="65DD2F64" w14:textId="77777777" w:rsidR="00B253FB" w:rsidRDefault="00B253FB" w:rsidP="004D0BA0">
      <w:pPr>
        <w:pStyle w:val="BodyText"/>
      </w:pPr>
      <w:r>
        <w:t>DATE:</w:t>
      </w:r>
      <w:r w:rsidR="003E736D">
        <w:t xml:space="preserve"> </w:t>
      </w:r>
      <w:r>
        <w:t>___________</w:t>
      </w:r>
      <w:r w:rsidR="004D0BA0">
        <w:t xml:space="preserve">_______________________________ </w:t>
      </w:r>
      <w:r>
        <w:t>TIME:</w:t>
      </w:r>
      <w:r w:rsidR="003E736D">
        <w:t xml:space="preserve"> </w:t>
      </w:r>
      <w:r w:rsidR="004D0BA0">
        <w:t>__</w:t>
      </w:r>
      <w:r>
        <w:t>_____________________</w:t>
      </w:r>
    </w:p>
    <w:p w14:paraId="71700ABB" w14:textId="77777777" w:rsidR="004D0BA0" w:rsidRDefault="00B253FB" w:rsidP="004D0BA0">
      <w:pPr>
        <w:pStyle w:val="BodyText"/>
      </w:pPr>
      <w:r>
        <w:t>VIOLATION:</w:t>
      </w:r>
    </w:p>
    <w:p w14:paraId="7258AE5A"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25ADCD" w14:textId="77777777" w:rsidR="004D0BA0" w:rsidRDefault="00B253FB" w:rsidP="004D0BA0">
      <w:pPr>
        <w:pStyle w:val="BodyText"/>
      </w:pPr>
      <w:r>
        <w:t>TASK</w:t>
      </w:r>
      <w:r w:rsidR="003E736D">
        <w:t xml:space="preserve"> </w:t>
      </w:r>
      <w:r>
        <w:t>BEING</w:t>
      </w:r>
      <w:r w:rsidR="003E736D">
        <w:t xml:space="preserve"> </w:t>
      </w:r>
      <w:r>
        <w:t>PERFORMED:</w:t>
      </w:r>
    </w:p>
    <w:p w14:paraId="73897C18"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6A90C3" w14:textId="77777777" w:rsidR="004D0BA0" w:rsidRDefault="00B253FB" w:rsidP="004D0BA0">
      <w:pPr>
        <w:pStyle w:val="BodyText"/>
      </w:pPr>
      <w:r>
        <w:t>CORRECTIVE</w:t>
      </w:r>
      <w:r w:rsidR="003E736D">
        <w:t xml:space="preserve"> </w:t>
      </w:r>
      <w:r>
        <w:t>ACTION/TRAINING</w:t>
      </w:r>
      <w:r w:rsidR="003E736D">
        <w:t xml:space="preserve"> </w:t>
      </w:r>
      <w:r>
        <w:t>REQUIRED:</w:t>
      </w:r>
    </w:p>
    <w:p w14:paraId="1F408659"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6EC167" w14:textId="77777777" w:rsidR="00B253FB" w:rsidRDefault="00B253FB" w:rsidP="004D0BA0">
      <w:pPr>
        <w:pStyle w:val="BodyText"/>
      </w:pPr>
      <w:r>
        <w:t>WITNESS:</w:t>
      </w:r>
      <w:r w:rsidR="003E736D">
        <w:t xml:space="preserve"> </w:t>
      </w:r>
      <w:r>
        <w:t>_____________________________________________________</w:t>
      </w:r>
      <w:r w:rsidR="004D0BA0">
        <w:t>_______________</w:t>
      </w:r>
    </w:p>
    <w:p w14:paraId="78FE4150" w14:textId="3E7930A9" w:rsidR="00B253FB" w:rsidRDefault="00B253FB" w:rsidP="004D0BA0">
      <w:pPr>
        <w:pStyle w:val="BodyText"/>
      </w:pPr>
      <w:r>
        <w:t>FOREMAN:</w:t>
      </w:r>
      <w:r w:rsidR="003E736D">
        <w:t xml:space="preserve"> </w:t>
      </w:r>
      <w:r>
        <w:t>____________</w:t>
      </w:r>
      <w:r w:rsidR="004D0BA0">
        <w:t>___________________</w:t>
      </w:r>
      <w:r w:rsidR="00D33447">
        <w:t>____________________________________</w:t>
      </w:r>
    </w:p>
    <w:p w14:paraId="4D1CA368" w14:textId="63211251" w:rsidR="00B253FB" w:rsidRDefault="00B253FB" w:rsidP="004D0BA0">
      <w:pPr>
        <w:pStyle w:val="BodyText"/>
      </w:pPr>
      <w:r>
        <w:t>SUPERINTENDANT:</w:t>
      </w:r>
      <w:r w:rsidR="003E736D">
        <w:t xml:space="preserve"> </w:t>
      </w:r>
      <w:r>
        <w:t>___________</w:t>
      </w:r>
      <w:r w:rsidR="004D0BA0">
        <w:t>____________________</w:t>
      </w:r>
      <w:r w:rsidR="00D33447">
        <w:t>_____________________________</w:t>
      </w:r>
    </w:p>
    <w:p w14:paraId="5EB5A4AC" w14:textId="681ABFFA" w:rsidR="00B253FB" w:rsidRDefault="00B253FB" w:rsidP="004D0BA0">
      <w:pPr>
        <w:pStyle w:val="BodyText"/>
      </w:pPr>
      <w:r>
        <w:t>GC</w:t>
      </w:r>
      <w:r w:rsidR="003E736D">
        <w:t xml:space="preserve"> </w:t>
      </w:r>
      <w:r>
        <w:t>SUPERINTENDANT:</w:t>
      </w:r>
      <w:r w:rsidR="003E736D" w:rsidRPr="00DA5566">
        <w:t xml:space="preserve"> </w:t>
      </w:r>
      <w:r w:rsidRPr="00DA5566">
        <w:t>______</w:t>
      </w:r>
      <w:r w:rsidR="004D0BA0" w:rsidRPr="00DA5566">
        <w:t>_____</w:t>
      </w:r>
      <w:r w:rsidR="00DA5566">
        <w:t>_</w:t>
      </w:r>
      <w:r w:rsidR="004D0BA0" w:rsidRPr="00DA5566">
        <w:t>_______________</w:t>
      </w:r>
      <w:r w:rsidRPr="00DA5566">
        <w:t>_</w:t>
      </w:r>
      <w:r w:rsidR="00D33447">
        <w:t>____________________________</w:t>
      </w:r>
    </w:p>
    <w:p w14:paraId="797B36CB" w14:textId="77777777" w:rsidR="00B253FB" w:rsidRDefault="00B253FB" w:rsidP="004D0BA0">
      <w:pPr>
        <w:pStyle w:val="BodyText"/>
      </w:pPr>
      <w:r>
        <w:t>FIRST</w:t>
      </w:r>
      <w:r w:rsidR="003E736D">
        <w:t xml:space="preserve"> </w:t>
      </w:r>
      <w:r>
        <w:t>NOTICE:</w:t>
      </w:r>
      <w:r w:rsidR="003E736D">
        <w:t xml:space="preserve"> </w:t>
      </w:r>
      <w:r>
        <w:t>_</w:t>
      </w:r>
      <w:r w:rsidR="004D0BA0">
        <w:t>_</w:t>
      </w:r>
      <w:r>
        <w:t>_______</w:t>
      </w:r>
      <w:r w:rsidR="003E736D">
        <w:t xml:space="preserve"> </w:t>
      </w:r>
      <w:r>
        <w:t>SECOND</w:t>
      </w:r>
      <w:r w:rsidR="003E736D">
        <w:t xml:space="preserve"> </w:t>
      </w:r>
      <w:r>
        <w:t>NOTICE:</w:t>
      </w:r>
      <w:r w:rsidR="003E736D">
        <w:t xml:space="preserve"> </w:t>
      </w:r>
      <w:r>
        <w:t>_</w:t>
      </w:r>
      <w:r w:rsidR="004D0BA0">
        <w:t>__</w:t>
      </w:r>
      <w:r>
        <w:t>________</w:t>
      </w:r>
      <w:r w:rsidR="004D0BA0">
        <w:t xml:space="preserve"> </w:t>
      </w:r>
      <w:r>
        <w:t>THIRD</w:t>
      </w:r>
      <w:r w:rsidR="003E736D">
        <w:t xml:space="preserve"> </w:t>
      </w:r>
      <w:r>
        <w:t>NOTICE:</w:t>
      </w:r>
      <w:r w:rsidR="003E736D">
        <w:t xml:space="preserve"> </w:t>
      </w:r>
      <w:r>
        <w:t>_____________</w:t>
      </w:r>
    </w:p>
    <w:p w14:paraId="06F2018F" w14:textId="77777777" w:rsidR="00B253FB" w:rsidRPr="00DA5566" w:rsidRDefault="00B253FB" w:rsidP="004D0BA0">
      <w:pPr>
        <w:pStyle w:val="BodyText"/>
      </w:pPr>
      <w:r>
        <w:t>EMPLOYEE</w:t>
      </w:r>
      <w:r w:rsidR="003E736D">
        <w:t xml:space="preserve"> </w:t>
      </w:r>
      <w:r>
        <w:t>LAY-OFF</w:t>
      </w:r>
      <w:r w:rsidR="003E736D">
        <w:t xml:space="preserve"> </w:t>
      </w:r>
      <w:r>
        <w:t>OR</w:t>
      </w:r>
      <w:r w:rsidR="003E736D">
        <w:t xml:space="preserve"> </w:t>
      </w:r>
      <w:r>
        <w:t>REMOVAL</w:t>
      </w:r>
      <w:r w:rsidR="003E736D">
        <w:t xml:space="preserve"> </w:t>
      </w:r>
      <w:r>
        <w:t>REQUIRED</w:t>
      </w:r>
      <w:r w:rsidR="003E736D">
        <w:t xml:space="preserve"> </w:t>
      </w:r>
      <w:r>
        <w:t>(YES/NO):</w:t>
      </w:r>
      <w:r w:rsidR="003E736D" w:rsidRPr="00DA5566">
        <w:t xml:space="preserve"> </w:t>
      </w:r>
      <w:r w:rsidRPr="00DA5566">
        <w:t>________________</w:t>
      </w:r>
    </w:p>
    <w:p w14:paraId="0D328F83" w14:textId="77777777" w:rsidR="00B253FB" w:rsidRPr="00DA5566" w:rsidRDefault="00B253FB" w:rsidP="004D0BA0">
      <w:pPr>
        <w:pStyle w:val="BodyText"/>
      </w:pPr>
      <w:r>
        <w:t>WRITTEN</w:t>
      </w:r>
      <w:r w:rsidR="003E736D">
        <w:t xml:space="preserve"> </w:t>
      </w:r>
      <w:r>
        <w:t>NOTICE</w:t>
      </w:r>
      <w:r w:rsidR="003E736D">
        <w:t xml:space="preserve"> </w:t>
      </w:r>
      <w:r>
        <w:t>TO</w:t>
      </w:r>
      <w:r w:rsidR="003E736D">
        <w:t xml:space="preserve"> </w:t>
      </w:r>
      <w:r>
        <w:t>COMPANY</w:t>
      </w:r>
      <w:r w:rsidR="003E736D">
        <w:t xml:space="preserve"> </w:t>
      </w:r>
      <w:r>
        <w:t>PRESIDENT</w:t>
      </w:r>
      <w:r w:rsidR="003E736D">
        <w:t xml:space="preserve"> </w:t>
      </w:r>
      <w:r>
        <w:t>REQUIRED</w:t>
      </w:r>
      <w:r w:rsidR="003E736D">
        <w:t xml:space="preserve"> </w:t>
      </w:r>
      <w:r>
        <w:t>(YES/NO):</w:t>
      </w:r>
      <w:r w:rsidR="003E736D" w:rsidRPr="00DA5566">
        <w:t xml:space="preserve"> </w:t>
      </w:r>
      <w:r w:rsidRPr="00DA5566">
        <w:t>_________________</w:t>
      </w:r>
    </w:p>
    <w:p w14:paraId="67B84FC8" w14:textId="77777777" w:rsidR="00B253FB" w:rsidRDefault="00B253FB" w:rsidP="004D0BA0">
      <w:pPr>
        <w:pStyle w:val="BodyText"/>
      </w:pPr>
      <w:r>
        <w:t>ISSUED</w:t>
      </w:r>
      <w:r w:rsidR="003E736D">
        <w:t xml:space="preserve"> </w:t>
      </w:r>
      <w:r>
        <w:t>BY:</w:t>
      </w:r>
      <w:r w:rsidR="003E736D">
        <w:t xml:space="preserve"> </w:t>
      </w:r>
      <w:r>
        <w:t>_____________________________________</w:t>
      </w:r>
      <w:r w:rsidR="003E736D">
        <w:t xml:space="preserve"> </w:t>
      </w:r>
      <w:r>
        <w:t>COMPANY:</w:t>
      </w:r>
      <w:r w:rsidR="003E736D">
        <w:t xml:space="preserve"> </w:t>
      </w:r>
      <w:r>
        <w:t>___________________</w:t>
      </w:r>
    </w:p>
    <w:p w14:paraId="24D99887" w14:textId="77777777" w:rsidR="004D0BA0" w:rsidRDefault="004D0BA0" w:rsidP="004D0BA0">
      <w:pPr>
        <w:sectPr w:rsidR="004D0BA0" w:rsidSect="004D0BA0">
          <w:pgSz w:w="12240" w:h="15840" w:code="1"/>
          <w:pgMar w:top="1440" w:right="1008" w:bottom="1440" w:left="1008" w:header="576" w:footer="576" w:gutter="0"/>
          <w:cols w:space="720"/>
          <w:docGrid w:linePitch="360"/>
        </w:sectPr>
      </w:pPr>
    </w:p>
    <w:p w14:paraId="4ABD49F6" w14:textId="77777777" w:rsidR="00B253FB" w:rsidRDefault="00B253FB" w:rsidP="004D119B">
      <w:pPr>
        <w:pStyle w:val="Spec"/>
        <w:numPr>
          <w:ilvl w:val="1"/>
          <w:numId w:val="2"/>
        </w:numPr>
      </w:pPr>
      <w:r>
        <w:lastRenderedPageBreak/>
        <w:t>SAFETY</w:t>
      </w:r>
      <w:r w:rsidR="003E736D">
        <w:t xml:space="preserve"> </w:t>
      </w:r>
      <w:r>
        <w:t>PERFORMANCE</w:t>
      </w:r>
    </w:p>
    <w:p w14:paraId="5ACB30D1" w14:textId="77777777" w:rsidR="00B253FB" w:rsidRDefault="00B253FB" w:rsidP="004D0BA0">
      <w:pPr>
        <w:pStyle w:val="Spec"/>
        <w:numPr>
          <w:ilvl w:val="0"/>
          <w:numId w:val="0"/>
        </w:numPr>
        <w:ind w:left="2160"/>
      </w:pPr>
      <w:r>
        <w:t>If</w:t>
      </w:r>
      <w:r w:rsidR="003E736D">
        <w:t xml:space="preserve"> </w:t>
      </w:r>
      <w:r>
        <w:t>the</w:t>
      </w:r>
      <w:r w:rsidR="003E736D">
        <w:t xml:space="preserve"> </w:t>
      </w:r>
      <w:r>
        <w:t>Contractor</w:t>
      </w:r>
      <w:r w:rsidR="003E736D">
        <w:t xml:space="preserve"> </w:t>
      </w:r>
      <w:r>
        <w:t>experiences</w:t>
      </w:r>
      <w:r w:rsidR="003E736D">
        <w:t xml:space="preserve"> </w:t>
      </w:r>
      <w:r>
        <w:t>ongoing</w:t>
      </w:r>
      <w:r w:rsidR="003E736D">
        <w:t xml:space="preserve"> </w:t>
      </w:r>
      <w:r>
        <w:t>safety</w:t>
      </w:r>
      <w:r w:rsidR="003E736D">
        <w:t xml:space="preserve"> </w:t>
      </w:r>
      <w:r>
        <w:t>concerns</w:t>
      </w:r>
      <w:r w:rsidR="003E736D">
        <w:t xml:space="preserve"> </w:t>
      </w:r>
      <w:r>
        <w:t>such</w:t>
      </w:r>
      <w:r w:rsidR="003E736D">
        <w:t xml:space="preserve"> </w:t>
      </w:r>
      <w:r>
        <w:t>as</w:t>
      </w:r>
      <w:r w:rsidR="003E736D">
        <w:t xml:space="preserve"> </w:t>
      </w:r>
      <w:r>
        <w:t>a</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or</w:t>
      </w:r>
      <w:r w:rsidR="003E736D">
        <w:t xml:space="preserve"> </w:t>
      </w:r>
      <w:r>
        <w:t>Recordable</w:t>
      </w:r>
      <w:r w:rsidR="003E736D">
        <w:t xml:space="preserve"> </w:t>
      </w:r>
      <w:r>
        <w:t>Incident</w:t>
      </w:r>
      <w:r w:rsidR="003E736D">
        <w:t xml:space="preserve"> </w:t>
      </w:r>
      <w:r>
        <w:t>Rate</w:t>
      </w:r>
      <w:r w:rsidR="003E736D">
        <w:t xml:space="preserve"> </w:t>
      </w:r>
      <w:r>
        <w:t>greater</w:t>
      </w:r>
      <w:r w:rsidR="003E736D">
        <w:t xml:space="preserve"> </w:t>
      </w:r>
      <w:r>
        <w:t>than</w:t>
      </w:r>
      <w:r w:rsidR="003E736D">
        <w:t xml:space="preserve"> </w:t>
      </w:r>
      <w:r>
        <w:t>the</w:t>
      </w:r>
      <w:r w:rsidR="003E736D">
        <w:t xml:space="preserve"> </w:t>
      </w:r>
      <w:r>
        <w:t>Bureau</w:t>
      </w:r>
      <w:r w:rsidR="003E736D">
        <w:t xml:space="preserve"> </w:t>
      </w:r>
      <w:r>
        <w:t>of</w:t>
      </w:r>
      <w:r w:rsidR="003E736D">
        <w:t xml:space="preserve"> </w:t>
      </w:r>
      <w:r>
        <w:t>Labor</w:t>
      </w:r>
      <w:r w:rsidR="003E736D">
        <w:t xml:space="preserve"> </w:t>
      </w:r>
      <w:r>
        <w:t>Statistics</w:t>
      </w:r>
      <w:r w:rsidR="003E736D">
        <w:t xml:space="preserve"> </w:t>
      </w:r>
      <w:r>
        <w:t>National</w:t>
      </w:r>
      <w:r w:rsidR="003E736D">
        <w:t xml:space="preserve"> </w:t>
      </w:r>
      <w:r>
        <w:t>Average</w:t>
      </w:r>
      <w:r w:rsidR="003E736D">
        <w:t xml:space="preserve"> </w:t>
      </w:r>
      <w:r>
        <w:t>for</w:t>
      </w:r>
      <w:r w:rsidR="003E736D">
        <w:t xml:space="preserve"> </w:t>
      </w:r>
      <w:r>
        <w:t>Construction,</w:t>
      </w:r>
      <w:r w:rsidR="003E736D">
        <w:t xml:space="preserve"> </w:t>
      </w:r>
      <w:r>
        <w:t>experiences</w:t>
      </w:r>
      <w:r w:rsidR="003E736D">
        <w:t xml:space="preserve"> </w:t>
      </w:r>
      <w:r>
        <w:t>repeated</w:t>
      </w:r>
      <w:r w:rsidR="003E736D">
        <w:t xml:space="preserve"> </w:t>
      </w:r>
      <w:r>
        <w:t>violations</w:t>
      </w:r>
      <w:r w:rsidR="003E736D">
        <w:t xml:space="preserve"> </w:t>
      </w:r>
      <w:r>
        <w:t>of</w:t>
      </w:r>
      <w:r w:rsidR="003E736D">
        <w:t xml:space="preserve"> </w:t>
      </w:r>
      <w:r>
        <w:t>safety</w:t>
      </w:r>
      <w:r w:rsidR="003E736D">
        <w:t xml:space="preserve"> </w:t>
      </w:r>
      <w:r>
        <w:t>&amp;</w:t>
      </w:r>
      <w:r w:rsidR="003E736D">
        <w:t xml:space="preserve"> </w:t>
      </w:r>
      <w:r>
        <w:t>health</w:t>
      </w:r>
      <w:r w:rsidR="003E736D">
        <w:t xml:space="preserve"> </w:t>
      </w:r>
      <w:r>
        <w:t>rules</w:t>
      </w:r>
      <w:r w:rsidR="003E736D">
        <w:t xml:space="preserve"> </w:t>
      </w:r>
      <w:r>
        <w:t>and</w:t>
      </w:r>
      <w:r w:rsidR="003E736D">
        <w:t xml:space="preserve"> </w:t>
      </w:r>
      <w:r>
        <w:t>regulations</w:t>
      </w:r>
      <w:r w:rsidR="003E736D">
        <w:t xml:space="preserve"> </w:t>
      </w:r>
      <w:r>
        <w:t>or</w:t>
      </w:r>
      <w:r w:rsidR="003E736D">
        <w:t xml:space="preserve"> </w:t>
      </w:r>
      <w:r>
        <w:t>“Imminent</w:t>
      </w:r>
      <w:r w:rsidR="003E736D">
        <w:t xml:space="preserve"> </w:t>
      </w:r>
      <w:r>
        <w:t>Danger”</w:t>
      </w:r>
      <w:r w:rsidR="003E736D">
        <w:t xml:space="preserve"> </w:t>
      </w:r>
      <w:r>
        <w:t>situations,</w:t>
      </w:r>
      <w:r w:rsidR="003E736D">
        <w:t xml:space="preserve"> </w:t>
      </w:r>
      <w:r>
        <w:t>or</w:t>
      </w:r>
      <w:r w:rsidR="003E736D">
        <w:t xml:space="preserve"> </w:t>
      </w:r>
      <w:r>
        <w:t>fails</w:t>
      </w:r>
      <w:r w:rsidR="003E736D">
        <w:t xml:space="preserve"> </w:t>
      </w:r>
      <w:r>
        <w:t>to</w:t>
      </w:r>
      <w:r w:rsidR="003E736D">
        <w:t xml:space="preserve"> </w:t>
      </w:r>
      <w:r>
        <w:t>abate</w:t>
      </w:r>
      <w:r w:rsidR="003E736D">
        <w:t xml:space="preserve"> </w:t>
      </w:r>
      <w:r>
        <w:t>violations</w:t>
      </w:r>
      <w:r w:rsidR="003E736D">
        <w:t xml:space="preserve"> </w:t>
      </w:r>
      <w:r>
        <w:t>in</w:t>
      </w:r>
      <w:r w:rsidR="003E736D">
        <w:t xml:space="preserve"> </w:t>
      </w:r>
      <w:r>
        <w:t>a</w:t>
      </w:r>
      <w:r w:rsidR="003E736D">
        <w:t xml:space="preserve"> </w:t>
      </w:r>
      <w:r>
        <w:t>timely</w:t>
      </w:r>
      <w:r w:rsidR="003E736D">
        <w:t xml:space="preserve"> </w:t>
      </w:r>
      <w:r>
        <w:t>manner,</w:t>
      </w:r>
      <w:r w:rsidR="003E736D">
        <w:t xml:space="preserve"> </w:t>
      </w:r>
      <w:r>
        <w:t>the</w:t>
      </w:r>
      <w:r w:rsidR="003E736D">
        <w:t xml:space="preserve"> </w:t>
      </w:r>
      <w:r>
        <w:t>Contractor</w:t>
      </w:r>
      <w:r w:rsidR="003E736D">
        <w:t xml:space="preserve"> </w:t>
      </w:r>
      <w:r>
        <w:t>shall</w:t>
      </w:r>
      <w:r w:rsidR="003E736D">
        <w:t xml:space="preserve"> </w:t>
      </w:r>
      <w:r>
        <w:t>be</w:t>
      </w:r>
      <w:r w:rsidR="003E736D">
        <w:t xml:space="preserve"> </w:t>
      </w:r>
      <w:r>
        <w:t>subject</w:t>
      </w:r>
      <w:r w:rsidR="003E736D">
        <w:t xml:space="preserve"> </w:t>
      </w:r>
      <w:r>
        <w:t>to</w:t>
      </w:r>
      <w:r w:rsidR="003E736D">
        <w:t xml:space="preserve"> </w:t>
      </w:r>
      <w:r>
        <w:t>the</w:t>
      </w:r>
      <w:r w:rsidR="003E736D">
        <w:t xml:space="preserve"> </w:t>
      </w:r>
      <w:r>
        <w:t>following</w:t>
      </w:r>
      <w:r w:rsidR="003E736D">
        <w:t xml:space="preserve"> </w:t>
      </w:r>
      <w:r>
        <w:t>action</w:t>
      </w:r>
      <w:r w:rsidR="003E736D">
        <w:t xml:space="preserve"> </w:t>
      </w:r>
      <w:r>
        <w:t>at</w:t>
      </w:r>
      <w:r w:rsidR="003E736D">
        <w:t xml:space="preserve"> </w:t>
      </w:r>
      <w:r>
        <w:t>the</w:t>
      </w:r>
      <w:r w:rsidR="003E736D">
        <w:t xml:space="preserve"> </w:t>
      </w:r>
      <w:r>
        <w:t>Ports</w:t>
      </w:r>
      <w:r w:rsidR="003E736D">
        <w:t xml:space="preserve"> </w:t>
      </w:r>
      <w:r>
        <w:t>discretion:</w:t>
      </w:r>
    </w:p>
    <w:p w14:paraId="401CA295" w14:textId="77777777" w:rsidR="00B253FB" w:rsidRDefault="00B253FB" w:rsidP="004D119B">
      <w:pPr>
        <w:pStyle w:val="Spec"/>
        <w:numPr>
          <w:ilvl w:val="2"/>
          <w:numId w:val="2"/>
        </w:numPr>
      </w:pPr>
      <w:r>
        <w:t>Removal</w:t>
      </w:r>
      <w:r w:rsidR="003E736D">
        <w:t xml:space="preserve"> </w:t>
      </w:r>
      <w:r>
        <w:t>and</w:t>
      </w:r>
      <w:r w:rsidR="003E736D">
        <w:t xml:space="preserve"> </w:t>
      </w:r>
      <w:r>
        <w:t>replacement</w:t>
      </w:r>
      <w:r w:rsidR="003E736D">
        <w:t xml:space="preserve"> </w:t>
      </w:r>
      <w:r>
        <w:t>of</w:t>
      </w:r>
      <w:r w:rsidR="003E736D">
        <w:t xml:space="preserve"> </w:t>
      </w:r>
      <w:r>
        <w:t>management</w:t>
      </w:r>
      <w:r w:rsidR="003E736D">
        <w:t xml:space="preserve"> </w:t>
      </w:r>
      <w:r>
        <w:t>personnel.</w:t>
      </w:r>
    </w:p>
    <w:p w14:paraId="2596141C" w14:textId="63FC3462" w:rsidR="00B253FB" w:rsidRDefault="00B253FB" w:rsidP="004D119B">
      <w:pPr>
        <w:pStyle w:val="Spec"/>
        <w:numPr>
          <w:ilvl w:val="2"/>
          <w:numId w:val="2"/>
        </w:numPr>
      </w:pPr>
      <w:r>
        <w:t>Submit</w:t>
      </w:r>
      <w:r w:rsidR="003E736D">
        <w:t xml:space="preserve"> </w:t>
      </w:r>
      <w:r>
        <w:t>a</w:t>
      </w:r>
      <w:r w:rsidR="003E736D">
        <w:t xml:space="preserve"> </w:t>
      </w:r>
      <w:r>
        <w:t>written</w:t>
      </w:r>
      <w:r w:rsidR="003E736D">
        <w:t xml:space="preserve"> </w:t>
      </w:r>
      <w:r>
        <w:t>Safety</w:t>
      </w:r>
      <w:r w:rsidR="003E736D">
        <w:t xml:space="preserve"> </w:t>
      </w:r>
      <w:r>
        <w:t>Recovery</w:t>
      </w:r>
      <w:r w:rsidR="003E736D">
        <w:t xml:space="preserve"> </w:t>
      </w:r>
      <w:r>
        <w:t>plan</w:t>
      </w:r>
      <w:r w:rsidR="003E736D">
        <w:t xml:space="preserve"> </w:t>
      </w:r>
      <w:r>
        <w:t>to</w:t>
      </w:r>
      <w:r w:rsidR="003E736D">
        <w:t xml:space="preserve"> </w:t>
      </w:r>
      <w:r>
        <w:t>the</w:t>
      </w:r>
      <w:r w:rsidR="003E736D">
        <w:t xml:space="preserve"> </w:t>
      </w:r>
      <w:r w:rsidR="00155B23" w:rsidRPr="00155B23">
        <w:t xml:space="preserve">Port </w:t>
      </w:r>
      <w:r w:rsidR="00D009E2">
        <w:t>P</w:t>
      </w:r>
      <w:r w:rsidR="008B4FC4">
        <w:t xml:space="preserve">roject </w:t>
      </w:r>
      <w:r w:rsidR="00D009E2">
        <w:t>M</w:t>
      </w:r>
      <w:r w:rsidR="008B4FC4">
        <w:t xml:space="preserve">anager </w:t>
      </w:r>
      <w:r>
        <w:t>and</w:t>
      </w:r>
      <w:r w:rsidR="003E736D">
        <w:t xml:space="preserve"> </w:t>
      </w:r>
      <w:r w:rsidR="00FE4885">
        <w:t>Manager</w:t>
      </w:r>
      <w:r w:rsidR="00DD5357">
        <w:t xml:space="preserve"> of</w:t>
      </w:r>
      <w:r w:rsidR="00FE4885">
        <w:t xml:space="preserve"> Construction Safety Services</w:t>
      </w:r>
      <w:r w:rsidR="003E736D">
        <w:t xml:space="preserve"> </w:t>
      </w:r>
      <w:r>
        <w:t>detailing</w:t>
      </w:r>
      <w:r w:rsidR="003E736D">
        <w:t xml:space="preserve"> </w:t>
      </w:r>
      <w:r>
        <w:t>what</w:t>
      </w:r>
      <w:r w:rsidR="003E736D">
        <w:t xml:space="preserve"> </w:t>
      </w:r>
      <w:r>
        <w:t>changes</w:t>
      </w:r>
      <w:r w:rsidR="003E736D">
        <w:t xml:space="preserve"> </w:t>
      </w:r>
      <w:r>
        <w:t>will</w:t>
      </w:r>
      <w:r w:rsidR="003E736D">
        <w:t xml:space="preserve"> </w:t>
      </w:r>
      <w:r>
        <w:t>be</w:t>
      </w:r>
      <w:r w:rsidR="003E736D">
        <w:t xml:space="preserve"> </w:t>
      </w:r>
      <w:r>
        <w:t>made</w:t>
      </w:r>
      <w:r w:rsidR="003E736D">
        <w:t xml:space="preserve"> </w:t>
      </w:r>
      <w:r>
        <w:t>to</w:t>
      </w:r>
      <w:r w:rsidR="003E736D">
        <w:t xml:space="preserve"> </w:t>
      </w:r>
      <w:r>
        <w:t>their</w:t>
      </w:r>
      <w:r w:rsidR="003E736D">
        <w:t xml:space="preserve"> </w:t>
      </w:r>
      <w:r>
        <w:t>safety</w:t>
      </w:r>
      <w:r w:rsidR="003E736D">
        <w:t xml:space="preserve"> </w:t>
      </w:r>
      <w:r>
        <w:t>program</w:t>
      </w:r>
      <w:r w:rsidR="003E736D">
        <w:t xml:space="preserve"> </w:t>
      </w:r>
      <w:r>
        <w:t>and</w:t>
      </w:r>
      <w:r w:rsidR="003E736D">
        <w:t xml:space="preserve"> </w:t>
      </w:r>
      <w:r>
        <w:t>a</w:t>
      </w:r>
      <w:r w:rsidR="003E736D">
        <w:t xml:space="preserve"> </w:t>
      </w:r>
      <w:r>
        <w:t>timeline</w:t>
      </w:r>
      <w:r w:rsidR="003E736D">
        <w:t xml:space="preserve"> </w:t>
      </w:r>
      <w:r>
        <w:t>as</w:t>
      </w:r>
      <w:r w:rsidR="003E736D">
        <w:t xml:space="preserve"> </w:t>
      </w:r>
      <w:r>
        <w:t>to</w:t>
      </w:r>
      <w:r w:rsidR="003E736D">
        <w:t xml:space="preserve"> </w:t>
      </w:r>
      <w:r>
        <w:t>when</w:t>
      </w:r>
      <w:r w:rsidR="003E736D">
        <w:t xml:space="preserve"> </w:t>
      </w:r>
      <w:r>
        <w:t>the</w:t>
      </w:r>
      <w:r w:rsidR="003E736D">
        <w:t xml:space="preserve"> </w:t>
      </w:r>
      <w:r>
        <w:t>changes</w:t>
      </w:r>
      <w:r w:rsidR="003E736D">
        <w:t xml:space="preserve"> </w:t>
      </w:r>
      <w:r>
        <w:t>will</w:t>
      </w:r>
      <w:r w:rsidR="003E736D">
        <w:t xml:space="preserve"> </w:t>
      </w:r>
      <w:r>
        <w:t>be</w:t>
      </w:r>
      <w:r w:rsidR="003E736D">
        <w:t xml:space="preserve"> </w:t>
      </w:r>
      <w:r>
        <w:t>implemented.</w:t>
      </w:r>
    </w:p>
    <w:p w14:paraId="098E31D2" w14:textId="16252756" w:rsidR="00B253FB" w:rsidRDefault="00B253FB" w:rsidP="004D119B">
      <w:pPr>
        <w:pStyle w:val="Spec"/>
        <w:numPr>
          <w:ilvl w:val="2"/>
          <w:numId w:val="2"/>
        </w:numPr>
      </w:pPr>
      <w:r>
        <w:t>Hiring</w:t>
      </w:r>
      <w:r w:rsidR="003E736D">
        <w:t xml:space="preserve"> </w:t>
      </w:r>
      <w:r>
        <w:t>an</w:t>
      </w:r>
      <w:r w:rsidR="003E736D">
        <w:t xml:space="preserve"> </w:t>
      </w:r>
      <w:r>
        <w:t>independent</w:t>
      </w:r>
      <w:r w:rsidR="003E736D">
        <w:t xml:space="preserve"> </w:t>
      </w:r>
      <w:r>
        <w:t>safety</w:t>
      </w:r>
      <w:r w:rsidR="003E736D">
        <w:t xml:space="preserve"> </w:t>
      </w:r>
      <w:r>
        <w:t>consultant</w:t>
      </w:r>
      <w:r w:rsidR="003E736D">
        <w:t xml:space="preserve"> </w:t>
      </w:r>
      <w:r>
        <w:t>who</w:t>
      </w:r>
      <w:r w:rsidR="003E736D">
        <w:t xml:space="preserve"> </w:t>
      </w:r>
      <w:r>
        <w:t>shall</w:t>
      </w:r>
      <w:r w:rsidR="003E736D">
        <w:t xml:space="preserve"> </w:t>
      </w:r>
      <w:r>
        <w:t>audit</w:t>
      </w:r>
      <w:r w:rsidR="003E736D">
        <w:t xml:space="preserve"> </w:t>
      </w:r>
      <w:r>
        <w:t>the</w:t>
      </w:r>
      <w:r w:rsidR="003E736D">
        <w:t xml:space="preserve"> </w:t>
      </w:r>
      <w:r>
        <w:t>Contractor’s</w:t>
      </w:r>
      <w:r w:rsidR="003E736D">
        <w:t xml:space="preserve"> </w:t>
      </w:r>
      <w:r>
        <w:t>procedures</w:t>
      </w:r>
      <w:r w:rsidR="003E736D">
        <w:t xml:space="preserve"> </w:t>
      </w:r>
      <w:r>
        <w:t>and</w:t>
      </w:r>
      <w:r w:rsidR="003E736D">
        <w:t xml:space="preserve"> </w:t>
      </w:r>
      <w:r>
        <w:t>operations.</w:t>
      </w:r>
      <w:r w:rsidR="003E736D">
        <w:t xml:space="preserve"> </w:t>
      </w:r>
      <w:r>
        <w:t>The</w:t>
      </w:r>
      <w:r w:rsidR="003E736D">
        <w:t xml:space="preserve"> </w:t>
      </w:r>
      <w:r>
        <w:t>consultant</w:t>
      </w:r>
      <w:r w:rsidR="003E736D">
        <w:t xml:space="preserve"> </w:t>
      </w:r>
      <w:r>
        <w:t>shall</w:t>
      </w:r>
      <w:r w:rsidR="003E736D">
        <w:t xml:space="preserve"> </w:t>
      </w:r>
      <w:r>
        <w:t>compile</w:t>
      </w:r>
      <w:r w:rsidR="003E736D">
        <w:t xml:space="preserve"> </w:t>
      </w:r>
      <w:r>
        <w:t>a</w:t>
      </w:r>
      <w:r w:rsidR="003E736D">
        <w:t xml:space="preserve"> </w:t>
      </w:r>
      <w:r>
        <w:t>plan</w:t>
      </w:r>
      <w:r w:rsidR="003E736D">
        <w:t xml:space="preserve"> </w:t>
      </w:r>
      <w:r>
        <w:t>detailing</w:t>
      </w:r>
      <w:r w:rsidR="003E736D">
        <w:t xml:space="preserve"> </w:t>
      </w:r>
      <w:r>
        <w:t>what</w:t>
      </w:r>
      <w:r w:rsidR="003E736D">
        <w:t xml:space="preserve"> </w:t>
      </w:r>
      <w:r>
        <w:t>changes</w:t>
      </w:r>
      <w:r w:rsidR="003E736D">
        <w:t xml:space="preserve"> </w:t>
      </w:r>
      <w:r>
        <w:t>the</w:t>
      </w:r>
      <w:r w:rsidR="003E736D">
        <w:t xml:space="preserve"> </w:t>
      </w:r>
      <w:r>
        <w:t>Contractor</w:t>
      </w:r>
      <w:r w:rsidR="003E736D">
        <w:t xml:space="preserve"> </w:t>
      </w:r>
      <w:r>
        <w:t>shall</w:t>
      </w:r>
      <w:r w:rsidR="003E736D">
        <w:t xml:space="preserve"> </w:t>
      </w:r>
      <w:r>
        <w:t>implement.</w:t>
      </w:r>
      <w:r w:rsidR="003E736D">
        <w:t xml:space="preserve"> </w:t>
      </w:r>
      <w:r>
        <w:t>This</w:t>
      </w:r>
      <w:r w:rsidR="003E736D">
        <w:t xml:space="preserve"> </w:t>
      </w:r>
      <w:r>
        <w:t>report</w:t>
      </w:r>
      <w:r w:rsidR="003E736D">
        <w:t xml:space="preserve"> </w:t>
      </w:r>
      <w:r>
        <w:t>shall</w:t>
      </w:r>
      <w:r w:rsidR="003E736D">
        <w:t xml:space="preserve"> </w:t>
      </w:r>
      <w:r>
        <w:t>be</w:t>
      </w:r>
      <w:r w:rsidR="003E736D">
        <w:t xml:space="preserve"> </w:t>
      </w:r>
      <w:r>
        <w:t>submitted</w:t>
      </w:r>
      <w:r w:rsidR="003E736D">
        <w:t xml:space="preserve"> </w:t>
      </w:r>
      <w:r>
        <w:t>to</w:t>
      </w:r>
      <w:r w:rsidR="003E736D">
        <w:t xml:space="preserve"> </w:t>
      </w:r>
      <w:r>
        <w:t>the</w:t>
      </w:r>
      <w:r w:rsidR="003E736D">
        <w:t xml:space="preserve"> </w:t>
      </w:r>
      <w:r w:rsidR="00155B23" w:rsidRPr="00155B23">
        <w:t xml:space="preserve">Port </w:t>
      </w:r>
      <w:r w:rsidR="00A604FE">
        <w:t>P</w:t>
      </w:r>
      <w:r w:rsidR="008B4FC4">
        <w:t xml:space="preserve">roject </w:t>
      </w:r>
      <w:r w:rsidR="00A604FE">
        <w:t>M</w:t>
      </w:r>
      <w:r w:rsidR="008B4FC4">
        <w:t>anager</w:t>
      </w:r>
      <w:r>
        <w:t>,</w:t>
      </w:r>
      <w:r w:rsidR="003E736D">
        <w:t xml:space="preserve"> </w:t>
      </w:r>
      <w:r w:rsidR="008B4FC4">
        <w:t>Resident Engineer</w:t>
      </w:r>
      <w:r>
        <w:t>,</w:t>
      </w:r>
      <w:r w:rsidR="003E736D">
        <w:t xml:space="preserve"> </w:t>
      </w:r>
      <w:r>
        <w:t>and</w:t>
      </w:r>
      <w:r w:rsidR="003E736D">
        <w:t xml:space="preserve"> </w:t>
      </w:r>
      <w:r w:rsidR="00FE4885">
        <w:t>Manager</w:t>
      </w:r>
      <w:r w:rsidR="00DD5357">
        <w:t xml:space="preserve"> of</w:t>
      </w:r>
      <w:r w:rsidR="00FE4885">
        <w:t xml:space="preserve"> Construction Safety Services</w:t>
      </w:r>
      <w:r>
        <w:t>.</w:t>
      </w:r>
    </w:p>
    <w:p w14:paraId="2F19E8E2" w14:textId="74D00FB6" w:rsidR="00B253FB" w:rsidRDefault="005E28C4" w:rsidP="004D119B">
      <w:pPr>
        <w:pStyle w:val="Spec"/>
        <w:numPr>
          <w:ilvl w:val="2"/>
          <w:numId w:val="2"/>
        </w:numPr>
      </w:pPr>
      <w:r>
        <w:t>Notwithstanding</w:t>
      </w:r>
      <w:r w:rsidR="003E736D">
        <w:t xml:space="preserve"> </w:t>
      </w:r>
      <w:r w:rsidR="00206F12">
        <w:t xml:space="preserve">01 35 29 </w:t>
      </w:r>
      <w:r w:rsidR="00B253FB">
        <w:t>paragraph</w:t>
      </w:r>
      <w:r w:rsidR="003E736D">
        <w:t xml:space="preserve"> </w:t>
      </w:r>
      <w:r w:rsidR="00B253FB">
        <w:t>1.0</w:t>
      </w:r>
      <w:r w:rsidR="001177B3">
        <w:t>5</w:t>
      </w:r>
      <w:r w:rsidR="003E736D">
        <w:t xml:space="preserve"> </w:t>
      </w:r>
      <w:r w:rsidR="00B253FB">
        <w:t>(B)(9)(c),</w:t>
      </w:r>
      <w:r w:rsidR="003E736D">
        <w:t xml:space="preserve"> </w:t>
      </w:r>
      <w:r w:rsidR="00B253FB">
        <w:t>Disciplinary</w:t>
      </w:r>
      <w:r w:rsidR="003E736D">
        <w:t xml:space="preserve"> </w:t>
      </w:r>
      <w:r w:rsidR="00B253FB">
        <w:t>Action</w:t>
      </w:r>
      <w:r w:rsidR="003E736D">
        <w:t xml:space="preserve"> </w:t>
      </w:r>
      <w:r w:rsidR="00B253FB">
        <w:t>Matrix,</w:t>
      </w:r>
      <w:r w:rsidR="003E736D">
        <w:t xml:space="preserve"> </w:t>
      </w:r>
      <w:r w:rsidR="00B253FB">
        <w:t>above</w:t>
      </w:r>
      <w:r w:rsidR="003E736D">
        <w:t xml:space="preserve"> </w:t>
      </w:r>
      <w:r w:rsidR="00B253FB">
        <w:t>in</w:t>
      </w:r>
      <w:r w:rsidR="003E736D">
        <w:t xml:space="preserve"> </w:t>
      </w:r>
      <w:r w:rsidR="00B253FB">
        <w:t>1.0</w:t>
      </w:r>
      <w:r w:rsidR="001177B3">
        <w:t>7</w:t>
      </w:r>
      <w:r w:rsidR="003E736D">
        <w:t xml:space="preserve"> </w:t>
      </w:r>
      <w:r w:rsidR="00B253FB">
        <w:t>(</w:t>
      </w:r>
      <w:r w:rsidR="001177B3">
        <w:t>C</w:t>
      </w:r>
      <w:r w:rsidR="00B253FB">
        <w:t>)(2),</w:t>
      </w:r>
      <w:r w:rsidR="003E736D">
        <w:t xml:space="preserve"> </w:t>
      </w:r>
      <w:r w:rsidR="00B253FB">
        <w:t>shall</w:t>
      </w:r>
      <w:r w:rsidR="003E736D">
        <w:t xml:space="preserve"> </w:t>
      </w:r>
      <w:r w:rsidR="00B253FB">
        <w:t>be</w:t>
      </w:r>
      <w:r w:rsidR="003E736D">
        <w:t xml:space="preserve"> </w:t>
      </w:r>
      <w:r w:rsidR="00B253FB">
        <w:t>used</w:t>
      </w:r>
      <w:r w:rsidR="003E736D">
        <w:t xml:space="preserve"> </w:t>
      </w:r>
      <w:r w:rsidR="00B253FB">
        <w:t>for</w:t>
      </w:r>
      <w:r w:rsidR="003E736D">
        <w:t xml:space="preserve"> </w:t>
      </w:r>
      <w:r w:rsidR="00B253FB">
        <w:t>determining</w:t>
      </w:r>
      <w:r w:rsidR="003E736D">
        <w:t xml:space="preserve"> </w:t>
      </w:r>
      <w:r w:rsidR="00B253FB">
        <w:t>the</w:t>
      </w:r>
      <w:r w:rsidR="003E736D">
        <w:t xml:space="preserve"> </w:t>
      </w:r>
      <w:r w:rsidR="00B253FB">
        <w:t>appropriate</w:t>
      </w:r>
      <w:r w:rsidR="003E736D">
        <w:t xml:space="preserve"> </w:t>
      </w:r>
      <w:r w:rsidR="00B253FB">
        <w:t>corrective</w:t>
      </w:r>
      <w:r w:rsidR="003E736D">
        <w:t xml:space="preserve"> </w:t>
      </w:r>
      <w:r w:rsidR="00B253FB">
        <w:t>action.</w:t>
      </w:r>
    </w:p>
    <w:p w14:paraId="1007E44C" w14:textId="4CEABCB4" w:rsidR="00B253FB" w:rsidRDefault="00B253FB" w:rsidP="004D119B">
      <w:pPr>
        <w:pStyle w:val="Spec"/>
        <w:numPr>
          <w:ilvl w:val="2"/>
          <w:numId w:val="2"/>
        </w:numPr>
      </w:pPr>
      <w:r>
        <w:t>Conduct</w:t>
      </w:r>
      <w:r w:rsidR="003E736D">
        <w:t xml:space="preserve"> </w:t>
      </w:r>
      <w:r>
        <w:t>a</w:t>
      </w:r>
      <w:r w:rsidR="003E736D">
        <w:t xml:space="preserve"> </w:t>
      </w:r>
      <w:r>
        <w:t>“Safety</w:t>
      </w:r>
      <w:r w:rsidR="003E736D">
        <w:t xml:space="preserve"> </w:t>
      </w:r>
      <w:r>
        <w:t>Stand</w:t>
      </w:r>
      <w:r w:rsidR="003E736D">
        <w:t xml:space="preserve"> </w:t>
      </w:r>
      <w:r>
        <w:t>Down”</w:t>
      </w:r>
      <w:r w:rsidR="003E736D">
        <w:t xml:space="preserve"> </w:t>
      </w:r>
      <w:r>
        <w:t>(suspend</w:t>
      </w:r>
      <w:r w:rsidR="003E736D">
        <w:t xml:space="preserve"> </w:t>
      </w:r>
      <w:r>
        <w:t>all</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t>provisions</w:t>
      </w:r>
      <w:r w:rsidR="003E736D">
        <w:t xml:space="preserve"> </w:t>
      </w:r>
      <w:r>
        <w:t>of</w:t>
      </w:r>
      <w:r w:rsidR="003E736D">
        <w:t xml:space="preserve"> </w:t>
      </w:r>
      <w:r>
        <w:t>the</w:t>
      </w:r>
      <w:r w:rsidR="003E736D">
        <w:t xml:space="preserve"> </w:t>
      </w:r>
      <w:r>
        <w:t>General</w:t>
      </w:r>
      <w:r w:rsidR="003E736D">
        <w:t xml:space="preserve"> </w:t>
      </w:r>
      <w:r>
        <w:t>Conditions</w:t>
      </w:r>
      <w:r w:rsidR="00206F12">
        <w:t xml:space="preserve"> 00 70 00</w:t>
      </w:r>
      <w:r>
        <w:t>,</w:t>
      </w:r>
      <w:r w:rsidR="003E736D">
        <w:t xml:space="preserve"> </w:t>
      </w:r>
      <w:r>
        <w:t>Article</w:t>
      </w:r>
      <w:r w:rsidR="003E736D">
        <w:t xml:space="preserve"> </w:t>
      </w:r>
      <w:r>
        <w:t>G-10-04</w:t>
      </w:r>
      <w:r w:rsidR="00206F12">
        <w:t xml:space="preserve"> Port’s Right to Stop the Work for Contractor Non-Performance</w:t>
      </w:r>
      <w:r>
        <w:t>.</w:t>
      </w:r>
      <w:r w:rsidR="003E736D">
        <w:t xml:space="preserve"> </w:t>
      </w:r>
      <w:r>
        <w:t>Suspended</w:t>
      </w:r>
      <w:r w:rsidR="003E736D">
        <w:t xml:space="preserve"> </w:t>
      </w:r>
      <w:r>
        <w:t>work</w:t>
      </w:r>
      <w:r w:rsidR="003E736D">
        <w:t xml:space="preserve"> </w:t>
      </w:r>
      <w:r>
        <w:t>shall</w:t>
      </w:r>
      <w:r w:rsidR="003E736D">
        <w:t xml:space="preserve"> </w:t>
      </w:r>
      <w:r>
        <w:t>not</w:t>
      </w:r>
      <w:r w:rsidR="003E736D">
        <w:t xml:space="preserve"> </w:t>
      </w:r>
      <w:r>
        <w:t>be</w:t>
      </w:r>
      <w:r w:rsidR="003E736D">
        <w:t xml:space="preserve"> </w:t>
      </w:r>
      <w:r>
        <w:t>allowed</w:t>
      </w:r>
      <w:r w:rsidR="003E736D">
        <w:t xml:space="preserve"> </w:t>
      </w:r>
      <w:r>
        <w:t>to</w:t>
      </w:r>
      <w:r w:rsidR="003E736D">
        <w:t xml:space="preserve"> </w:t>
      </w:r>
      <w:r>
        <w:t>resume</w:t>
      </w:r>
      <w:r w:rsidR="003E736D">
        <w:t xml:space="preserve"> </w:t>
      </w:r>
      <w:r>
        <w:t>until</w:t>
      </w:r>
      <w:r w:rsidR="003E736D">
        <w:t xml:space="preserve"> </w:t>
      </w:r>
      <w:r>
        <w:t>the</w:t>
      </w:r>
      <w:r w:rsidR="003E736D">
        <w:t xml:space="preserve"> </w:t>
      </w:r>
      <w:r>
        <w:t>Contractor</w:t>
      </w:r>
      <w:r w:rsidR="003E736D">
        <w:t xml:space="preserve"> </w:t>
      </w:r>
      <w:r>
        <w:t>has</w:t>
      </w:r>
      <w:r w:rsidR="003E736D">
        <w:t xml:space="preserve"> </w:t>
      </w:r>
      <w:r>
        <w:t>completed</w:t>
      </w:r>
      <w:r w:rsidR="003E736D">
        <w:t xml:space="preserve"> </w:t>
      </w:r>
      <w:r>
        <w:t>the</w:t>
      </w:r>
      <w:r w:rsidR="003E736D">
        <w:t xml:space="preserve"> </w:t>
      </w:r>
      <w:r>
        <w:t>following</w:t>
      </w:r>
      <w:r w:rsidR="003E736D">
        <w:t xml:space="preserve"> </w:t>
      </w:r>
      <w:r>
        <w:t>actions</w:t>
      </w:r>
      <w:r w:rsidR="003E736D">
        <w:t xml:space="preserve"> </w:t>
      </w:r>
      <w:r>
        <w:t>for</w:t>
      </w:r>
      <w:r w:rsidR="003E736D">
        <w:t xml:space="preserve"> </w:t>
      </w:r>
      <w:r>
        <w:t>review</w:t>
      </w:r>
      <w:r w:rsidR="003E736D">
        <w:t xml:space="preserve"> </w:t>
      </w:r>
      <w:r>
        <w:t>and</w:t>
      </w:r>
      <w:r w:rsidR="003E736D">
        <w:t xml:space="preserve"> </w:t>
      </w:r>
      <w:r>
        <w:t>acceptance</w:t>
      </w:r>
      <w:r w:rsidR="003E736D">
        <w:t xml:space="preserve"> </w:t>
      </w:r>
      <w:r>
        <w:t>by</w:t>
      </w:r>
      <w:r w:rsidR="003E736D">
        <w:t xml:space="preserve"> </w:t>
      </w:r>
      <w:r>
        <w:t>the</w:t>
      </w:r>
      <w:r w:rsidR="003E736D">
        <w:t xml:space="preserve"> </w:t>
      </w:r>
      <w:r w:rsidR="00155B23" w:rsidRPr="00155B23">
        <w:t xml:space="preserve">Port </w:t>
      </w:r>
      <w:r w:rsidR="00756F7E">
        <w:t>I</w:t>
      </w:r>
      <w:r w:rsidR="008B4FC4">
        <w:t>nspector</w:t>
      </w:r>
      <w:r>
        <w:t>:</w:t>
      </w:r>
    </w:p>
    <w:p w14:paraId="19CDE1F2" w14:textId="77777777" w:rsidR="00B253FB" w:rsidRPr="000F0A0C" w:rsidRDefault="00B253FB" w:rsidP="004D119B">
      <w:pPr>
        <w:pStyle w:val="Spec"/>
        <w:numPr>
          <w:ilvl w:val="3"/>
          <w:numId w:val="2"/>
        </w:numPr>
      </w:pPr>
      <w:r>
        <w:t>Hazardous</w:t>
      </w:r>
      <w:r w:rsidR="003E736D">
        <w:t xml:space="preserve"> </w:t>
      </w:r>
      <w:r>
        <w:t>conditions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Safety</w:t>
      </w:r>
      <w:r w:rsidR="003E736D">
        <w:t xml:space="preserve"> </w:t>
      </w:r>
      <w:r>
        <w:t>Stand</w:t>
      </w:r>
      <w:r w:rsidR="003E736D">
        <w:t xml:space="preserve"> </w:t>
      </w:r>
      <w:r>
        <w:t>Down</w:t>
      </w:r>
      <w:r w:rsidR="003E736D">
        <w:t xml:space="preserve"> </w:t>
      </w:r>
      <w:r>
        <w:t>shall</w:t>
      </w:r>
      <w:r w:rsidR="003E736D">
        <w:t xml:space="preserve"> </w:t>
      </w:r>
      <w:r>
        <w:t>be</w:t>
      </w:r>
      <w:r w:rsidR="003E736D">
        <w:t xml:space="preserve"> </w:t>
      </w:r>
      <w:r>
        <w:t>abated.</w:t>
      </w:r>
    </w:p>
    <w:p w14:paraId="0A61CC72" w14:textId="77777777" w:rsidR="00B253FB" w:rsidRDefault="00B253FB" w:rsidP="004D119B">
      <w:pPr>
        <w:pStyle w:val="Spec"/>
        <w:numPr>
          <w:ilvl w:val="3"/>
          <w:numId w:val="2"/>
        </w:numPr>
      </w:pPr>
      <w:r>
        <w:t>Training</w:t>
      </w:r>
      <w:r w:rsidR="003E736D">
        <w:t xml:space="preserve"> </w:t>
      </w:r>
      <w:r>
        <w:t>of</w:t>
      </w:r>
      <w:r w:rsidR="003E736D">
        <w:t xml:space="preserve"> </w:t>
      </w:r>
      <w:r>
        <w:t>such</w:t>
      </w:r>
      <w:r w:rsidR="003E736D">
        <w:t xml:space="preserve"> </w:t>
      </w:r>
      <w:r>
        <w:t>type</w:t>
      </w:r>
      <w:r w:rsidR="003E736D">
        <w:t xml:space="preserve"> </w:t>
      </w:r>
      <w:r>
        <w:t>and</w:t>
      </w:r>
      <w:r w:rsidR="003E736D">
        <w:t xml:space="preserve"> </w:t>
      </w:r>
      <w:r>
        <w:t>duration</w:t>
      </w:r>
      <w:r w:rsidR="003E736D">
        <w:t xml:space="preserve"> </w:t>
      </w:r>
      <w:r>
        <w:t>shall</w:t>
      </w:r>
      <w:r w:rsidR="003E736D">
        <w:t xml:space="preserve"> </w:t>
      </w:r>
      <w:r>
        <w:t>be</w:t>
      </w:r>
      <w:r w:rsidR="003E736D">
        <w:t xml:space="preserve"> </w:t>
      </w:r>
      <w:r>
        <w:t>conducted</w:t>
      </w:r>
      <w:r w:rsidR="003E736D">
        <w:t xml:space="preserve"> </w:t>
      </w:r>
      <w:r>
        <w:t>to</w:t>
      </w:r>
      <w:r w:rsidR="003E736D">
        <w:t xml:space="preserve"> </w:t>
      </w:r>
      <w:r>
        <w:t>educate</w:t>
      </w:r>
      <w:r w:rsidR="003E736D">
        <w:t xml:space="preserve"> </w:t>
      </w:r>
      <w:r>
        <w:t>personnel</w:t>
      </w:r>
      <w:r w:rsidR="003E736D">
        <w:t xml:space="preserve"> </w:t>
      </w:r>
      <w:r>
        <w:t>on</w:t>
      </w:r>
      <w:r w:rsidR="003E736D">
        <w:t xml:space="preserve"> </w:t>
      </w:r>
      <w:r>
        <w:t>the</w:t>
      </w:r>
      <w:r w:rsidR="003E736D">
        <w:t xml:space="preserve"> </w:t>
      </w:r>
      <w:r>
        <w:t>awareness</w:t>
      </w:r>
      <w:r w:rsidR="003E736D">
        <w:t xml:space="preserve"> </w:t>
      </w:r>
      <w:r>
        <w:t>of,</w:t>
      </w:r>
      <w:r w:rsidR="003E736D">
        <w:t xml:space="preserve"> </w:t>
      </w:r>
      <w:r>
        <w:t>identification</w:t>
      </w:r>
      <w:r w:rsidR="003E736D">
        <w:t xml:space="preserve"> </w:t>
      </w:r>
      <w:r>
        <w:t>of,</w:t>
      </w:r>
      <w:r w:rsidR="003E736D">
        <w:t xml:space="preserve"> </w:t>
      </w:r>
      <w:r>
        <w:t>and</w:t>
      </w:r>
      <w:r w:rsidR="003E736D">
        <w:t xml:space="preserve"> </w:t>
      </w:r>
      <w:r>
        <w:t>correction</w:t>
      </w:r>
      <w:r w:rsidR="003E736D">
        <w:t xml:space="preserve"> </w:t>
      </w:r>
      <w:r>
        <w:t>of</w:t>
      </w:r>
      <w:r w:rsidR="003E736D">
        <w:t xml:space="preserve"> </w:t>
      </w:r>
      <w:r>
        <w:t>hazards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stand</w:t>
      </w:r>
      <w:r w:rsidR="003E736D">
        <w:t xml:space="preserve"> </w:t>
      </w:r>
      <w:r>
        <w:t>down.</w:t>
      </w:r>
    </w:p>
    <w:p w14:paraId="64ECE87C" w14:textId="77777777" w:rsidR="00B253FB" w:rsidRDefault="00B253FB" w:rsidP="004D119B">
      <w:pPr>
        <w:pStyle w:val="Spec"/>
        <w:numPr>
          <w:ilvl w:val="3"/>
          <w:numId w:val="2"/>
        </w:numPr>
      </w:pPr>
      <w:r>
        <w:t>Document</w:t>
      </w:r>
      <w:r w:rsidR="003E736D">
        <w:t xml:space="preserve"> </w:t>
      </w:r>
      <w:r>
        <w:t>the</w:t>
      </w:r>
      <w:r w:rsidR="003E736D">
        <w:t xml:space="preserve"> </w:t>
      </w:r>
      <w:r>
        <w:t>completion</w:t>
      </w:r>
      <w:r w:rsidR="003E736D">
        <w:t xml:space="preserve"> </w:t>
      </w:r>
      <w:r>
        <w:t>of</w:t>
      </w:r>
      <w:r w:rsidR="003E736D">
        <w:t xml:space="preserve"> </w:t>
      </w:r>
      <w:r>
        <w:t>items</w:t>
      </w:r>
      <w:r w:rsidR="003E736D">
        <w:t xml:space="preserve"> </w:t>
      </w:r>
      <w:r>
        <w:t>a.</w:t>
      </w:r>
      <w:r w:rsidR="003E736D">
        <w:t xml:space="preserve"> </w:t>
      </w:r>
      <w:r>
        <w:t>and</w:t>
      </w:r>
      <w:r w:rsidR="003E736D">
        <w:t xml:space="preserve"> </w:t>
      </w:r>
      <w:r>
        <w:t>b.</w:t>
      </w:r>
      <w:r w:rsidR="003E736D">
        <w:t xml:space="preserve"> </w:t>
      </w:r>
      <w:r>
        <w:t>above.</w:t>
      </w:r>
    </w:p>
    <w:p w14:paraId="70C3D051" w14:textId="77777777" w:rsidR="00901790" w:rsidRPr="00901790" w:rsidRDefault="00901790" w:rsidP="00901790">
      <w:pPr>
        <w:pStyle w:val="Spec"/>
        <w:numPr>
          <w:ilvl w:val="0"/>
          <w:numId w:val="0"/>
        </w:numPr>
        <w:ind w:left="2160"/>
      </w:pPr>
      <w:r>
        <w:t>It is the responsibility of the Tenant to enforce these requirements.</w:t>
      </w:r>
    </w:p>
    <w:p w14:paraId="6F9FCA4A" w14:textId="77777777" w:rsidR="00B253FB" w:rsidRDefault="00B253FB" w:rsidP="004D119B">
      <w:pPr>
        <w:pStyle w:val="Spec"/>
        <w:numPr>
          <w:ilvl w:val="1"/>
          <w:numId w:val="2"/>
        </w:numPr>
      </w:pPr>
      <w:r>
        <w:t>TOUR</w:t>
      </w:r>
      <w:r w:rsidR="003E736D">
        <w:t xml:space="preserve"> </w:t>
      </w:r>
      <w:r>
        <w:t>GUIDELINES</w:t>
      </w:r>
    </w:p>
    <w:p w14:paraId="602072A4" w14:textId="645620E0" w:rsidR="00B253FB" w:rsidRDefault="00B253FB" w:rsidP="004D119B">
      <w:pPr>
        <w:pStyle w:val="Spec"/>
        <w:numPr>
          <w:ilvl w:val="2"/>
          <w:numId w:val="2"/>
        </w:numPr>
      </w:pPr>
      <w:r>
        <w:t>It</w:t>
      </w:r>
      <w:r w:rsidR="003E736D">
        <w:t xml:space="preserve"> </w:t>
      </w:r>
      <w:r>
        <w:t>is</w:t>
      </w:r>
      <w:r w:rsidR="003E736D">
        <w:t xml:space="preserve"> </w:t>
      </w:r>
      <w:r>
        <w:t>imperative</w:t>
      </w:r>
      <w:r w:rsidR="003E736D">
        <w:t xml:space="preserve"> </w:t>
      </w:r>
      <w:r>
        <w:t>that</w:t>
      </w:r>
      <w:r w:rsidR="003E736D">
        <w:t xml:space="preserve"> </w:t>
      </w:r>
      <w:r>
        <w:t>the</w:t>
      </w:r>
      <w:r w:rsidR="003E736D">
        <w:t xml:space="preserve"> </w:t>
      </w:r>
      <w:r>
        <w:t>highest</w:t>
      </w:r>
      <w:r w:rsidR="003E736D">
        <w:t xml:space="preserve"> </w:t>
      </w:r>
      <w:r>
        <w:t>degree</w:t>
      </w:r>
      <w:r w:rsidR="003E736D">
        <w:t xml:space="preserve"> </w:t>
      </w:r>
      <w:r>
        <w:t>of</w:t>
      </w:r>
      <w:r w:rsidR="003E736D">
        <w:t xml:space="preserve"> </w:t>
      </w:r>
      <w:r>
        <w:t>protection</w:t>
      </w:r>
      <w:r w:rsidR="003E736D">
        <w:t xml:space="preserve"> </w:t>
      </w:r>
      <w:r>
        <w:t>is</w:t>
      </w:r>
      <w:r w:rsidR="003E736D">
        <w:t xml:space="preserve"> </w:t>
      </w:r>
      <w:r>
        <w:t>afforded</w:t>
      </w:r>
      <w:r w:rsidR="003E736D">
        <w:t xml:space="preserve"> </w:t>
      </w:r>
      <w:r>
        <w:t>to</w:t>
      </w:r>
      <w:r w:rsidR="003E736D">
        <w:t xml:space="preserve"> </w:t>
      </w:r>
      <w:r>
        <w:t>all</w:t>
      </w:r>
      <w:r w:rsidR="003E736D">
        <w:t xml:space="preserve"> </w:t>
      </w:r>
      <w:r>
        <w:t>individuals</w:t>
      </w:r>
      <w:r w:rsidR="003E736D">
        <w:t xml:space="preserve"> </w:t>
      </w:r>
      <w:r>
        <w:t>touring</w:t>
      </w:r>
      <w:r w:rsidR="003E736D">
        <w:t xml:space="preserve"> </w:t>
      </w:r>
      <w:r>
        <w:t>any</w:t>
      </w:r>
      <w:r w:rsidR="003E736D">
        <w:t xml:space="preserve"> </w:t>
      </w:r>
      <w:r>
        <w:t>Port</w:t>
      </w:r>
      <w:r w:rsidR="003E736D">
        <w:t xml:space="preserve"> </w:t>
      </w:r>
      <w:r>
        <w:t>construction</w:t>
      </w:r>
      <w:r w:rsidR="003E736D">
        <w:t xml:space="preserve"> </w:t>
      </w:r>
      <w:r>
        <w:t>site.</w:t>
      </w:r>
      <w:r w:rsidR="003E736D">
        <w:t xml:space="preserve"> </w:t>
      </w:r>
      <w:r>
        <w:t>The</w:t>
      </w:r>
      <w:r w:rsidR="003E736D">
        <w:t xml:space="preserve"> </w:t>
      </w:r>
      <w:r>
        <w:t>following</w:t>
      </w:r>
      <w:r w:rsidR="003E736D">
        <w:t xml:space="preserve"> </w:t>
      </w:r>
      <w:r>
        <w:t>guidelines</w:t>
      </w:r>
      <w:r w:rsidR="003E736D">
        <w:t xml:space="preserve"> </w:t>
      </w:r>
      <w:r>
        <w:t>have</w:t>
      </w:r>
      <w:r w:rsidR="003E736D">
        <w:t xml:space="preserve"> </w:t>
      </w:r>
      <w:r>
        <w:t>been</w:t>
      </w:r>
      <w:r w:rsidR="003E736D">
        <w:t xml:space="preserve"> </w:t>
      </w:r>
      <w:r>
        <w:t>prepared</w:t>
      </w:r>
      <w:r w:rsidR="003E736D">
        <w:t xml:space="preserve"> </w:t>
      </w:r>
      <w:r>
        <w:t>as</w:t>
      </w:r>
      <w:r w:rsidR="003E736D">
        <w:t xml:space="preserve"> </w:t>
      </w:r>
      <w:r>
        <w:t>general</w:t>
      </w:r>
      <w:r w:rsidR="003E736D">
        <w:t xml:space="preserve"> </w:t>
      </w:r>
      <w:r>
        <w:t>instructions</w:t>
      </w:r>
      <w:r w:rsidR="003E736D">
        <w:t xml:space="preserve"> </w:t>
      </w:r>
      <w:r>
        <w:t>for</w:t>
      </w:r>
      <w:r w:rsidR="003E736D">
        <w:t xml:space="preserve"> </w:t>
      </w:r>
      <w:r>
        <w:t>the</w:t>
      </w:r>
      <w:r w:rsidR="003E736D">
        <w:t xml:space="preserve"> </w:t>
      </w:r>
      <w:r>
        <w:t>organization,</w:t>
      </w:r>
      <w:r w:rsidR="003E736D">
        <w:t xml:space="preserve"> </w:t>
      </w:r>
      <w:r>
        <w:t>direction</w:t>
      </w:r>
      <w:r w:rsidR="003E736D">
        <w:t xml:space="preserve"> </w:t>
      </w:r>
      <w:r>
        <w:t>and</w:t>
      </w:r>
      <w:r w:rsidR="003E736D">
        <w:t xml:space="preserve"> </w:t>
      </w:r>
      <w:r>
        <w:t>safe</w:t>
      </w:r>
      <w:r w:rsidR="003E736D">
        <w:t xml:space="preserve"> </w:t>
      </w:r>
      <w:r>
        <w:t>conduct</w:t>
      </w:r>
      <w:r w:rsidR="003E736D">
        <w:t xml:space="preserve"> </w:t>
      </w:r>
      <w:r>
        <w:t>of</w:t>
      </w:r>
      <w:r w:rsidR="003E736D">
        <w:t xml:space="preserve"> </w:t>
      </w:r>
      <w:r>
        <w:t>such</w:t>
      </w:r>
      <w:r w:rsidR="003E736D">
        <w:t xml:space="preserve"> </w:t>
      </w:r>
      <w:r>
        <w:t>tours:</w:t>
      </w:r>
    </w:p>
    <w:p w14:paraId="57DADDDC" w14:textId="2093BACB" w:rsidR="00B253FB" w:rsidRDefault="00B253FB" w:rsidP="004D119B">
      <w:pPr>
        <w:pStyle w:val="Spec"/>
        <w:numPr>
          <w:ilvl w:val="3"/>
          <w:numId w:val="2"/>
        </w:numPr>
      </w:pPr>
      <w:r>
        <w:t>Escorted</w:t>
      </w:r>
      <w:r w:rsidR="003E736D">
        <w:t xml:space="preserve"> </w:t>
      </w:r>
      <w:r>
        <w:t>Visitors:</w:t>
      </w:r>
      <w:r w:rsidR="003E736D">
        <w:t xml:space="preserve"> </w:t>
      </w:r>
      <w:r>
        <w:t>While</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non-construction</w:t>
      </w:r>
      <w:r w:rsidR="003E736D">
        <w:t xml:space="preserve"> </w:t>
      </w:r>
      <w:r>
        <w:t>personnel</w:t>
      </w:r>
      <w:r w:rsidR="00633911">
        <w:t xml:space="preserve"> </w:t>
      </w:r>
      <w:r>
        <w:t>or</w:t>
      </w:r>
      <w:r w:rsidR="003E736D">
        <w:t xml:space="preserve"> </w:t>
      </w:r>
      <w:r>
        <w:t>groups</w:t>
      </w:r>
      <w:r w:rsidR="003E736D">
        <w:t xml:space="preserve"> </w:t>
      </w:r>
      <w:r>
        <w:t>shall</w:t>
      </w:r>
      <w:r w:rsidR="003E736D">
        <w:t xml:space="preserve"> </w:t>
      </w:r>
      <w:r>
        <w:t>be</w:t>
      </w:r>
      <w:r w:rsidR="003E736D">
        <w:t xml:space="preserve"> </w:t>
      </w:r>
      <w:r>
        <w:t>accompanied</w:t>
      </w:r>
      <w:r w:rsidR="003E736D">
        <w:t xml:space="preserve"> </w:t>
      </w:r>
      <w:r>
        <w:t>at</w:t>
      </w:r>
      <w:r w:rsidR="003E736D">
        <w:t xml:space="preserve"> </w:t>
      </w:r>
      <w:r>
        <w:t>all</w:t>
      </w:r>
      <w:r w:rsidR="003E736D">
        <w:t xml:space="preserve"> </w:t>
      </w:r>
      <w:r>
        <w:t>times</w:t>
      </w:r>
      <w:r w:rsidR="003E736D">
        <w:t xml:space="preserve"> </w:t>
      </w:r>
      <w:r>
        <w:t>by</w:t>
      </w:r>
      <w:r w:rsidR="003E736D">
        <w:t xml:space="preserve"> </w:t>
      </w:r>
      <w:r>
        <w:t>an</w:t>
      </w:r>
      <w:r w:rsidR="003E736D">
        <w:t xml:space="preserve"> </w:t>
      </w:r>
      <w:r>
        <w:t>authorized</w:t>
      </w:r>
      <w:r w:rsidR="003E736D">
        <w:t xml:space="preserve"> </w:t>
      </w:r>
      <w:r>
        <w:t>representative,</w:t>
      </w:r>
      <w:r w:rsidR="003E736D">
        <w:t xml:space="preserve"> </w:t>
      </w:r>
      <w:r>
        <w:t>the</w:t>
      </w:r>
      <w:r w:rsidR="003E736D">
        <w:t xml:space="preserve"> </w:t>
      </w:r>
      <w:r w:rsidR="00904824">
        <w:t>PC</w:t>
      </w:r>
      <w:r w:rsidR="00CF4136">
        <w:t>P</w:t>
      </w:r>
      <w:r w:rsidR="00904824">
        <w:t>R</w:t>
      </w:r>
      <w:r>
        <w:t>,</w:t>
      </w:r>
      <w:r w:rsidR="003E736D">
        <w:t xml:space="preserve"> </w:t>
      </w:r>
      <w:r>
        <w:t>the</w:t>
      </w:r>
      <w:r w:rsidR="003E736D">
        <w:t xml:space="preserve"> </w:t>
      </w:r>
      <w:r>
        <w:t>Contractor</w:t>
      </w:r>
      <w:r w:rsidR="003E736D">
        <w:t xml:space="preserve"> </w:t>
      </w:r>
      <w:r>
        <w:t>or</w:t>
      </w:r>
      <w:r w:rsidR="003E736D">
        <w:t xml:space="preserve"> </w:t>
      </w:r>
      <w:r>
        <w:t>other</w:t>
      </w:r>
      <w:r w:rsidR="003E736D">
        <w:t xml:space="preserve"> </w:t>
      </w:r>
      <w:r>
        <w:t>designee</w:t>
      </w:r>
      <w:r w:rsidR="003E736D">
        <w:t xml:space="preserve"> </w:t>
      </w:r>
      <w:r>
        <w:t>familiar</w:t>
      </w:r>
      <w:r w:rsidR="003E736D">
        <w:t xml:space="preserve"> </w:t>
      </w:r>
      <w:r>
        <w:t>with</w:t>
      </w:r>
      <w:r w:rsidR="003E736D">
        <w:t xml:space="preserve"> </w:t>
      </w:r>
      <w:r>
        <w:t>the</w:t>
      </w:r>
      <w:r w:rsidR="003E736D">
        <w:t xml:space="preserve"> </w:t>
      </w:r>
      <w:r>
        <w:t>job</w:t>
      </w:r>
      <w:r w:rsidR="003E736D">
        <w:t xml:space="preserve"> </w:t>
      </w:r>
      <w:r>
        <w:t>site.</w:t>
      </w:r>
    </w:p>
    <w:p w14:paraId="027E2A6D" w14:textId="430B8868" w:rsidR="00B253FB" w:rsidRDefault="00B253FB" w:rsidP="004D119B">
      <w:pPr>
        <w:pStyle w:val="Spec"/>
        <w:numPr>
          <w:ilvl w:val="3"/>
          <w:numId w:val="2"/>
        </w:numPr>
      </w:pPr>
      <w:r>
        <w:t>Notification</w:t>
      </w:r>
      <w:r w:rsidR="003E736D">
        <w:t xml:space="preserve"> </w:t>
      </w:r>
      <w:r>
        <w:t>and</w:t>
      </w:r>
      <w:r w:rsidR="003E736D">
        <w:t xml:space="preserve"> </w:t>
      </w:r>
      <w:r>
        <w:t>Tours:</w:t>
      </w:r>
      <w:r w:rsidR="003E736D">
        <w:t xml:space="preserve"> </w:t>
      </w:r>
      <w:r>
        <w:t>Personnel</w:t>
      </w:r>
      <w:r w:rsidR="003E736D">
        <w:t xml:space="preserve"> </w:t>
      </w:r>
      <w:r>
        <w:t>tours</w:t>
      </w:r>
      <w:r w:rsidR="003E736D">
        <w:t xml:space="preserve"> </w:t>
      </w:r>
      <w:r>
        <w:t>including</w:t>
      </w:r>
      <w:r w:rsidR="003E736D">
        <w:t xml:space="preserve"> </w:t>
      </w:r>
      <w:r>
        <w:t>technical</w:t>
      </w:r>
      <w:r w:rsidR="004D0BA0">
        <w:t xml:space="preserve"> inspections</w:t>
      </w:r>
      <w:r w:rsidR="003E736D">
        <w:t xml:space="preserve"> </w:t>
      </w:r>
      <w:r>
        <w:t>need</w:t>
      </w:r>
      <w:r w:rsidR="003E736D">
        <w:t xml:space="preserve"> </w:t>
      </w:r>
      <w:r>
        <w:t>to</w:t>
      </w:r>
      <w:r w:rsidR="003E736D">
        <w:t xml:space="preserve"> </w:t>
      </w:r>
      <w:r>
        <w:t>be</w:t>
      </w:r>
      <w:r w:rsidR="003E736D">
        <w:t xml:space="preserve"> </w:t>
      </w:r>
      <w:r>
        <w:t>cleared</w:t>
      </w:r>
      <w:r w:rsidR="003E736D">
        <w:t xml:space="preserve"> </w:t>
      </w:r>
      <w:r>
        <w:t>through</w:t>
      </w:r>
      <w:r w:rsidR="003E736D">
        <w:t xml:space="preserve"> </w:t>
      </w:r>
      <w:r>
        <w:t>the</w:t>
      </w:r>
      <w:r w:rsidR="003E736D">
        <w:t xml:space="preserve"> </w:t>
      </w:r>
      <w:r w:rsidR="00904824">
        <w:t>PC</w:t>
      </w:r>
      <w:r w:rsidR="00CF4136">
        <w:t>P</w:t>
      </w:r>
      <w:r w:rsidR="00904824">
        <w:t>R</w:t>
      </w:r>
      <w:r>
        <w:t>,</w:t>
      </w:r>
      <w:r w:rsidR="003E736D">
        <w:t xml:space="preserve"> </w:t>
      </w:r>
      <w:r>
        <w:t>allowing</w:t>
      </w:r>
      <w:r w:rsidR="003E736D">
        <w:t xml:space="preserve"> </w:t>
      </w:r>
      <w:r>
        <w:lastRenderedPageBreak/>
        <w:t>maximum</w:t>
      </w:r>
      <w:r w:rsidR="003E736D">
        <w:t xml:space="preserve"> </w:t>
      </w:r>
      <w:r>
        <w:t>advance</w:t>
      </w:r>
      <w:r w:rsidR="003E736D">
        <w:t xml:space="preserve"> </w:t>
      </w:r>
      <w:r>
        <w:t>notice.</w:t>
      </w:r>
      <w:r w:rsidR="003E736D">
        <w:t xml:space="preserve"> </w:t>
      </w:r>
      <w:r>
        <w:t>The</w:t>
      </w:r>
      <w:r w:rsidR="003E736D">
        <w:t xml:space="preserve"> </w:t>
      </w:r>
      <w:r w:rsidR="00904824">
        <w:t>PC</w:t>
      </w:r>
      <w:r w:rsidR="00CF4136">
        <w:t>P</w:t>
      </w:r>
      <w:r w:rsidR="00904824">
        <w:t xml:space="preserve">R </w:t>
      </w:r>
      <w:r>
        <w:t>shall</w:t>
      </w:r>
      <w:r w:rsidR="003E736D">
        <w:t xml:space="preserve"> </w:t>
      </w:r>
      <w:r>
        <w:t>be</w:t>
      </w:r>
      <w:r w:rsidR="003E736D">
        <w:t xml:space="preserve"> </w:t>
      </w:r>
      <w:r>
        <w:t>consulted</w:t>
      </w:r>
      <w:r w:rsidR="003E736D">
        <w:t xml:space="preserve"> </w:t>
      </w:r>
      <w:r>
        <w:t>to</w:t>
      </w:r>
      <w:r w:rsidR="003E736D">
        <w:t xml:space="preserve"> </w:t>
      </w:r>
      <w:r>
        <w:t>coordinate</w:t>
      </w:r>
      <w:r w:rsidR="003E736D">
        <w:t xml:space="preserve"> </w:t>
      </w:r>
      <w:r>
        <w:t>the</w:t>
      </w:r>
      <w:r w:rsidR="003E736D">
        <w:t xml:space="preserve"> </w:t>
      </w:r>
      <w:r>
        <w:t>tour</w:t>
      </w:r>
      <w:r w:rsidR="003E736D">
        <w:t xml:space="preserve"> </w:t>
      </w:r>
      <w:r>
        <w:t>plan,</w:t>
      </w:r>
      <w:r w:rsidR="003E736D">
        <w:t xml:space="preserve"> </w:t>
      </w:r>
      <w:r>
        <w:t>identify</w:t>
      </w:r>
      <w:r w:rsidR="003E736D">
        <w:t xml:space="preserve"> </w:t>
      </w:r>
      <w:r>
        <w:t>specific</w:t>
      </w:r>
      <w:r w:rsidR="003E736D">
        <w:t xml:space="preserve"> </w:t>
      </w:r>
      <w:r>
        <w:t>rules,</w:t>
      </w:r>
      <w:r w:rsidR="003E736D">
        <w:t xml:space="preserve"> </w:t>
      </w:r>
      <w:r>
        <w:t>and</w:t>
      </w:r>
      <w:r w:rsidR="003E736D">
        <w:t xml:space="preserve"> </w:t>
      </w:r>
      <w:r>
        <w:t>to</w:t>
      </w:r>
      <w:r w:rsidR="003E736D">
        <w:t xml:space="preserve"> </w:t>
      </w:r>
      <w:r>
        <w:t>ensure</w:t>
      </w:r>
      <w:r w:rsidR="003E736D">
        <w:t xml:space="preserve"> </w:t>
      </w:r>
      <w:r>
        <w:t>necessary</w:t>
      </w:r>
      <w:r w:rsidR="003E736D">
        <w:t xml:space="preserve"> </w:t>
      </w:r>
      <w:r>
        <w:t>safety</w:t>
      </w:r>
      <w:r w:rsidR="003E736D">
        <w:t xml:space="preserve"> </w:t>
      </w:r>
      <w:r>
        <w:t>precautions</w:t>
      </w:r>
      <w:r w:rsidR="003E736D">
        <w:t xml:space="preserve"> </w:t>
      </w:r>
      <w:r>
        <w:t>are</w:t>
      </w:r>
      <w:r w:rsidR="003E736D">
        <w:t xml:space="preserve"> </w:t>
      </w:r>
      <w:r>
        <w:t>taken.</w:t>
      </w:r>
    </w:p>
    <w:p w14:paraId="3D2E417C" w14:textId="77777777" w:rsidR="00B253FB" w:rsidRDefault="00B253FB" w:rsidP="004D119B">
      <w:pPr>
        <w:pStyle w:val="Spec"/>
        <w:numPr>
          <w:ilvl w:val="3"/>
          <w:numId w:val="2"/>
        </w:numPr>
      </w:pPr>
      <w:r>
        <w:t>Safety</w:t>
      </w:r>
      <w:r w:rsidR="003E736D">
        <w:t xml:space="preserve"> </w:t>
      </w:r>
      <w:r>
        <w:t>Enforcement:</w:t>
      </w:r>
      <w:r w:rsidR="003E736D">
        <w:t xml:space="preserve"> </w:t>
      </w:r>
      <w:r>
        <w:t>Before</w:t>
      </w:r>
      <w:r w:rsidR="003E736D">
        <w:t xml:space="preserve"> </w:t>
      </w:r>
      <w:r>
        <w:t>entering</w:t>
      </w:r>
      <w:r w:rsidR="003E736D">
        <w:t xml:space="preserve"> </w:t>
      </w:r>
      <w:r>
        <w:t>a</w:t>
      </w:r>
      <w:r w:rsidR="003E736D">
        <w:t xml:space="preserve"> </w:t>
      </w:r>
      <w:r>
        <w:t>job</w:t>
      </w:r>
      <w:r w:rsidR="003E736D">
        <w:t xml:space="preserve"> </w:t>
      </w:r>
      <w:r>
        <w:t>site,</w:t>
      </w:r>
      <w:r w:rsidR="003E736D">
        <w:t xml:space="preserve"> </w:t>
      </w:r>
      <w:r>
        <w:t>all</w:t>
      </w:r>
      <w:r w:rsidR="003E736D">
        <w:t xml:space="preserve"> </w:t>
      </w:r>
      <w:r>
        <w:t>visitors</w:t>
      </w:r>
      <w:r w:rsidR="003E736D">
        <w:t xml:space="preserve"> </w:t>
      </w:r>
      <w:r>
        <w:t>must</w:t>
      </w:r>
      <w:r w:rsidR="003E736D">
        <w:t xml:space="preserve"> </w:t>
      </w:r>
      <w:r>
        <w:t>be</w:t>
      </w:r>
      <w:r w:rsidR="00633911">
        <w:t xml:space="preserve"> </w:t>
      </w:r>
      <w:r>
        <w:t>informed</w:t>
      </w:r>
      <w:r w:rsidR="003E736D">
        <w:t xml:space="preserve"> </w:t>
      </w:r>
      <w:r>
        <w:t>regarding</w:t>
      </w:r>
      <w:r w:rsidR="003E736D">
        <w:t xml:space="preserve"> </w:t>
      </w:r>
      <w:r>
        <w:t>the</w:t>
      </w:r>
      <w:r w:rsidR="003E736D">
        <w:t xml:space="preserve"> </w:t>
      </w:r>
      <w:r>
        <w:t>need</w:t>
      </w:r>
      <w:r w:rsidR="003E736D">
        <w:t xml:space="preserve"> </w:t>
      </w:r>
      <w:r>
        <w:t>for</w:t>
      </w:r>
      <w:r w:rsidR="003E736D">
        <w:t xml:space="preserve"> </w:t>
      </w:r>
      <w:r>
        <w:t>careful,</w:t>
      </w:r>
      <w:r w:rsidR="003E736D">
        <w:t xml:space="preserve"> </w:t>
      </w:r>
      <w:r>
        <w:t>orderly</w:t>
      </w:r>
      <w:r w:rsidR="003E736D">
        <w:t xml:space="preserve"> </w:t>
      </w:r>
      <w:r>
        <w:t>conduct</w:t>
      </w:r>
      <w:r w:rsidR="003E736D">
        <w:t xml:space="preserve"> </w:t>
      </w:r>
      <w:r>
        <w:t>and</w:t>
      </w:r>
      <w:r w:rsidR="003E736D">
        <w:t xml:space="preserve"> </w:t>
      </w:r>
      <w:r>
        <w:t>notified</w:t>
      </w:r>
      <w:r w:rsidR="003E736D">
        <w:t xml:space="preserve"> </w:t>
      </w:r>
      <w:r>
        <w:t>of</w:t>
      </w:r>
      <w:r w:rsidR="003E736D">
        <w:t xml:space="preserve"> </w:t>
      </w:r>
      <w:r>
        <w:t>any</w:t>
      </w:r>
      <w:r w:rsidR="003E736D">
        <w:t xml:space="preserve"> </w:t>
      </w:r>
      <w:r>
        <w:t>special</w:t>
      </w:r>
      <w:r w:rsidR="003E736D">
        <w:t xml:space="preserve"> </w:t>
      </w:r>
      <w:r>
        <w:t>hazards</w:t>
      </w:r>
      <w:r w:rsidR="003E736D">
        <w:t xml:space="preserve"> </w:t>
      </w:r>
      <w:r>
        <w:t>that</w:t>
      </w:r>
      <w:r w:rsidR="003E736D">
        <w:t xml:space="preserve"> </w:t>
      </w:r>
      <w:r>
        <w:t>may</w:t>
      </w:r>
      <w:r w:rsidR="003E736D">
        <w:t xml:space="preserve"> </w:t>
      </w:r>
      <w:r>
        <w:t>be</w:t>
      </w:r>
      <w:r w:rsidR="003E736D">
        <w:t xml:space="preserve"> </w:t>
      </w:r>
      <w:r>
        <w:t>encountered.</w:t>
      </w:r>
    </w:p>
    <w:p w14:paraId="3292FA22" w14:textId="77777777" w:rsidR="00B253FB" w:rsidRDefault="00B253FB" w:rsidP="004D119B">
      <w:pPr>
        <w:pStyle w:val="Spec"/>
        <w:numPr>
          <w:ilvl w:val="3"/>
          <w:numId w:val="2"/>
        </w:numPr>
      </w:pPr>
      <w:r>
        <w:t>Personal</w:t>
      </w:r>
      <w:r w:rsidR="003E736D">
        <w:t xml:space="preserve"> </w:t>
      </w:r>
      <w:r>
        <w:t>Protective</w:t>
      </w:r>
      <w:r w:rsidR="003E736D">
        <w:t xml:space="preserve"> </w:t>
      </w:r>
      <w:r>
        <w:t>Equipment:</w:t>
      </w:r>
      <w:r w:rsidR="003E736D">
        <w:t xml:space="preserve"> </w:t>
      </w:r>
      <w:r>
        <w:t>All</w:t>
      </w:r>
      <w:r w:rsidR="003E736D">
        <w:t xml:space="preserve"> </w:t>
      </w:r>
      <w:r>
        <w:t>visitors</w:t>
      </w:r>
      <w:r w:rsidR="003E736D">
        <w:t xml:space="preserve"> </w:t>
      </w:r>
      <w:r>
        <w:t>and</w:t>
      </w:r>
      <w:r w:rsidR="003E736D">
        <w:t xml:space="preserve"> </w:t>
      </w:r>
      <w:r>
        <w:t>tour</w:t>
      </w:r>
      <w:r w:rsidR="003E736D">
        <w:t xml:space="preserve"> </w:t>
      </w:r>
      <w:r>
        <w:t>groups</w:t>
      </w:r>
      <w:r w:rsidR="003E736D">
        <w:t xml:space="preserve"> </w:t>
      </w:r>
      <w:r>
        <w:t>must</w:t>
      </w:r>
      <w:r w:rsidR="003E736D">
        <w:t xml:space="preserve"> </w:t>
      </w:r>
      <w:r>
        <w:t>comply</w:t>
      </w:r>
      <w:r w:rsidR="003E736D">
        <w:t xml:space="preserve"> </w:t>
      </w:r>
      <w:r>
        <w:t>with</w:t>
      </w:r>
      <w:r w:rsidR="003E736D">
        <w:t xml:space="preserve"> </w:t>
      </w:r>
      <w:r>
        <w:t>proper</w:t>
      </w:r>
      <w:r w:rsidR="003E736D">
        <w:t xml:space="preserve"> </w:t>
      </w:r>
      <w:r>
        <w:t>dress,</w:t>
      </w:r>
      <w:r w:rsidR="003E736D">
        <w:t xml:space="preserve"> </w:t>
      </w:r>
      <w:r>
        <w:t>footwear,</w:t>
      </w:r>
      <w:r w:rsidR="003E736D">
        <w:t xml:space="preserve"> </w:t>
      </w:r>
      <w:r>
        <w:t>personal</w:t>
      </w:r>
      <w:r w:rsidR="003E736D">
        <w:t xml:space="preserve"> </w:t>
      </w:r>
      <w:r>
        <w:t>protective</w:t>
      </w:r>
      <w:r w:rsidR="003E736D">
        <w:t xml:space="preserve"> </w:t>
      </w:r>
      <w:r>
        <w:t>equipment</w:t>
      </w:r>
      <w:r w:rsidR="003E736D">
        <w:t xml:space="preserve"> </w:t>
      </w:r>
      <w:r>
        <w:t>or</w:t>
      </w:r>
      <w:r w:rsidR="003E736D">
        <w:t xml:space="preserve"> </w:t>
      </w:r>
      <w:r>
        <w:t>other</w:t>
      </w:r>
      <w:r w:rsidR="003E736D">
        <w:t xml:space="preserve"> </w:t>
      </w:r>
      <w:r>
        <w:t>safety</w:t>
      </w:r>
      <w:r w:rsidR="003E736D">
        <w:t xml:space="preserve"> </w:t>
      </w:r>
      <w:r>
        <w:t>requirements</w:t>
      </w:r>
      <w:r w:rsidR="003E736D">
        <w:t xml:space="preserve"> </w:t>
      </w:r>
      <w:r>
        <w:t>deemed</w:t>
      </w:r>
      <w:r w:rsidR="003E736D">
        <w:t xml:space="preserve"> </w:t>
      </w:r>
      <w:r>
        <w:t>appropriate.</w:t>
      </w:r>
    </w:p>
    <w:p w14:paraId="4B92AACA" w14:textId="77777777" w:rsidR="00B253FB" w:rsidRDefault="00B253FB" w:rsidP="004D0BA0">
      <w:pPr>
        <w:pStyle w:val="Spec"/>
      </w:pPr>
      <w:r>
        <w:t>CONTRACTOR</w:t>
      </w:r>
      <w:r w:rsidR="003E736D">
        <w:t xml:space="preserve"> </w:t>
      </w:r>
      <w:r>
        <w:t>ADMINISTRATIVE</w:t>
      </w:r>
      <w:r w:rsidR="003E736D">
        <w:t xml:space="preserve"> </w:t>
      </w:r>
      <w:r>
        <w:t>PROCEDURES</w:t>
      </w:r>
    </w:p>
    <w:p w14:paraId="54AEE950" w14:textId="77777777" w:rsidR="00B253FB" w:rsidRDefault="00B253FB" w:rsidP="004D119B">
      <w:pPr>
        <w:pStyle w:val="Spec"/>
        <w:numPr>
          <w:ilvl w:val="1"/>
          <w:numId w:val="2"/>
        </w:numPr>
      </w:pPr>
      <w:r>
        <w:t>PROJECT</w:t>
      </w:r>
      <w:r w:rsidR="003E736D">
        <w:t xml:space="preserve"> </w:t>
      </w:r>
      <w:r>
        <w:t>SAFETY</w:t>
      </w:r>
      <w:r w:rsidR="003E736D">
        <w:t xml:space="preserve"> </w:t>
      </w:r>
      <w:r>
        <w:t>INSPECTIONS</w:t>
      </w:r>
    </w:p>
    <w:p w14:paraId="55398B69" w14:textId="77777777" w:rsidR="00B253FB" w:rsidRDefault="00B253FB" w:rsidP="004D119B">
      <w:pPr>
        <w:pStyle w:val="Spec"/>
        <w:numPr>
          <w:ilvl w:val="2"/>
          <w:numId w:val="2"/>
        </w:numPr>
      </w:pPr>
      <w:r>
        <w:t>Unsafe</w:t>
      </w:r>
      <w:r w:rsidR="003E736D">
        <w:t xml:space="preserve"> </w:t>
      </w:r>
      <w:r>
        <w:t>conditions</w:t>
      </w:r>
      <w:r w:rsidR="003E736D">
        <w:t xml:space="preserve"> </w:t>
      </w:r>
      <w:r>
        <w:t>or</w:t>
      </w:r>
      <w:r w:rsidR="003E736D">
        <w:t xml:space="preserve"> </w:t>
      </w:r>
      <w:r>
        <w:t>acts</w:t>
      </w:r>
      <w:r w:rsidR="003E736D">
        <w:t xml:space="preserve"> </w:t>
      </w:r>
      <w:r>
        <w:t>having</w:t>
      </w:r>
      <w:r w:rsidR="003E736D">
        <w:t xml:space="preserve"> </w:t>
      </w:r>
      <w:r>
        <w:t>the</w:t>
      </w:r>
      <w:r w:rsidR="003E736D">
        <w:t xml:space="preserve"> </w:t>
      </w:r>
      <w:r>
        <w:t>potential</w:t>
      </w:r>
      <w:r w:rsidR="003E736D">
        <w:t xml:space="preserve"> </w:t>
      </w:r>
      <w:r>
        <w:t>to</w:t>
      </w:r>
      <w:r w:rsidR="003E736D">
        <w:t xml:space="preserve"> </w:t>
      </w:r>
      <w:r>
        <w:t>cause</w:t>
      </w:r>
      <w:r w:rsidR="003E736D">
        <w:t xml:space="preserve"> </w:t>
      </w:r>
      <w:r>
        <w:t>bodily</w:t>
      </w:r>
      <w:r w:rsidR="003E736D">
        <w:t xml:space="preserve"> </w:t>
      </w:r>
      <w:r>
        <w:t>injury</w:t>
      </w:r>
      <w:r w:rsidR="003E736D">
        <w:t xml:space="preserve"> </w:t>
      </w:r>
      <w:r>
        <w:t>or</w:t>
      </w:r>
      <w:r w:rsidR="003E736D">
        <w:t xml:space="preserve"> </w:t>
      </w:r>
      <w:r>
        <w:t>property</w:t>
      </w:r>
      <w:r w:rsidR="003E736D">
        <w:t xml:space="preserve"> </w:t>
      </w:r>
      <w:r>
        <w:t>damage</w:t>
      </w:r>
      <w:r w:rsidR="003E736D">
        <w:t xml:space="preserve"> </w:t>
      </w:r>
      <w:r>
        <w:t>are</w:t>
      </w:r>
      <w:r w:rsidR="003E736D">
        <w:t xml:space="preserve"> </w:t>
      </w:r>
      <w:r>
        <w:t>classified</w:t>
      </w:r>
      <w:r w:rsidR="003E736D">
        <w:t xml:space="preserve"> </w:t>
      </w:r>
      <w:r>
        <w:t>as</w:t>
      </w:r>
      <w:r w:rsidR="003E736D">
        <w:t xml:space="preserve"> </w:t>
      </w:r>
      <w:r>
        <w:t>either</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In</w:t>
      </w:r>
      <w:r w:rsidR="003E736D">
        <w:t xml:space="preserve"> </w:t>
      </w:r>
      <w:r>
        <w:t>either</w:t>
      </w:r>
      <w:r w:rsidR="003E736D">
        <w:t xml:space="preserve"> </w:t>
      </w:r>
      <w:r>
        <w:t>case,</w:t>
      </w:r>
      <w:r w:rsidR="003E736D">
        <w:t xml:space="preserve"> </w:t>
      </w:r>
      <w:r>
        <w:t>action</w:t>
      </w:r>
      <w:r w:rsidR="003E736D">
        <w:t xml:space="preserve"> </w:t>
      </w:r>
      <w:r>
        <w:t>shall</w:t>
      </w:r>
      <w:r w:rsidR="003E736D">
        <w:t xml:space="preserve"> </w:t>
      </w:r>
      <w:r>
        <w:t>be</w:t>
      </w:r>
      <w:r w:rsidR="003E736D">
        <w:t xml:space="preserve"> </w:t>
      </w:r>
      <w:r>
        <w:t>taken</w:t>
      </w:r>
      <w:r w:rsidR="003E736D">
        <w:t xml:space="preserve"> </w:t>
      </w:r>
      <w:r>
        <w:t>immediately</w:t>
      </w:r>
      <w:r w:rsidR="003E736D">
        <w:t xml:space="preserve"> </w:t>
      </w:r>
      <w:r>
        <w:t>to</w:t>
      </w:r>
      <w:r w:rsidR="003E736D">
        <w:t xml:space="preserve"> </w:t>
      </w:r>
      <w:r>
        <w:t>correct</w:t>
      </w:r>
      <w:r w:rsidR="003E736D">
        <w:t xml:space="preserve"> </w:t>
      </w:r>
      <w:r>
        <w:t>the</w:t>
      </w:r>
      <w:r w:rsidR="003E736D">
        <w:t xml:space="preserve"> </w:t>
      </w:r>
      <w:r>
        <w:t>situation.</w:t>
      </w:r>
      <w:r w:rsidR="003E736D">
        <w:t xml:space="preserve"> </w:t>
      </w:r>
      <w:r>
        <w:t>Any</w:t>
      </w:r>
      <w:r w:rsidR="003E736D">
        <w:t xml:space="preserve"> </w:t>
      </w:r>
      <w:r>
        <w:t>item(s)</w:t>
      </w:r>
      <w:r w:rsidR="003E736D">
        <w:t xml:space="preserve"> </w:t>
      </w:r>
      <w:r>
        <w:t>that</w:t>
      </w:r>
      <w:r w:rsidR="003E736D">
        <w:t xml:space="preserve"> </w:t>
      </w:r>
      <w:r>
        <w:t>cannot</w:t>
      </w:r>
      <w:r w:rsidR="003E736D">
        <w:t xml:space="preserve"> </w:t>
      </w:r>
      <w:r>
        <w:t>be</w:t>
      </w:r>
      <w:r w:rsidR="003E736D">
        <w:t xml:space="preserve"> </w:t>
      </w:r>
      <w:r>
        <w:t>corrected</w:t>
      </w:r>
      <w:r w:rsidR="003E736D">
        <w:t xml:space="preserve"> </w:t>
      </w:r>
      <w:r>
        <w:t>immediately</w:t>
      </w:r>
      <w:r w:rsidR="003E736D">
        <w:t xml:space="preserve"> </w:t>
      </w:r>
      <w:r>
        <w:t>are</w:t>
      </w:r>
      <w:r w:rsidR="003E736D">
        <w:t xml:space="preserve"> </w:t>
      </w:r>
      <w:r>
        <w:t>required</w:t>
      </w:r>
      <w:r w:rsidR="003E736D">
        <w:t xml:space="preserve"> </w:t>
      </w:r>
      <w:r>
        <w:t>to</w:t>
      </w:r>
      <w:r w:rsidR="003E736D">
        <w:t xml:space="preserve"> </w:t>
      </w:r>
      <w:r>
        <w:t>be</w:t>
      </w:r>
      <w:r w:rsidR="003E736D">
        <w:t xml:space="preserve"> </w:t>
      </w:r>
      <w:r>
        <w:t>abated</w:t>
      </w:r>
      <w:r w:rsidR="003E736D">
        <w:t xml:space="preserve"> </w:t>
      </w:r>
      <w:r>
        <w:t>within</w:t>
      </w:r>
      <w:r w:rsidR="003E736D">
        <w:t xml:space="preserve"> </w:t>
      </w:r>
      <w:r>
        <w:t>24-hours</w:t>
      </w:r>
      <w:r w:rsidR="003E736D">
        <w:t xml:space="preserve"> </w:t>
      </w:r>
      <w:r>
        <w:t>of</w:t>
      </w:r>
      <w:r w:rsidR="003E736D">
        <w:t xml:space="preserve"> </w:t>
      </w:r>
      <w:r>
        <w:t>notification.</w:t>
      </w:r>
      <w:r w:rsidR="003E736D">
        <w:t xml:space="preserve"> </w:t>
      </w:r>
      <w:r>
        <w:t>In</w:t>
      </w:r>
      <w:r w:rsidR="003E736D">
        <w:t xml:space="preserve"> </w:t>
      </w:r>
      <w:r>
        <w:t>the</w:t>
      </w:r>
      <w:r w:rsidR="003E736D">
        <w:t xml:space="preserve"> </w:t>
      </w:r>
      <w:r>
        <w:t>interim,</w:t>
      </w:r>
      <w:r w:rsidR="003E736D">
        <w:t xml:space="preserve"> </w:t>
      </w:r>
      <w:r>
        <w:t>other</w:t>
      </w:r>
      <w:r w:rsidR="003E736D">
        <w:t xml:space="preserve"> </w:t>
      </w:r>
      <w:r>
        <w:t>steps</w:t>
      </w:r>
      <w:r w:rsidR="003E736D">
        <w:t xml:space="preserve"> </w:t>
      </w:r>
      <w:r>
        <w:t>shall</w:t>
      </w:r>
      <w:r w:rsidR="003E736D">
        <w:t xml:space="preserve"> </w:t>
      </w:r>
      <w:r>
        <w:t>be</w:t>
      </w:r>
      <w:r w:rsidR="003E736D">
        <w:t xml:space="preserve"> </w:t>
      </w:r>
      <w:r>
        <w:t>taken</w:t>
      </w:r>
      <w:r w:rsidR="003E736D">
        <w:t xml:space="preserve"> </w:t>
      </w:r>
      <w:r>
        <w:t>to</w:t>
      </w:r>
      <w:r w:rsidR="003E736D">
        <w:t xml:space="preserve"> </w:t>
      </w:r>
      <w:r>
        <w:t>insure</w:t>
      </w:r>
      <w:r w:rsidR="003E736D">
        <w:t xml:space="preserve"> </w:t>
      </w:r>
      <w:r>
        <w:t>the</w:t>
      </w:r>
      <w:r w:rsidR="003E736D">
        <w:t xml:space="preserve"> </w:t>
      </w:r>
      <w:r>
        <w:t>safety</w:t>
      </w:r>
      <w:r w:rsidR="003E736D">
        <w:t xml:space="preserve"> </w:t>
      </w:r>
      <w:r>
        <w:t>of</w:t>
      </w:r>
      <w:r w:rsidR="003E736D">
        <w:t xml:space="preserve"> </w:t>
      </w:r>
      <w:r>
        <w:t>employees</w:t>
      </w:r>
      <w:r w:rsidR="003E736D">
        <w:t xml:space="preserve"> </w:t>
      </w:r>
      <w:r>
        <w:t>or</w:t>
      </w:r>
      <w:r w:rsidR="003E736D">
        <w:t xml:space="preserve"> </w:t>
      </w:r>
      <w:r>
        <w:t>the</w:t>
      </w:r>
      <w:r w:rsidR="003E736D">
        <w:t xml:space="preserve"> </w:t>
      </w:r>
      <w:r>
        <w:t>public.</w:t>
      </w:r>
    </w:p>
    <w:p w14:paraId="1BA623D2" w14:textId="4ED2F886" w:rsidR="00410191" w:rsidRDefault="00B253FB" w:rsidP="004D119B">
      <w:pPr>
        <w:pStyle w:val="Spec"/>
        <w:numPr>
          <w:ilvl w:val="2"/>
          <w:numId w:val="2"/>
        </w:numPr>
      </w:pPr>
      <w:r>
        <w:t>The</w:t>
      </w:r>
      <w:r w:rsidR="003E736D">
        <w:t xml:space="preserve"> </w:t>
      </w:r>
      <w:r>
        <w:rPr>
          <w:u w:val="single"/>
        </w:rPr>
        <w:t>Construction</w:t>
      </w:r>
      <w:r w:rsidR="003E736D">
        <w:rPr>
          <w:u w:val="single"/>
        </w:rPr>
        <w:t xml:space="preserve"> </w:t>
      </w:r>
      <w:r>
        <w:rPr>
          <w:u w:val="single"/>
        </w:rPr>
        <w:t>Safety</w:t>
      </w:r>
      <w:r w:rsidR="003E736D">
        <w:rPr>
          <w:u w:val="single"/>
        </w:rPr>
        <w:t xml:space="preserve"> </w:t>
      </w:r>
      <w:r>
        <w:rPr>
          <w:u w:val="single"/>
        </w:rPr>
        <w:t>Inspection</w:t>
      </w:r>
      <w:r w:rsidR="003E736D">
        <w:rPr>
          <w:u w:val="single"/>
        </w:rPr>
        <w:t xml:space="preserve"> </w:t>
      </w:r>
      <w:r>
        <w:rPr>
          <w:u w:val="single"/>
        </w:rPr>
        <w:t>Report</w:t>
      </w:r>
      <w:r w:rsidR="003E736D">
        <w:t xml:space="preserve"> </w:t>
      </w:r>
      <w:r w:rsidR="0061738E">
        <w:t xml:space="preserve">(CSIR) </w:t>
      </w:r>
      <w:r w:rsidR="00553959">
        <w:t>will be used by the Port</w:t>
      </w:r>
      <w:r w:rsidR="003E736D">
        <w:t xml:space="preserve"> </w:t>
      </w:r>
      <w:r w:rsidR="005C7516">
        <w:t xml:space="preserve">Construction Safety Management as the field report </w:t>
      </w:r>
      <w:r>
        <w:t>for</w:t>
      </w:r>
      <w:r w:rsidR="003E736D">
        <w:t xml:space="preserve"> </w:t>
      </w:r>
      <w:r>
        <w:t>recording</w:t>
      </w:r>
      <w:r w:rsidR="003E736D">
        <w:t xml:space="preserve"> </w:t>
      </w:r>
      <w:r w:rsidR="005C7516">
        <w:t>the Safety Manager’s observations</w:t>
      </w:r>
      <w:r w:rsidR="003E736D">
        <w:t xml:space="preserve"> </w:t>
      </w:r>
      <w:r w:rsidR="000268C7">
        <w:t>in Section One</w:t>
      </w:r>
      <w:r w:rsidR="0065053F">
        <w:t xml:space="preserve"> </w:t>
      </w:r>
      <w:r>
        <w:t>(see</w:t>
      </w:r>
      <w:r w:rsidR="003E736D">
        <w:t xml:space="preserve"> </w:t>
      </w:r>
      <w:r>
        <w:t>Appendix</w:t>
      </w:r>
      <w:r w:rsidR="003E736D">
        <w:t xml:space="preserve"> </w:t>
      </w:r>
      <w:r>
        <w:t>D).</w:t>
      </w:r>
      <w:r w:rsidR="003E736D">
        <w:t xml:space="preserve"> </w:t>
      </w:r>
    </w:p>
    <w:p w14:paraId="4FB8FF9D" w14:textId="77777777" w:rsidR="00B253FB" w:rsidRDefault="00B253FB" w:rsidP="00410191">
      <w:pPr>
        <w:pStyle w:val="Spec"/>
        <w:numPr>
          <w:ilvl w:val="0"/>
          <w:numId w:val="0"/>
        </w:numPr>
        <w:ind w:left="2880"/>
      </w:pPr>
      <w:r>
        <w:t>The</w:t>
      </w:r>
      <w:r w:rsidR="003E736D">
        <w:t xml:space="preserve"> </w:t>
      </w:r>
      <w:r>
        <w:t>following</w:t>
      </w:r>
      <w:r w:rsidR="003E736D">
        <w:t xml:space="preserve"> </w:t>
      </w:r>
      <w:r>
        <w:t>instructions</w:t>
      </w:r>
      <w:r w:rsidR="003E736D">
        <w:t xml:space="preserve"> </w:t>
      </w:r>
      <w:r>
        <w:t>apply</w:t>
      </w:r>
      <w:r w:rsidR="003E736D">
        <w:t xml:space="preserve"> </w:t>
      </w:r>
      <w:r>
        <w:t>to</w:t>
      </w:r>
      <w:r w:rsidR="003E736D">
        <w:t xml:space="preserve"> </w:t>
      </w:r>
      <w:r>
        <w:t>the</w:t>
      </w:r>
      <w:r w:rsidR="003E736D">
        <w:t xml:space="preserve"> </w:t>
      </w:r>
      <w:r>
        <w:t>use</w:t>
      </w:r>
      <w:r w:rsidR="003E736D">
        <w:t xml:space="preserve"> </w:t>
      </w:r>
      <w:r>
        <w:t>of</w:t>
      </w:r>
      <w:r w:rsidR="003E736D">
        <w:t xml:space="preserve"> </w:t>
      </w:r>
      <w:r>
        <w:t>this</w:t>
      </w:r>
      <w:r w:rsidR="003E736D">
        <w:t xml:space="preserve"> </w:t>
      </w:r>
      <w:r>
        <w:t>form:</w:t>
      </w:r>
    </w:p>
    <w:p w14:paraId="0732F917" w14:textId="77777777" w:rsidR="00B253FB" w:rsidRDefault="00B253FB" w:rsidP="004D119B">
      <w:pPr>
        <w:pStyle w:val="Spec"/>
        <w:numPr>
          <w:ilvl w:val="3"/>
          <w:numId w:val="2"/>
        </w:numPr>
      </w:pPr>
      <w:r>
        <w:t>Contractor’s</w:t>
      </w:r>
      <w:r w:rsidR="003E736D">
        <w:t xml:space="preserve"> </w:t>
      </w:r>
      <w:r>
        <w:t>Corrective</w:t>
      </w:r>
      <w:r w:rsidR="003E736D">
        <w:t xml:space="preserve"> </w:t>
      </w:r>
      <w:r>
        <w:t>Action</w:t>
      </w:r>
      <w:r w:rsidR="000268C7">
        <w:t xml:space="preserve"> (Section Two)</w:t>
      </w:r>
      <w:r>
        <w:t>:</w:t>
      </w:r>
      <w:r w:rsidR="003E736D">
        <w:t xml:space="preserve"> </w:t>
      </w:r>
      <w:r>
        <w:t>The</w:t>
      </w:r>
      <w:r w:rsidR="003E736D">
        <w:t xml:space="preserve"> </w:t>
      </w:r>
      <w:r>
        <w:t>Contractor</w:t>
      </w:r>
      <w:r w:rsidR="003E736D">
        <w:t xml:space="preserve"> </w:t>
      </w:r>
      <w:r>
        <w:t>shall</w:t>
      </w:r>
      <w:r w:rsidR="003E736D">
        <w:t xml:space="preserve"> </w:t>
      </w:r>
      <w:r>
        <w:t>note</w:t>
      </w:r>
      <w:r w:rsidR="003E736D">
        <w:t xml:space="preserve"> </w:t>
      </w:r>
      <w:r>
        <w:t>the</w:t>
      </w:r>
      <w:r w:rsidR="003E736D">
        <w:t xml:space="preserve"> </w:t>
      </w:r>
      <w:r>
        <w:t>action</w:t>
      </w:r>
      <w:r w:rsidR="003E736D">
        <w:t xml:space="preserve"> </w:t>
      </w:r>
      <w:r>
        <w:t>taken</w:t>
      </w:r>
      <w:r w:rsidR="003E736D">
        <w:t xml:space="preserve"> </w:t>
      </w:r>
      <w:r>
        <w:t>to</w:t>
      </w:r>
      <w:r w:rsidR="003E736D">
        <w:t xml:space="preserve"> </w:t>
      </w:r>
      <w:r>
        <w:t>abate</w:t>
      </w:r>
      <w:r w:rsidR="003E736D">
        <w:t xml:space="preserve"> </w:t>
      </w:r>
      <w:r>
        <w:t>the</w:t>
      </w:r>
      <w:r w:rsidR="003E736D">
        <w:t xml:space="preserve"> </w:t>
      </w:r>
      <w:r w:rsidR="000268C7">
        <w:t>observation</w:t>
      </w:r>
      <w:r>
        <w:t>.</w:t>
      </w:r>
      <w:r w:rsidR="003E736D">
        <w:t xml:space="preserve"> </w:t>
      </w:r>
      <w:r>
        <w:t>If</w:t>
      </w:r>
      <w:r w:rsidR="003E736D">
        <w:t xml:space="preserve"> </w:t>
      </w:r>
      <w:r>
        <w:t>an</w:t>
      </w:r>
      <w:r w:rsidR="003E736D">
        <w:t xml:space="preserve"> </w:t>
      </w:r>
      <w:r>
        <w:t>item</w:t>
      </w:r>
      <w:r w:rsidR="003E736D">
        <w:t xml:space="preserve"> </w:t>
      </w:r>
      <w:r>
        <w:t>is</w:t>
      </w:r>
      <w:r w:rsidR="003E736D">
        <w:t xml:space="preserve"> </w:t>
      </w:r>
      <w:r>
        <w:t>abated</w:t>
      </w:r>
      <w:r w:rsidR="003E736D">
        <w:t xml:space="preserve"> </w:t>
      </w:r>
      <w:r>
        <w:t>immediately,</w:t>
      </w:r>
      <w:r w:rsidR="003E736D">
        <w:t xml:space="preserve"> </w:t>
      </w:r>
      <w:r>
        <w:t>it</w:t>
      </w:r>
      <w:r w:rsidR="003E736D">
        <w:t xml:space="preserve"> </w:t>
      </w:r>
      <w:r>
        <w:t>will</w:t>
      </w:r>
      <w:r w:rsidR="003E736D">
        <w:t xml:space="preserve"> </w:t>
      </w:r>
      <w:r>
        <w:t>be</w:t>
      </w:r>
      <w:r w:rsidR="003E736D">
        <w:t xml:space="preserve"> </w:t>
      </w:r>
      <w:r>
        <w:t>so</w:t>
      </w:r>
      <w:r w:rsidR="003E736D">
        <w:t xml:space="preserve"> </w:t>
      </w:r>
      <w:r>
        <w:t>noted</w:t>
      </w:r>
      <w:r w:rsidR="003E736D">
        <w:t xml:space="preserve"> </w:t>
      </w:r>
      <w:r w:rsidR="000268C7">
        <w:t>in Section One by the Port Safety Manager</w:t>
      </w:r>
      <w:r>
        <w:t>.</w:t>
      </w:r>
    </w:p>
    <w:p w14:paraId="498A8CAB" w14:textId="77777777" w:rsidR="00B253FB" w:rsidRDefault="00B253FB" w:rsidP="004D119B">
      <w:pPr>
        <w:pStyle w:val="Spec"/>
        <w:numPr>
          <w:ilvl w:val="3"/>
          <w:numId w:val="2"/>
        </w:numPr>
      </w:pPr>
      <w:r>
        <w:t>Date</w:t>
      </w:r>
      <w:r w:rsidR="003E736D">
        <w:t xml:space="preserve"> </w:t>
      </w:r>
      <w:r>
        <w:t>Corrected:</w:t>
      </w:r>
      <w:r w:rsidR="003E736D">
        <w:t xml:space="preserve"> </w:t>
      </w:r>
      <w:r>
        <w:t>The</w:t>
      </w:r>
      <w:r w:rsidR="003E736D">
        <w:t xml:space="preserve"> </w:t>
      </w:r>
      <w:r>
        <w:t>Contractor,</w:t>
      </w:r>
      <w:r w:rsidR="003E736D">
        <w:t xml:space="preserve"> </w:t>
      </w:r>
      <w:r>
        <w:t>upon</w:t>
      </w:r>
      <w:r w:rsidR="003E736D">
        <w:t xml:space="preserve"> </w:t>
      </w:r>
      <w:r w:rsidR="000268C7">
        <w:t xml:space="preserve">completion, </w:t>
      </w:r>
      <w:r>
        <w:t>shall</w:t>
      </w:r>
      <w:r w:rsidR="003E736D">
        <w:t xml:space="preserve"> </w:t>
      </w:r>
      <w:r>
        <w:t>enter</w:t>
      </w:r>
      <w:r w:rsidR="003E736D">
        <w:t xml:space="preserve"> </w:t>
      </w:r>
      <w:r>
        <w:t>the</w:t>
      </w:r>
      <w:r w:rsidR="003E736D">
        <w:t xml:space="preserve"> </w:t>
      </w:r>
      <w:r>
        <w:t>date</w:t>
      </w:r>
      <w:r w:rsidR="003E736D">
        <w:t xml:space="preserve"> </w:t>
      </w:r>
      <w:r>
        <w:t>in</w:t>
      </w:r>
      <w:r w:rsidR="003E736D">
        <w:t xml:space="preserve"> </w:t>
      </w:r>
      <w:r>
        <w:t>the</w:t>
      </w:r>
      <w:r w:rsidR="003E736D">
        <w:t xml:space="preserve"> </w:t>
      </w:r>
      <w:r>
        <w:t>appropriate</w:t>
      </w:r>
      <w:r w:rsidR="003E736D">
        <w:t xml:space="preserve"> </w:t>
      </w:r>
      <w:r>
        <w:t>column.</w:t>
      </w:r>
    </w:p>
    <w:p w14:paraId="6343677E" w14:textId="77777777" w:rsidR="00B253FB" w:rsidRDefault="00B253FB" w:rsidP="004D119B">
      <w:pPr>
        <w:pStyle w:val="Spec"/>
        <w:numPr>
          <w:ilvl w:val="3"/>
          <w:numId w:val="2"/>
        </w:numPr>
      </w:pPr>
      <w:r>
        <w:t>Submittal</w:t>
      </w:r>
      <w:r w:rsidR="003E736D">
        <w:t xml:space="preserve"> </w:t>
      </w:r>
      <w:r>
        <w:t>Procedure:</w:t>
      </w:r>
    </w:p>
    <w:p w14:paraId="2BE631C7" w14:textId="77777777" w:rsidR="00B253FB" w:rsidRPr="00E3068A" w:rsidRDefault="000268C7" w:rsidP="004D119B">
      <w:pPr>
        <w:pStyle w:val="Spec"/>
        <w:numPr>
          <w:ilvl w:val="4"/>
          <w:numId w:val="2"/>
        </w:numPr>
      </w:pPr>
      <w:r w:rsidRPr="00E3068A">
        <w:t xml:space="preserve">Projects utilizing </w:t>
      </w:r>
      <w:r w:rsidR="0061738E" w:rsidRPr="00744B6E">
        <w:t>CMS will use</w:t>
      </w:r>
      <w:r w:rsidRPr="00744B6E">
        <w:t xml:space="preserve"> this system</w:t>
      </w:r>
      <w:r w:rsidR="0061738E" w:rsidRPr="00744B6E">
        <w:t xml:space="preserve"> to transmit the CSIR </w:t>
      </w:r>
      <w:r w:rsidR="00E3068A" w:rsidRPr="00744B6E">
        <w:t>Form</w:t>
      </w:r>
      <w:r w:rsidR="00E3068A">
        <w:t xml:space="preserve"> </w:t>
      </w:r>
      <w:r w:rsidR="0061738E" w:rsidRPr="00744B6E">
        <w:t xml:space="preserve">between the Port and the Contractor until the </w:t>
      </w:r>
      <w:r w:rsidRPr="00744B6E">
        <w:t>observation</w:t>
      </w:r>
      <w:r w:rsidR="0061738E" w:rsidRPr="00744B6E">
        <w:t xml:space="preserve"> is </w:t>
      </w:r>
      <w:r w:rsidRPr="00744B6E">
        <w:t xml:space="preserve">satisfactorily </w:t>
      </w:r>
      <w:r w:rsidR="0061738E" w:rsidRPr="00744B6E">
        <w:t>reso</w:t>
      </w:r>
      <w:r w:rsidR="0061738E" w:rsidRPr="00E3068A">
        <w:t>lved.</w:t>
      </w:r>
    </w:p>
    <w:p w14:paraId="39107370" w14:textId="77777777" w:rsidR="009C2898" w:rsidRPr="00744B6E" w:rsidRDefault="009C2898" w:rsidP="004D119B">
      <w:pPr>
        <w:pStyle w:val="Spec"/>
        <w:numPr>
          <w:ilvl w:val="5"/>
          <w:numId w:val="2"/>
        </w:numPr>
      </w:pPr>
      <w:r w:rsidRPr="00744B6E">
        <w:t xml:space="preserve">Email will be used on projects not utilizing </w:t>
      </w:r>
      <w:r w:rsidR="00E3068A" w:rsidRPr="00744B6E">
        <w:t>CMS</w:t>
      </w:r>
    </w:p>
    <w:p w14:paraId="472968DA" w14:textId="5D59115F" w:rsidR="00B253FB" w:rsidRPr="00744B6E" w:rsidRDefault="00B253FB" w:rsidP="004D119B">
      <w:pPr>
        <w:pStyle w:val="Spec"/>
        <w:numPr>
          <w:ilvl w:val="4"/>
          <w:numId w:val="2"/>
        </w:numPr>
      </w:pPr>
      <w:r w:rsidRPr="00744B6E">
        <w:t>When</w:t>
      </w:r>
      <w:r w:rsidR="003E736D" w:rsidRPr="00744B6E">
        <w:t xml:space="preserve"> </w:t>
      </w:r>
      <w:r w:rsidRPr="00744B6E">
        <w:t>corrective</w:t>
      </w:r>
      <w:r w:rsidR="003E736D" w:rsidRPr="00744B6E">
        <w:t xml:space="preserve"> </w:t>
      </w:r>
      <w:r w:rsidRPr="00744B6E">
        <w:t>action</w:t>
      </w:r>
      <w:r w:rsidR="003E736D" w:rsidRPr="00744B6E">
        <w:t xml:space="preserve"> </w:t>
      </w:r>
      <w:r w:rsidRPr="00744B6E">
        <w:t>has</w:t>
      </w:r>
      <w:r w:rsidR="003E736D" w:rsidRPr="00744B6E">
        <w:t xml:space="preserve"> </w:t>
      </w:r>
      <w:r w:rsidRPr="00744B6E">
        <w:t>been</w:t>
      </w:r>
      <w:r w:rsidR="003E736D" w:rsidRPr="00744B6E">
        <w:t xml:space="preserve"> </w:t>
      </w:r>
      <w:r w:rsidRPr="00744B6E">
        <w:t>completed,</w:t>
      </w:r>
      <w:r w:rsidR="003E736D" w:rsidRPr="00744B6E">
        <w:t xml:space="preserve"> </w:t>
      </w:r>
      <w:r w:rsidRPr="00744B6E">
        <w:t>the</w:t>
      </w:r>
      <w:r w:rsidR="003E736D" w:rsidRPr="00744B6E">
        <w:t xml:space="preserve"> </w:t>
      </w:r>
      <w:r w:rsidRPr="00744B6E">
        <w:t>Contractor’s</w:t>
      </w:r>
      <w:r w:rsidR="003E736D" w:rsidRPr="00744B6E">
        <w:t xml:space="preserve"> </w:t>
      </w:r>
      <w:r w:rsidRPr="00744B6E">
        <w:t>Project</w:t>
      </w:r>
      <w:r w:rsidR="003E736D" w:rsidRPr="00744B6E">
        <w:t xml:space="preserve"> </w:t>
      </w:r>
      <w:r w:rsidRPr="00744B6E">
        <w:t>Manager</w:t>
      </w:r>
      <w:r w:rsidR="003E736D" w:rsidRPr="00744B6E">
        <w:t xml:space="preserve"> </w:t>
      </w:r>
      <w:r w:rsidRPr="00744B6E">
        <w:t>or</w:t>
      </w:r>
      <w:r w:rsidR="003E736D" w:rsidRPr="00744B6E">
        <w:t xml:space="preserve"> </w:t>
      </w:r>
      <w:r w:rsidRPr="00744B6E">
        <w:t>Designee</w:t>
      </w:r>
      <w:r w:rsidR="003E736D" w:rsidRPr="00744B6E">
        <w:t xml:space="preserve"> </w:t>
      </w:r>
      <w:r w:rsidRPr="00744B6E">
        <w:t>will</w:t>
      </w:r>
      <w:r w:rsidR="003E736D" w:rsidRPr="00744B6E">
        <w:t xml:space="preserve"> </w:t>
      </w:r>
      <w:r w:rsidR="0061738E" w:rsidRPr="00744B6E">
        <w:t xml:space="preserve">electronically </w:t>
      </w:r>
      <w:r w:rsidRPr="00744B6E">
        <w:t>sign</w:t>
      </w:r>
      <w:r w:rsidR="003E736D" w:rsidRPr="00744B6E">
        <w:t xml:space="preserve"> </w:t>
      </w:r>
      <w:r w:rsidRPr="00744B6E">
        <w:t>and</w:t>
      </w:r>
      <w:r w:rsidR="003E736D" w:rsidRPr="00744B6E">
        <w:t xml:space="preserve"> </w:t>
      </w:r>
      <w:r w:rsidRPr="00744B6E">
        <w:t>date</w:t>
      </w:r>
      <w:r w:rsidR="003E736D" w:rsidRPr="00744B6E">
        <w:t xml:space="preserve"> </w:t>
      </w:r>
      <w:r w:rsidRPr="00744B6E">
        <w:t>the</w:t>
      </w:r>
      <w:r w:rsidR="003E736D" w:rsidRPr="00744B6E">
        <w:t xml:space="preserve"> </w:t>
      </w:r>
      <w:r w:rsidRPr="00744B6E">
        <w:t>form</w:t>
      </w:r>
      <w:r w:rsidR="003E736D" w:rsidRPr="00744B6E">
        <w:t xml:space="preserve"> </w:t>
      </w:r>
      <w:r w:rsidR="0061738E" w:rsidRPr="00744B6E">
        <w:t xml:space="preserve">and return </w:t>
      </w:r>
      <w:r w:rsidRPr="00744B6E">
        <w:t>it</w:t>
      </w:r>
      <w:r w:rsidR="003E736D" w:rsidRPr="00744B6E">
        <w:t xml:space="preserve"> </w:t>
      </w:r>
      <w:r w:rsidRPr="00744B6E">
        <w:t>to</w:t>
      </w:r>
      <w:r w:rsidR="003E736D" w:rsidRPr="00744B6E">
        <w:t xml:space="preserve"> </w:t>
      </w:r>
      <w:r w:rsidRPr="00744B6E">
        <w:t>the</w:t>
      </w:r>
      <w:r w:rsidR="003E736D" w:rsidRPr="00744B6E">
        <w:t xml:space="preserve"> </w:t>
      </w:r>
      <w:r w:rsidR="00155B23" w:rsidRPr="00155B23">
        <w:t xml:space="preserve">Port </w:t>
      </w:r>
      <w:r w:rsidR="00A604FE">
        <w:t>P</w:t>
      </w:r>
      <w:r w:rsidR="008B4FC4">
        <w:t xml:space="preserve">roject </w:t>
      </w:r>
      <w:r w:rsidR="00A604FE">
        <w:t>M</w:t>
      </w:r>
      <w:r w:rsidR="008B4FC4">
        <w:t>anager</w:t>
      </w:r>
      <w:r w:rsidRPr="00744B6E">
        <w:t>.</w:t>
      </w:r>
    </w:p>
    <w:p w14:paraId="1AA852E2" w14:textId="1A272C44" w:rsidR="00B253FB" w:rsidRPr="00744B6E" w:rsidRDefault="00E3068A" w:rsidP="004D119B">
      <w:pPr>
        <w:pStyle w:val="Spec"/>
        <w:numPr>
          <w:ilvl w:val="4"/>
          <w:numId w:val="2"/>
        </w:numPr>
      </w:pPr>
      <w:r w:rsidRPr="00744B6E">
        <w:t xml:space="preserve">The </w:t>
      </w:r>
      <w:r w:rsidR="00155B23" w:rsidRPr="00155B23">
        <w:t xml:space="preserve">Port </w:t>
      </w:r>
      <w:r w:rsidR="00756F7E">
        <w:t>I</w:t>
      </w:r>
      <w:r w:rsidR="008B4FC4">
        <w:t>nspector</w:t>
      </w:r>
      <w:r w:rsidR="00155B23">
        <w:t xml:space="preserve"> </w:t>
      </w:r>
      <w:r w:rsidR="00B253FB" w:rsidRPr="00744B6E">
        <w:t>will</w:t>
      </w:r>
      <w:r w:rsidR="003E736D" w:rsidRPr="00744B6E">
        <w:t xml:space="preserve"> </w:t>
      </w:r>
      <w:r w:rsidR="00B253FB" w:rsidRPr="00744B6E">
        <w:t>review</w:t>
      </w:r>
      <w:r w:rsidR="003E736D" w:rsidRPr="00744B6E">
        <w:t xml:space="preserve"> </w:t>
      </w:r>
      <w:r w:rsidR="00B253FB" w:rsidRPr="00744B6E">
        <w:t>the</w:t>
      </w:r>
      <w:r w:rsidR="003E736D" w:rsidRPr="00744B6E">
        <w:t xml:space="preserve"> </w:t>
      </w:r>
      <w:r w:rsidR="00B253FB" w:rsidRPr="00744B6E">
        <w:t>form</w:t>
      </w:r>
      <w:r w:rsidR="003E736D" w:rsidRPr="00744B6E">
        <w:t xml:space="preserve"> </w:t>
      </w:r>
      <w:r w:rsidR="00B253FB" w:rsidRPr="00744B6E">
        <w:t>and</w:t>
      </w:r>
      <w:r w:rsidR="003E736D" w:rsidRPr="00744B6E">
        <w:t xml:space="preserve"> </w:t>
      </w:r>
      <w:r w:rsidR="00B253FB" w:rsidRPr="00744B6E">
        <w:t>follow-up</w:t>
      </w:r>
      <w:r w:rsidR="003E736D" w:rsidRPr="00744B6E">
        <w:t xml:space="preserve"> </w:t>
      </w:r>
      <w:r w:rsidR="00B253FB" w:rsidRPr="00744B6E">
        <w:t>to</w:t>
      </w:r>
      <w:r w:rsidR="003E736D" w:rsidRPr="00744B6E">
        <w:t xml:space="preserve"> </w:t>
      </w:r>
      <w:r w:rsidR="0061738E" w:rsidRPr="00744B6E">
        <w:t>e</w:t>
      </w:r>
      <w:r w:rsidR="00B253FB" w:rsidRPr="00744B6E">
        <w:t>nsure</w:t>
      </w:r>
      <w:r w:rsidR="003E736D" w:rsidRPr="00744B6E">
        <w:t xml:space="preserve"> </w:t>
      </w:r>
      <w:r w:rsidR="00B253FB" w:rsidRPr="00744B6E">
        <w:t>the</w:t>
      </w:r>
      <w:r w:rsidR="003E736D" w:rsidRPr="00744B6E">
        <w:t xml:space="preserve"> </w:t>
      </w:r>
      <w:r w:rsidR="00B253FB" w:rsidRPr="00744B6E">
        <w:t>“Contractor’s</w:t>
      </w:r>
      <w:r w:rsidR="003E736D" w:rsidRPr="00744B6E">
        <w:t xml:space="preserve"> </w:t>
      </w:r>
      <w:r w:rsidR="00B253FB" w:rsidRPr="00744B6E">
        <w:t>Corrective</w:t>
      </w:r>
      <w:r w:rsidR="003E736D" w:rsidRPr="00744B6E">
        <w:t xml:space="preserve"> </w:t>
      </w:r>
      <w:r w:rsidR="00B253FB" w:rsidRPr="00744B6E">
        <w:t>Action”</w:t>
      </w:r>
      <w:r w:rsidR="003E736D" w:rsidRPr="00744B6E">
        <w:t xml:space="preserve"> </w:t>
      </w:r>
      <w:r w:rsidR="00B253FB" w:rsidRPr="00744B6E">
        <w:t>has</w:t>
      </w:r>
      <w:r w:rsidR="003E736D" w:rsidRPr="00744B6E">
        <w:t xml:space="preserve"> </w:t>
      </w:r>
      <w:r w:rsidR="00B253FB" w:rsidRPr="00744B6E">
        <w:t>been</w:t>
      </w:r>
      <w:r w:rsidR="003E736D" w:rsidRPr="00744B6E">
        <w:t xml:space="preserve"> </w:t>
      </w:r>
      <w:r w:rsidR="00B253FB" w:rsidRPr="00744B6E">
        <w:t>addressed,</w:t>
      </w:r>
      <w:r w:rsidR="003E736D" w:rsidRPr="00744B6E">
        <w:t xml:space="preserve"> </w:t>
      </w:r>
      <w:r w:rsidRPr="00744B6E">
        <w:t xml:space="preserve">verifying </w:t>
      </w:r>
      <w:r w:rsidR="00B253FB" w:rsidRPr="00744B6E">
        <w:t>each</w:t>
      </w:r>
      <w:r w:rsidR="003E736D" w:rsidRPr="00744B6E">
        <w:t xml:space="preserve"> </w:t>
      </w:r>
      <w:r w:rsidR="00B253FB" w:rsidRPr="00744B6E">
        <w:t>item</w:t>
      </w:r>
      <w:r w:rsidR="003E736D" w:rsidRPr="00744B6E">
        <w:t xml:space="preserve"> </w:t>
      </w:r>
      <w:r w:rsidR="00B253FB" w:rsidRPr="00744B6E">
        <w:t>corrected.</w:t>
      </w:r>
    </w:p>
    <w:p w14:paraId="468059DB" w14:textId="64A712B1" w:rsidR="00B253FB" w:rsidRPr="00744B6E" w:rsidRDefault="00B253FB" w:rsidP="004D119B">
      <w:pPr>
        <w:pStyle w:val="Spec"/>
        <w:numPr>
          <w:ilvl w:val="4"/>
          <w:numId w:val="2"/>
        </w:numPr>
      </w:pPr>
      <w:r w:rsidRPr="00744B6E">
        <w:t>The</w:t>
      </w:r>
      <w:r w:rsidR="003E736D" w:rsidRPr="00744B6E">
        <w:t xml:space="preserve"> </w:t>
      </w:r>
      <w:r w:rsidR="00155B23" w:rsidRPr="00155B23">
        <w:t xml:space="preserve">Port </w:t>
      </w:r>
      <w:r w:rsidR="00756F7E">
        <w:t>I</w:t>
      </w:r>
      <w:r w:rsidR="008B4FC4">
        <w:t>nspector</w:t>
      </w:r>
      <w:r w:rsidR="00155B23">
        <w:t xml:space="preserve"> </w:t>
      </w:r>
      <w:r w:rsidRPr="00744B6E">
        <w:t>will</w:t>
      </w:r>
      <w:r w:rsidR="003E736D" w:rsidRPr="00744B6E">
        <w:t xml:space="preserve"> </w:t>
      </w:r>
      <w:r w:rsidRPr="00744B6E">
        <w:t>discuss</w:t>
      </w:r>
      <w:r w:rsidR="003E736D" w:rsidRPr="00744B6E">
        <w:t xml:space="preserve"> </w:t>
      </w:r>
      <w:r w:rsidRPr="00744B6E">
        <w:t>the</w:t>
      </w:r>
      <w:r w:rsidR="003E736D" w:rsidRPr="00744B6E">
        <w:t xml:space="preserve"> </w:t>
      </w:r>
      <w:r w:rsidRPr="00744B6E">
        <w:t>noted</w:t>
      </w:r>
      <w:r w:rsidR="003E736D" w:rsidRPr="00744B6E">
        <w:t xml:space="preserve"> </w:t>
      </w:r>
      <w:r w:rsidR="009C2898" w:rsidRPr="00744B6E">
        <w:t xml:space="preserve">observations </w:t>
      </w:r>
      <w:r w:rsidRPr="00744B6E">
        <w:t>at</w:t>
      </w:r>
      <w:r w:rsidR="003E736D" w:rsidRPr="00744B6E">
        <w:t xml:space="preserve"> </w:t>
      </w:r>
      <w:r w:rsidRPr="00744B6E">
        <w:t>the</w:t>
      </w:r>
      <w:r w:rsidR="003E736D" w:rsidRPr="00744B6E">
        <w:t xml:space="preserve"> </w:t>
      </w:r>
      <w:r w:rsidR="009C2898" w:rsidRPr="00744B6E">
        <w:t>W</w:t>
      </w:r>
      <w:r w:rsidRPr="00744B6E">
        <w:t>eekly</w:t>
      </w:r>
      <w:r w:rsidR="003E736D" w:rsidRPr="00744B6E">
        <w:t xml:space="preserve"> </w:t>
      </w:r>
      <w:r w:rsidRPr="00744B6E">
        <w:t>Contractor</w:t>
      </w:r>
      <w:r w:rsidR="003E736D" w:rsidRPr="00744B6E">
        <w:t xml:space="preserve"> </w:t>
      </w:r>
      <w:r w:rsidR="009C2898" w:rsidRPr="00744B6E">
        <w:t>P</w:t>
      </w:r>
      <w:r w:rsidRPr="00744B6E">
        <w:t>rogress</w:t>
      </w:r>
      <w:r w:rsidR="003E736D" w:rsidRPr="00744B6E">
        <w:t xml:space="preserve"> </w:t>
      </w:r>
      <w:r w:rsidR="009C2898" w:rsidRPr="00744B6E">
        <w:t>M</w:t>
      </w:r>
      <w:r w:rsidRPr="00744B6E">
        <w:t>eeting.</w:t>
      </w:r>
    </w:p>
    <w:p w14:paraId="4503F169" w14:textId="77777777" w:rsidR="00B253FB" w:rsidRPr="00744B6E" w:rsidRDefault="00B253FB" w:rsidP="004D119B">
      <w:pPr>
        <w:pStyle w:val="Spec"/>
        <w:numPr>
          <w:ilvl w:val="4"/>
          <w:numId w:val="2"/>
        </w:numPr>
      </w:pPr>
      <w:r w:rsidRPr="00744B6E">
        <w:t>The</w:t>
      </w:r>
      <w:r w:rsidR="003E736D" w:rsidRPr="00744B6E">
        <w:t xml:space="preserve"> </w:t>
      </w:r>
      <w:r w:rsidR="00E3068A" w:rsidRPr="00744B6E">
        <w:t>completed CSIR</w:t>
      </w:r>
      <w:r w:rsidR="003E736D" w:rsidRPr="00744B6E">
        <w:t xml:space="preserve"> </w:t>
      </w:r>
      <w:r w:rsidRPr="00744B6E">
        <w:t>form</w:t>
      </w:r>
      <w:r w:rsidR="003E736D" w:rsidRPr="00744B6E">
        <w:t xml:space="preserve"> </w:t>
      </w:r>
      <w:r w:rsidRPr="00744B6E">
        <w:t>shall</w:t>
      </w:r>
      <w:r w:rsidR="003E736D" w:rsidRPr="00744B6E">
        <w:t xml:space="preserve"> </w:t>
      </w:r>
      <w:r w:rsidRPr="00744B6E">
        <w:t>be</w:t>
      </w:r>
      <w:r w:rsidR="003E736D" w:rsidRPr="00744B6E">
        <w:t xml:space="preserve"> </w:t>
      </w:r>
      <w:r w:rsidRPr="00744B6E">
        <w:t>returned</w:t>
      </w:r>
      <w:r w:rsidR="003E736D" w:rsidRPr="00744B6E">
        <w:t xml:space="preserve"> </w:t>
      </w:r>
      <w:r w:rsidRPr="00744B6E">
        <w:t>to</w:t>
      </w:r>
      <w:r w:rsidR="003E736D" w:rsidRPr="00744B6E">
        <w:t xml:space="preserve"> </w:t>
      </w:r>
      <w:r w:rsidRPr="00744B6E">
        <w:t>the</w:t>
      </w:r>
      <w:r w:rsidR="003E736D" w:rsidRPr="00744B6E">
        <w:t xml:space="preserve"> </w:t>
      </w:r>
      <w:r w:rsidR="00FE4885" w:rsidRPr="00744B6E">
        <w:t>Manager</w:t>
      </w:r>
      <w:r w:rsidR="00FF6410" w:rsidRPr="00744B6E">
        <w:t xml:space="preserve"> of</w:t>
      </w:r>
      <w:r w:rsidR="00FE4885" w:rsidRPr="00744B6E">
        <w:t xml:space="preserve"> Construction Safety Services</w:t>
      </w:r>
      <w:r w:rsidR="003E736D" w:rsidRPr="00744B6E">
        <w:t xml:space="preserve"> </w:t>
      </w:r>
      <w:r w:rsidRPr="00744B6E">
        <w:t>within</w:t>
      </w:r>
      <w:r w:rsidR="003E736D" w:rsidRPr="00744B6E">
        <w:t xml:space="preserve"> </w:t>
      </w:r>
      <w:r w:rsidRPr="00744B6E">
        <w:t>five</w:t>
      </w:r>
      <w:r w:rsidR="003E736D" w:rsidRPr="00744B6E">
        <w:t xml:space="preserve"> </w:t>
      </w:r>
      <w:r w:rsidRPr="00744B6E">
        <w:t>working</w:t>
      </w:r>
      <w:r w:rsidR="003E736D" w:rsidRPr="00744B6E">
        <w:t xml:space="preserve"> </w:t>
      </w:r>
      <w:r w:rsidRPr="00744B6E">
        <w:t>days.</w:t>
      </w:r>
    </w:p>
    <w:p w14:paraId="43513498" w14:textId="77777777" w:rsidR="00B253FB" w:rsidRDefault="00B253FB" w:rsidP="004D119B">
      <w:pPr>
        <w:pStyle w:val="Spec"/>
        <w:numPr>
          <w:ilvl w:val="1"/>
          <w:numId w:val="2"/>
        </w:numPr>
      </w:pPr>
      <w:r>
        <w:lastRenderedPageBreak/>
        <w:t>ACCIDENT</w:t>
      </w:r>
      <w:r w:rsidR="003E736D">
        <w:t xml:space="preserve"> </w:t>
      </w:r>
      <w:r>
        <w:t>INVESTIGATION</w:t>
      </w:r>
      <w:r w:rsidR="003E736D">
        <w:t xml:space="preserve"> </w:t>
      </w:r>
      <w:r>
        <w:t>AND</w:t>
      </w:r>
      <w:r w:rsidR="003E736D">
        <w:t xml:space="preserve"> </w:t>
      </w:r>
      <w:r>
        <w:t>REPORTING</w:t>
      </w:r>
      <w:r w:rsidR="003E736D">
        <w:t xml:space="preserve"> </w:t>
      </w:r>
      <w:r>
        <w:t>PROCEDURES</w:t>
      </w:r>
    </w:p>
    <w:p w14:paraId="1D5B70D4" w14:textId="7884EBEF" w:rsidR="00B253FB" w:rsidRDefault="00B253FB" w:rsidP="004D119B">
      <w:pPr>
        <w:pStyle w:val="Spec"/>
        <w:numPr>
          <w:ilvl w:val="2"/>
          <w:numId w:val="2"/>
        </w:numPr>
      </w:pPr>
      <w:r>
        <w:t>All</w:t>
      </w:r>
      <w:r w:rsidR="003E736D">
        <w:t xml:space="preserve"> </w:t>
      </w:r>
      <w:r>
        <w:t>accidents</w:t>
      </w:r>
      <w:r w:rsidR="003E736D">
        <w:t xml:space="preserve"> </w:t>
      </w:r>
      <w:r>
        <w:t>and</w:t>
      </w:r>
      <w:r w:rsidR="003E736D">
        <w:t xml:space="preserve"> </w:t>
      </w:r>
      <w:r>
        <w:t>incidents</w:t>
      </w:r>
      <w:r w:rsidR="003E736D">
        <w:t xml:space="preserve"> </w:t>
      </w:r>
      <w:r>
        <w:t>occurring</w:t>
      </w:r>
      <w:r w:rsidR="003E736D">
        <w:t xml:space="preserve"> </w:t>
      </w:r>
      <w:r>
        <w:t>from</w:t>
      </w:r>
      <w:r w:rsidR="003E736D">
        <w:t xml:space="preserve"> </w:t>
      </w:r>
      <w:r>
        <w:t>operations</w:t>
      </w:r>
      <w:r w:rsidR="003E736D">
        <w:t xml:space="preserve"> </w:t>
      </w:r>
      <w:r>
        <w:t>or</w:t>
      </w:r>
      <w:r w:rsidR="003E736D">
        <w:t xml:space="preserve"> </w:t>
      </w:r>
      <w:r>
        <w:t>work</w:t>
      </w:r>
      <w:r w:rsidR="003E736D">
        <w:t xml:space="preserve"> </w:t>
      </w:r>
      <w:r>
        <w:t>performed</w:t>
      </w:r>
      <w:r w:rsidR="003E736D">
        <w:t xml:space="preserve"> </w:t>
      </w:r>
      <w:r>
        <w:t>under</w:t>
      </w:r>
      <w:r w:rsidR="003E736D">
        <w:t xml:space="preserve"> </w:t>
      </w:r>
      <w:r>
        <w:t>the</w:t>
      </w:r>
      <w:r w:rsidR="003E736D">
        <w:t xml:space="preserve"> </w:t>
      </w:r>
      <w:r>
        <w:t>contract</w:t>
      </w:r>
      <w:r w:rsidR="003E736D">
        <w:t xml:space="preserve"> </w:t>
      </w:r>
      <w:r>
        <w:t>shall</w:t>
      </w:r>
      <w:r w:rsidR="003E736D">
        <w:t xml:space="preserve"> </w:t>
      </w:r>
      <w:r>
        <w:t>be</w:t>
      </w:r>
      <w:r w:rsidR="003E736D">
        <w:t xml:space="preserve"> </w:t>
      </w:r>
      <w:r>
        <w:t>reported,</w:t>
      </w:r>
      <w:r w:rsidR="003E736D">
        <w:t xml:space="preserve"> </w:t>
      </w:r>
      <w:r>
        <w:t>verified,</w:t>
      </w:r>
      <w:r w:rsidR="003E736D">
        <w:t xml:space="preserve"> </w:t>
      </w:r>
      <w:r>
        <w:t>investigated,</w:t>
      </w:r>
      <w:r w:rsidR="003E736D">
        <w:t xml:space="preserve"> </w:t>
      </w:r>
      <w:r>
        <w:t>and</w:t>
      </w:r>
      <w:r w:rsidR="003E736D">
        <w:t xml:space="preserve"> </w:t>
      </w:r>
      <w:r>
        <w:t>analyzed</w:t>
      </w:r>
      <w:r w:rsidR="003E736D">
        <w:t xml:space="preserve"> </w:t>
      </w:r>
      <w:r>
        <w:t>as</w:t>
      </w:r>
      <w:r w:rsidR="003E736D">
        <w:t xml:space="preserve"> </w:t>
      </w:r>
      <w:r>
        <w:t>prescribed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Contractors</w:t>
      </w:r>
      <w:r w:rsidR="003E736D">
        <w:t xml:space="preserve"> </w:t>
      </w:r>
      <w:r>
        <w:t>and</w:t>
      </w:r>
      <w:r w:rsidR="003E736D">
        <w:t xml:space="preserve"> </w:t>
      </w:r>
      <w:r>
        <w:t>other</w:t>
      </w:r>
      <w:r w:rsidR="003E736D">
        <w:t xml:space="preserve"> </w:t>
      </w:r>
      <w:r>
        <w:t>individuals</w:t>
      </w:r>
      <w:r w:rsidR="003E736D">
        <w:t xml:space="preserve"> </w:t>
      </w:r>
      <w:r>
        <w:t>involved</w:t>
      </w:r>
      <w:r w:rsidR="003E736D">
        <w:t xml:space="preserve"> </w:t>
      </w:r>
      <w:r>
        <w:t>in</w:t>
      </w:r>
      <w:r w:rsidR="003E736D">
        <w:t xml:space="preserve"> </w:t>
      </w:r>
      <w:r>
        <w:t>the</w:t>
      </w:r>
      <w:r w:rsidR="003E736D">
        <w:t xml:space="preserve"> </w:t>
      </w:r>
      <w:r>
        <w:t>work</w:t>
      </w:r>
      <w:r w:rsidR="003E736D">
        <w:t xml:space="preserve"> </w:t>
      </w:r>
      <w:r>
        <w:t>shall</w:t>
      </w:r>
      <w:r w:rsidR="003E736D">
        <w:t xml:space="preserve"> </w:t>
      </w:r>
      <w:r>
        <w:t>instruct</w:t>
      </w:r>
      <w:r w:rsidR="003E736D">
        <w:t xml:space="preserve"> </w:t>
      </w:r>
      <w:r>
        <w:t>employees</w:t>
      </w:r>
      <w:r w:rsidR="003E736D">
        <w:t xml:space="preserve"> </w:t>
      </w:r>
      <w:r>
        <w:t>and</w:t>
      </w:r>
      <w:r w:rsidR="003E736D">
        <w:t xml:space="preserve"> </w:t>
      </w:r>
      <w:r>
        <w:t>other</w:t>
      </w:r>
      <w:r w:rsidR="003E736D">
        <w:t xml:space="preserve"> </w:t>
      </w:r>
      <w:r>
        <w:t>personnel</w:t>
      </w:r>
      <w:r w:rsidR="003E736D">
        <w:t xml:space="preserve"> </w:t>
      </w:r>
      <w:r>
        <w:t>to</w:t>
      </w:r>
      <w:r w:rsidR="003E736D">
        <w:t xml:space="preserve"> </w:t>
      </w:r>
      <w:r>
        <w:t>follow</w:t>
      </w:r>
      <w:r w:rsidR="003E736D">
        <w:t xml:space="preserve"> </w:t>
      </w:r>
      <w:r>
        <w:t>these</w:t>
      </w:r>
      <w:r w:rsidR="003E736D">
        <w:t xml:space="preserve"> </w:t>
      </w:r>
      <w:r>
        <w:t>procedures</w:t>
      </w:r>
      <w:r w:rsidR="003E736D">
        <w:t xml:space="preserve"> </w:t>
      </w:r>
      <w:r>
        <w:t>if</w:t>
      </w:r>
      <w:r w:rsidR="003E736D">
        <w:t xml:space="preserve"> </w:t>
      </w:r>
      <w:r>
        <w:t>someone</w:t>
      </w:r>
      <w:r w:rsidR="003E736D">
        <w:t xml:space="preserve"> </w:t>
      </w:r>
      <w:r>
        <w:t>is</w:t>
      </w:r>
      <w:r w:rsidR="003E736D">
        <w:t xml:space="preserve"> </w:t>
      </w:r>
      <w:r>
        <w:t>injured.</w:t>
      </w:r>
    </w:p>
    <w:p w14:paraId="5804450A" w14:textId="5282E4AA" w:rsidR="00B253FB" w:rsidRDefault="00B253FB" w:rsidP="004D119B">
      <w:pPr>
        <w:pStyle w:val="Spec"/>
        <w:numPr>
          <w:ilvl w:val="3"/>
          <w:numId w:val="2"/>
        </w:numPr>
      </w:pPr>
      <w:r>
        <w:t>Seek</w:t>
      </w:r>
      <w:r w:rsidR="003E736D">
        <w:t xml:space="preserve"> </w:t>
      </w:r>
      <w:r>
        <w:t>medical</w:t>
      </w:r>
      <w:r w:rsidR="003E736D">
        <w:t xml:space="preserve"> </w:t>
      </w:r>
      <w:r>
        <w:t>assistance</w:t>
      </w:r>
      <w:r w:rsidR="003E736D">
        <w:t xml:space="preserve"> </w:t>
      </w:r>
      <w:r>
        <w:t>for</w:t>
      </w:r>
      <w:r w:rsidR="003E736D">
        <w:t xml:space="preserve"> </w:t>
      </w:r>
      <w:r>
        <w:t>anyone</w:t>
      </w:r>
      <w:r w:rsidR="003E736D">
        <w:t xml:space="preserve"> </w:t>
      </w:r>
      <w:r>
        <w:t>injured</w:t>
      </w:r>
      <w:r w:rsidR="00FF6410">
        <w:t>.</w:t>
      </w:r>
      <w:r w:rsidR="003E736D">
        <w:t xml:space="preserve"> </w:t>
      </w:r>
      <w:r>
        <w:t>The</w:t>
      </w:r>
      <w:r w:rsidR="003E736D">
        <w:t xml:space="preserve"> </w:t>
      </w:r>
      <w:r>
        <w:t>injured</w:t>
      </w:r>
      <w:r w:rsidR="003E736D">
        <w:t xml:space="preserve"> </w:t>
      </w:r>
      <w:r>
        <w:t>person’s</w:t>
      </w:r>
      <w:r w:rsidR="003E736D">
        <w:t xml:space="preserve"> </w:t>
      </w:r>
      <w:r>
        <w:t>supervisor</w:t>
      </w:r>
      <w:r w:rsidR="003E736D">
        <w:t xml:space="preserve"> </w:t>
      </w:r>
      <w:r>
        <w:t>will</w:t>
      </w:r>
      <w:r w:rsidR="003E736D">
        <w:t xml:space="preserve"> </w:t>
      </w:r>
      <w:r>
        <w:t>see</w:t>
      </w:r>
      <w:r w:rsidR="003E736D">
        <w:t xml:space="preserve"> </w:t>
      </w:r>
      <w:r>
        <w:t>that</w:t>
      </w:r>
      <w:r w:rsidR="003E736D">
        <w:t xml:space="preserve"> </w:t>
      </w:r>
      <w:r>
        <w:t>first-aid</w:t>
      </w:r>
      <w:r w:rsidR="003E736D">
        <w:t xml:space="preserve"> </w:t>
      </w:r>
      <w:r>
        <w:t>is</w:t>
      </w:r>
      <w:r w:rsidR="003E736D">
        <w:t xml:space="preserve"> </w:t>
      </w:r>
      <w:r>
        <w:t>administered.</w:t>
      </w:r>
    </w:p>
    <w:p w14:paraId="36D96A2C" w14:textId="77777777" w:rsidR="00B253FB" w:rsidRDefault="00B253FB" w:rsidP="004D119B">
      <w:pPr>
        <w:pStyle w:val="Spec"/>
        <w:numPr>
          <w:ilvl w:val="3"/>
          <w:numId w:val="2"/>
        </w:numPr>
      </w:pPr>
      <w:r>
        <w:t>When</w:t>
      </w:r>
      <w:r w:rsidR="003E736D">
        <w:t xml:space="preserve"> </w:t>
      </w:r>
      <w:r>
        <w:t>a</w:t>
      </w:r>
      <w:r w:rsidR="003E736D">
        <w:t xml:space="preserve"> </w:t>
      </w:r>
      <w:r>
        <w:t>serious</w:t>
      </w:r>
      <w:r w:rsidR="003E736D">
        <w:t xml:space="preserve"> </w:t>
      </w:r>
      <w:r>
        <w:t>accident</w:t>
      </w:r>
      <w:r w:rsidR="003E736D">
        <w:t xml:space="preserve"> </w:t>
      </w:r>
      <w:r>
        <w:t>or</w:t>
      </w:r>
      <w:r w:rsidR="003E736D">
        <w:t xml:space="preserve"> </w:t>
      </w:r>
      <w:r>
        <w:t>emergency</w:t>
      </w:r>
      <w:r w:rsidR="003E736D">
        <w:t xml:space="preserve"> </w:t>
      </w:r>
      <w:r>
        <w:t>occurs/exists,</w:t>
      </w:r>
      <w:r w:rsidR="003E736D">
        <w:t xml:space="preserve"> </w:t>
      </w:r>
      <w:r>
        <w:t>secure</w:t>
      </w:r>
      <w:r w:rsidR="003E736D">
        <w:t xml:space="preserve"> </w:t>
      </w:r>
      <w:r>
        <w:t>the</w:t>
      </w:r>
      <w:r w:rsidR="003E736D">
        <w:t xml:space="preserve"> </w:t>
      </w:r>
      <w:r>
        <w:t>incident</w:t>
      </w:r>
      <w:r w:rsidR="003E736D">
        <w:t xml:space="preserve"> </w:t>
      </w:r>
      <w:r>
        <w:t>area</w:t>
      </w:r>
      <w:r w:rsidR="003E736D">
        <w:t xml:space="preserve"> </w:t>
      </w:r>
      <w:r>
        <w:t>tightly</w:t>
      </w:r>
      <w:r w:rsidR="003E736D">
        <w:t xml:space="preserve"> </w:t>
      </w:r>
      <w:r>
        <w:t>and</w:t>
      </w:r>
      <w:r w:rsidR="003E736D">
        <w:t xml:space="preserve"> </w:t>
      </w:r>
      <w:r>
        <w:t>quickly</w:t>
      </w:r>
      <w:r w:rsidR="003E736D">
        <w:t xml:space="preserve"> </w:t>
      </w:r>
      <w:r>
        <w:t>except</w:t>
      </w:r>
      <w:r w:rsidR="003E736D">
        <w:t xml:space="preserve"> </w:t>
      </w:r>
      <w:r>
        <w:t>for</w:t>
      </w:r>
      <w:r w:rsidR="003E736D">
        <w:t xml:space="preserve"> </w:t>
      </w:r>
      <w:r>
        <w:t>rescue</w:t>
      </w:r>
      <w:r w:rsidR="003E736D">
        <w:t xml:space="preserve"> </w:t>
      </w:r>
      <w:r>
        <w:t>and</w:t>
      </w:r>
      <w:r w:rsidR="003E736D">
        <w:t xml:space="preserve"> </w:t>
      </w:r>
      <w:r>
        <w:t>emergency</w:t>
      </w:r>
      <w:r w:rsidR="003E736D">
        <w:t xml:space="preserve"> </w:t>
      </w:r>
      <w:r>
        <w:t>personnel.</w:t>
      </w:r>
    </w:p>
    <w:p w14:paraId="4DCAF625" w14:textId="77777777" w:rsidR="00B253FB" w:rsidRDefault="00B253FB" w:rsidP="004D119B">
      <w:pPr>
        <w:pStyle w:val="Spec"/>
        <w:numPr>
          <w:ilvl w:val="3"/>
          <w:numId w:val="2"/>
        </w:numPr>
      </w:pPr>
      <w:r>
        <w:t>Send</w:t>
      </w:r>
      <w:r w:rsidR="003E736D">
        <w:t xml:space="preserve"> </w:t>
      </w:r>
      <w:r>
        <w:t>individuals</w:t>
      </w:r>
      <w:r w:rsidR="003E736D">
        <w:t xml:space="preserve"> </w:t>
      </w:r>
      <w:r>
        <w:t>as</w:t>
      </w:r>
      <w:r w:rsidR="003E736D">
        <w:t xml:space="preserve"> </w:t>
      </w:r>
      <w:r>
        <w:t>required,</w:t>
      </w:r>
      <w:r w:rsidR="003E736D">
        <w:t xml:space="preserve"> </w:t>
      </w:r>
      <w:r>
        <w:t>to</w:t>
      </w:r>
      <w:r w:rsidR="003E736D">
        <w:t xml:space="preserve"> </w:t>
      </w:r>
      <w:r>
        <w:t>assist</w:t>
      </w:r>
      <w:r w:rsidR="003E736D">
        <w:t xml:space="preserve"> </w:t>
      </w:r>
      <w:r>
        <w:t>or</w:t>
      </w:r>
      <w:r w:rsidR="003E736D">
        <w:t xml:space="preserve"> </w:t>
      </w:r>
      <w:r>
        <w:t>direct</w:t>
      </w:r>
      <w:r w:rsidR="003E736D">
        <w:t xml:space="preserve"> </w:t>
      </w:r>
      <w:r>
        <w:t>any</w:t>
      </w:r>
      <w:r w:rsidR="003E736D">
        <w:t xml:space="preserve"> </w:t>
      </w:r>
      <w:r>
        <w:t>emergency</w:t>
      </w:r>
      <w:r w:rsidR="003E736D">
        <w:t xml:space="preserve"> </w:t>
      </w:r>
      <w:r>
        <w:t>personnel</w:t>
      </w:r>
      <w:r w:rsidR="003E736D">
        <w:t xml:space="preserve"> </w:t>
      </w:r>
      <w:r>
        <w:t>arriving</w:t>
      </w:r>
      <w:r w:rsidR="003E736D">
        <w:t xml:space="preserve"> </w:t>
      </w:r>
      <w:r>
        <w:t>on</w:t>
      </w:r>
      <w:r w:rsidR="003E736D">
        <w:t xml:space="preserve"> </w:t>
      </w:r>
      <w:r>
        <w:t>the</w:t>
      </w:r>
      <w:r w:rsidR="003E736D">
        <w:t xml:space="preserve"> </w:t>
      </w:r>
      <w:r>
        <w:t>site.</w:t>
      </w:r>
    </w:p>
    <w:p w14:paraId="7E51D350" w14:textId="77777777" w:rsidR="00B253FB" w:rsidRDefault="00B253FB" w:rsidP="004D119B">
      <w:pPr>
        <w:pStyle w:val="Spec"/>
        <w:numPr>
          <w:ilvl w:val="3"/>
          <w:numId w:val="2"/>
        </w:numPr>
      </w:pPr>
      <w:r>
        <w:t>The</w:t>
      </w:r>
      <w:r w:rsidR="003E736D">
        <w:t xml:space="preserve"> </w:t>
      </w:r>
      <w:r>
        <w:t>accident</w:t>
      </w:r>
      <w:r w:rsidR="003E736D">
        <w:t xml:space="preserve"> </w:t>
      </w:r>
      <w:r>
        <w:t>scene</w:t>
      </w:r>
      <w:r w:rsidR="003E736D">
        <w:t xml:space="preserve"> </w:t>
      </w:r>
      <w:r>
        <w:t>shall</w:t>
      </w:r>
      <w:r w:rsidR="003E736D">
        <w:t xml:space="preserve"> </w:t>
      </w:r>
      <w:r>
        <w:t>not</w:t>
      </w:r>
      <w:r w:rsidR="003E736D">
        <w:t xml:space="preserve"> </w:t>
      </w:r>
      <w:r>
        <w:t>be</w:t>
      </w:r>
      <w:r w:rsidR="003E736D">
        <w:t xml:space="preserve"> </w:t>
      </w:r>
      <w:r>
        <w:t>disturbed</w:t>
      </w:r>
      <w:r w:rsidR="003E736D">
        <w:t xml:space="preserve"> </w:t>
      </w:r>
      <w:r>
        <w:t>until</w:t>
      </w:r>
      <w:r w:rsidR="003E736D">
        <w:t xml:space="preserve"> </w:t>
      </w:r>
      <w:r>
        <w:t>released</w:t>
      </w:r>
      <w:r w:rsidR="003E736D">
        <w:t xml:space="preserve"> </w:t>
      </w:r>
      <w:r>
        <w:t>by</w:t>
      </w:r>
      <w:r w:rsidR="003E736D">
        <w:t xml:space="preserve"> </w:t>
      </w:r>
      <w:r>
        <w:t>the</w:t>
      </w:r>
      <w:r w:rsidR="003E736D">
        <w:t xml:space="preserve"> </w:t>
      </w:r>
      <w:r>
        <w:t>Incident</w:t>
      </w:r>
      <w:r w:rsidR="003E736D">
        <w:t xml:space="preserve"> </w:t>
      </w:r>
      <w:r>
        <w:t>Command</w:t>
      </w:r>
      <w:r w:rsidR="003E736D">
        <w:t xml:space="preserve"> </w:t>
      </w:r>
      <w:r>
        <w:t>or</w:t>
      </w:r>
      <w:r w:rsidR="003E736D">
        <w:t xml:space="preserve"> </w:t>
      </w:r>
      <w:r w:rsidR="00FE4885">
        <w:t>Manager</w:t>
      </w:r>
      <w:r w:rsidR="00FF6410">
        <w:t xml:space="preserve"> of</w:t>
      </w:r>
      <w:r w:rsidR="00FE4885">
        <w:t xml:space="preserve"> Construction Safety Services</w:t>
      </w:r>
      <w:r>
        <w:t>,</w:t>
      </w:r>
      <w:r w:rsidR="003E736D">
        <w:t xml:space="preserve"> </w:t>
      </w:r>
      <w:r>
        <w:t>except</w:t>
      </w:r>
      <w:r w:rsidR="003E736D">
        <w:t xml:space="preserve"> </w:t>
      </w:r>
      <w:r>
        <w:t>for</w:t>
      </w:r>
      <w:r w:rsidR="003E736D">
        <w:t xml:space="preserve"> </w:t>
      </w:r>
      <w:r>
        <w:t>circumstances</w:t>
      </w:r>
      <w:r w:rsidR="003E736D">
        <w:t xml:space="preserve"> </w:t>
      </w:r>
      <w:r>
        <w:t>where</w:t>
      </w:r>
      <w:r w:rsidR="003E736D">
        <w:t xml:space="preserve"> </w:t>
      </w:r>
      <w:r>
        <w:t>“Imminent</w:t>
      </w:r>
      <w:r w:rsidR="003E736D">
        <w:t xml:space="preserve"> </w:t>
      </w:r>
      <w:r>
        <w:t>Danger”</w:t>
      </w:r>
      <w:r w:rsidR="003E736D">
        <w:t xml:space="preserve"> </w:t>
      </w:r>
      <w:r>
        <w:t>exists</w:t>
      </w:r>
      <w:r w:rsidR="003E736D">
        <w:t xml:space="preserve"> </w:t>
      </w:r>
      <w:r>
        <w:t>to</w:t>
      </w:r>
      <w:r w:rsidR="003E736D">
        <w:t xml:space="preserve"> </w:t>
      </w:r>
      <w:r>
        <w:t>those</w:t>
      </w:r>
      <w:r w:rsidR="003E736D">
        <w:t xml:space="preserve"> </w:t>
      </w:r>
      <w:r>
        <w:t>performing</w:t>
      </w:r>
      <w:r w:rsidR="003E736D">
        <w:t xml:space="preserve"> </w:t>
      </w:r>
      <w:r>
        <w:t>any</w:t>
      </w:r>
      <w:r w:rsidR="003E736D">
        <w:t xml:space="preserve"> </w:t>
      </w:r>
      <w:r>
        <w:t>emergency</w:t>
      </w:r>
      <w:r w:rsidR="003E736D">
        <w:t xml:space="preserve"> </w:t>
      </w:r>
      <w:r>
        <w:t>services.</w:t>
      </w:r>
    </w:p>
    <w:p w14:paraId="24249728" w14:textId="50EB9CDE" w:rsidR="00B253FB" w:rsidRDefault="00B253FB" w:rsidP="004D119B">
      <w:pPr>
        <w:pStyle w:val="Spec"/>
        <w:numPr>
          <w:ilvl w:val="3"/>
          <w:numId w:val="2"/>
        </w:numPr>
      </w:pPr>
      <w:r w:rsidRPr="00DF77C6">
        <w:t>Immediately</w:t>
      </w:r>
      <w:r w:rsidR="003E736D">
        <w:t xml:space="preserve"> </w:t>
      </w:r>
      <w:r>
        <w:t>notify</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rsidR="00FF6410">
        <w:t>and</w:t>
      </w:r>
      <w:r w:rsidR="003E736D">
        <w:t xml:space="preserve"> </w:t>
      </w:r>
      <w:r w:rsidR="00FE4885">
        <w:t>Manager</w:t>
      </w:r>
      <w:r w:rsidR="00FF6410">
        <w:t xml:space="preserve"> of</w:t>
      </w:r>
      <w:r w:rsidR="00FE4885">
        <w:t xml:space="preserve"> Construction Safety Services</w:t>
      </w:r>
      <w:r w:rsidR="003E736D">
        <w:t xml:space="preserve">  </w:t>
      </w:r>
      <w:r>
        <w:t>regarding</w:t>
      </w:r>
      <w:r w:rsidR="003E736D">
        <w:t xml:space="preserve"> </w:t>
      </w:r>
      <w:r>
        <w:t>any</w:t>
      </w:r>
      <w:r w:rsidR="003E736D">
        <w:t xml:space="preserve"> </w:t>
      </w:r>
      <w:r>
        <w:t>accident</w:t>
      </w:r>
      <w:r w:rsidR="003E736D">
        <w:t xml:space="preserve"> </w:t>
      </w:r>
      <w:r>
        <w:t>or</w:t>
      </w:r>
      <w:r w:rsidR="003E736D">
        <w:t xml:space="preserve"> </w:t>
      </w:r>
      <w:r>
        <w:t>injury</w:t>
      </w:r>
      <w:r w:rsidR="003E736D">
        <w:t xml:space="preserve"> </w:t>
      </w:r>
      <w:r>
        <w:t>requiring</w:t>
      </w:r>
      <w:r w:rsidR="003E736D">
        <w:t xml:space="preserve"> </w:t>
      </w:r>
      <w:r>
        <w:t>more</w:t>
      </w:r>
      <w:r w:rsidR="003E736D">
        <w:t xml:space="preserve"> </w:t>
      </w:r>
      <w:r>
        <w:t>than</w:t>
      </w:r>
      <w:r w:rsidR="003E736D">
        <w:t xml:space="preserve"> </w:t>
      </w:r>
      <w:r>
        <w:t>First</w:t>
      </w:r>
      <w:r w:rsidR="003E736D">
        <w:t xml:space="preserve"> </w:t>
      </w:r>
      <w:r>
        <w:t>Aid</w:t>
      </w:r>
      <w:r w:rsidR="003E736D">
        <w:t xml:space="preserve"> </w:t>
      </w:r>
      <w:r>
        <w:t>treatment</w:t>
      </w:r>
      <w:r w:rsidR="00FF6410">
        <w:t>, any third-party incident,</w:t>
      </w:r>
      <w:r w:rsidR="003E736D">
        <w:t xml:space="preserve"> </w:t>
      </w:r>
      <w:r>
        <w:t>or</w:t>
      </w:r>
      <w:r w:rsidR="003E736D">
        <w:t xml:space="preserve"> </w:t>
      </w:r>
      <w:r>
        <w:t>any</w:t>
      </w:r>
      <w:r w:rsidR="003E736D">
        <w:t xml:space="preserve"> </w:t>
      </w:r>
      <w:r>
        <w:t>equipment</w:t>
      </w:r>
      <w:r w:rsidR="003E736D">
        <w:t xml:space="preserve"> </w:t>
      </w:r>
      <w:r>
        <w:t>or</w:t>
      </w:r>
      <w:r w:rsidR="003E736D">
        <w:t xml:space="preserve"> </w:t>
      </w:r>
      <w:r>
        <w:t>property</w:t>
      </w:r>
      <w:r w:rsidR="003E736D">
        <w:t xml:space="preserve"> </w:t>
      </w:r>
      <w:r>
        <w:t>damage</w:t>
      </w:r>
      <w:r w:rsidR="003E736D">
        <w:t xml:space="preserve"> </w:t>
      </w:r>
      <w:r>
        <w:t>estimate</w:t>
      </w:r>
      <w:r w:rsidR="003E736D">
        <w:t xml:space="preserve"> </w:t>
      </w:r>
      <w:r>
        <w:t>in</w:t>
      </w:r>
      <w:r w:rsidR="003E736D">
        <w:t xml:space="preserve"> </w:t>
      </w:r>
      <w:r>
        <w:t>excess</w:t>
      </w:r>
      <w:r w:rsidR="003E736D">
        <w:t xml:space="preserve"> </w:t>
      </w:r>
      <w:r>
        <w:t>of</w:t>
      </w:r>
      <w:r w:rsidR="003E736D">
        <w:t xml:space="preserve"> </w:t>
      </w:r>
      <w:r>
        <w:t>$1,000.</w:t>
      </w:r>
      <w:r w:rsidR="00FF6410">
        <w:t xml:space="preserve">  Notify the </w:t>
      </w:r>
      <w:r w:rsidR="009F2AFB">
        <w:t xml:space="preserve">Port Inspector and </w:t>
      </w:r>
      <w:r w:rsidR="00FF6410">
        <w:t>Manager of Construction Safety Services of all other incidents including near miss incidents as soon as possible following the event.</w:t>
      </w:r>
    </w:p>
    <w:p w14:paraId="2AC78D02" w14:textId="07D4BBC3" w:rsidR="00FF7E60" w:rsidRDefault="00B253FB" w:rsidP="004D119B">
      <w:pPr>
        <w:pStyle w:val="Spec"/>
        <w:numPr>
          <w:ilvl w:val="3"/>
          <w:numId w:val="2"/>
        </w:numPr>
      </w:pPr>
      <w:r>
        <w:t>Washington</w:t>
      </w:r>
      <w:r w:rsidR="003E736D">
        <w:t xml:space="preserve"> </w:t>
      </w:r>
      <w:r>
        <w:t>State</w:t>
      </w:r>
      <w:r w:rsidR="003E736D">
        <w:t xml:space="preserve"> </w:t>
      </w:r>
      <w:r>
        <w:t>Department</w:t>
      </w:r>
      <w:r w:rsidR="003E736D">
        <w:t xml:space="preserve"> </w:t>
      </w:r>
      <w:r>
        <w:t>of</w:t>
      </w:r>
      <w:r w:rsidR="003E736D">
        <w:t xml:space="preserve"> </w:t>
      </w:r>
      <w:r>
        <w:t>Labor</w:t>
      </w:r>
      <w:r w:rsidR="003E736D">
        <w:t xml:space="preserve"> </w:t>
      </w:r>
      <w:r>
        <w:t>and</w:t>
      </w:r>
      <w:r w:rsidR="003E736D">
        <w:t xml:space="preserve"> </w:t>
      </w:r>
      <w:r>
        <w:t>Industries</w:t>
      </w:r>
      <w:r w:rsidR="003E736D">
        <w:t xml:space="preserve"> </w:t>
      </w:r>
      <w:r>
        <w:t>must</w:t>
      </w:r>
      <w:r w:rsidR="003E736D">
        <w:t xml:space="preserve"> </w:t>
      </w:r>
      <w:r>
        <w:t>be</w:t>
      </w:r>
      <w:r w:rsidR="003E736D">
        <w:t xml:space="preserve"> </w:t>
      </w:r>
      <w:r>
        <w:t>notified</w:t>
      </w:r>
      <w:r w:rsidR="003E736D">
        <w:t xml:space="preserve"> </w:t>
      </w:r>
      <w:r>
        <w:t>immediately</w:t>
      </w:r>
      <w:r w:rsidR="003E736D">
        <w:t xml:space="preserve"> </w:t>
      </w:r>
      <w:r>
        <w:t>by</w:t>
      </w:r>
      <w:r w:rsidR="003E736D">
        <w:t xml:space="preserve"> </w:t>
      </w:r>
      <w:r>
        <w:t>the</w:t>
      </w:r>
      <w:r w:rsidR="003E736D">
        <w:t xml:space="preserve"> </w:t>
      </w:r>
      <w:r>
        <w:t>Contractor</w:t>
      </w:r>
      <w:r w:rsidR="003E736D">
        <w:t xml:space="preserve"> </w:t>
      </w:r>
      <w:r>
        <w:t>in</w:t>
      </w:r>
      <w:r w:rsidR="003E736D">
        <w:t xml:space="preserve"> </w:t>
      </w:r>
      <w:r>
        <w:t>the</w:t>
      </w:r>
      <w:r w:rsidR="003E736D">
        <w:t xml:space="preserve"> </w:t>
      </w:r>
      <w:r>
        <w:t>event</w:t>
      </w:r>
      <w:r w:rsidR="003E736D">
        <w:t xml:space="preserve"> </w:t>
      </w:r>
      <w:r>
        <w:t>of</w:t>
      </w:r>
      <w:r w:rsidR="003E736D">
        <w:t xml:space="preserve"> </w:t>
      </w:r>
      <w:r>
        <w:t>an</w:t>
      </w:r>
      <w:r w:rsidR="003E736D">
        <w:t xml:space="preserve"> </w:t>
      </w:r>
      <w:r>
        <w:t>accident</w:t>
      </w:r>
      <w:r w:rsidR="003E736D">
        <w:t xml:space="preserve"> </w:t>
      </w:r>
      <w:r>
        <w:t>involving</w:t>
      </w:r>
      <w:r w:rsidR="003E736D">
        <w:t xml:space="preserve"> </w:t>
      </w:r>
      <w:r>
        <w:t>the</w:t>
      </w:r>
      <w:r w:rsidR="003E736D">
        <w:t xml:space="preserve"> </w:t>
      </w:r>
      <w:r>
        <w:t>death</w:t>
      </w:r>
      <w:r w:rsidR="003E736D">
        <w:t xml:space="preserve"> </w:t>
      </w:r>
      <w:r w:rsidR="00FF6410">
        <w:t>or hospital</w:t>
      </w:r>
      <w:r w:rsidR="00F35CF9">
        <w:t xml:space="preserve"> admission</w:t>
      </w:r>
      <w:r w:rsidR="00FF6410">
        <w:t xml:space="preserve"> </w:t>
      </w:r>
      <w:r>
        <w:t>of</w:t>
      </w:r>
      <w:r w:rsidR="003E736D">
        <w:t xml:space="preserve"> </w:t>
      </w:r>
      <w:r>
        <w:t>an</w:t>
      </w:r>
      <w:r w:rsidR="00FF6410">
        <w:t>y</w:t>
      </w:r>
      <w:r w:rsidR="00410191">
        <w:t xml:space="preserve"> employee</w:t>
      </w:r>
      <w:r>
        <w:t>.</w:t>
      </w:r>
    </w:p>
    <w:p w14:paraId="44795766" w14:textId="0733E9A1" w:rsidR="00FF7E60" w:rsidRDefault="0061738E" w:rsidP="004D119B">
      <w:pPr>
        <w:pStyle w:val="Spec"/>
        <w:numPr>
          <w:ilvl w:val="3"/>
          <w:numId w:val="2"/>
        </w:numPr>
      </w:pPr>
      <w:r>
        <w:rPr>
          <w:noProof/>
        </w:rPr>
        <mc:AlternateContent>
          <mc:Choice Requires="wps">
            <w:drawing>
              <wp:anchor distT="0" distB="0" distL="114299" distR="114299" simplePos="0" relativeHeight="251657216" behindDoc="0" locked="0" layoutInCell="0" allowOverlap="1" wp14:anchorId="6C05CB17" wp14:editId="354D2B6A">
                <wp:simplePos x="0" y="0"/>
                <wp:positionH relativeFrom="column">
                  <wp:posOffset>685799</wp:posOffset>
                </wp:positionH>
                <wp:positionV relativeFrom="page">
                  <wp:posOffset>1554480</wp:posOffset>
                </wp:positionV>
                <wp:extent cx="0" cy="649224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552D328D" id="Line 4"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Employees</w:t>
      </w:r>
      <w:r w:rsidR="003E736D" w:rsidRPr="00FF7E60">
        <w:t xml:space="preserve"> </w:t>
      </w:r>
      <w:r w:rsidR="00B253FB" w:rsidRPr="00FF7E60">
        <w:t>must</w:t>
      </w:r>
      <w:r w:rsidR="003E736D" w:rsidRPr="00FF7E60">
        <w:t xml:space="preserve"> </w:t>
      </w:r>
      <w:r w:rsidR="00B253FB" w:rsidRPr="00FF7E60">
        <w:t>report</w:t>
      </w:r>
      <w:r w:rsidR="003E736D" w:rsidRPr="00FF7E60">
        <w:t xml:space="preserve"> </w:t>
      </w:r>
      <w:r w:rsidR="00B253FB" w:rsidRPr="00FF7E60">
        <w:t>all</w:t>
      </w:r>
      <w:r w:rsidR="003E736D" w:rsidRPr="00FF7E60">
        <w:t xml:space="preserve"> </w:t>
      </w:r>
      <w:r w:rsidR="00B253FB" w:rsidRPr="00FF7E60">
        <w:t>injuries</w:t>
      </w:r>
      <w:r w:rsidR="003E736D" w:rsidRPr="00FF7E60">
        <w:t xml:space="preserve"> </w:t>
      </w:r>
      <w:r w:rsidR="00B253FB" w:rsidRPr="00FF7E60">
        <w:t>or</w:t>
      </w:r>
      <w:r w:rsidR="003E736D" w:rsidRPr="00FF7E60">
        <w:t xml:space="preserve"> </w:t>
      </w:r>
      <w:r w:rsidR="00B253FB" w:rsidRPr="00FF7E60">
        <w:t>occupational-related</w:t>
      </w:r>
      <w:r w:rsidR="003E736D" w:rsidRPr="00FF7E60">
        <w:t xml:space="preserve"> </w:t>
      </w:r>
      <w:r w:rsidR="00B253FB" w:rsidRPr="00FF7E60">
        <w:t>illnesses</w:t>
      </w:r>
      <w:r w:rsidR="003E736D" w:rsidRPr="00FF7E60">
        <w:t xml:space="preserve"> </w:t>
      </w:r>
      <w:r w:rsidR="00B253FB" w:rsidRPr="00FF7E60">
        <w:t>as</w:t>
      </w:r>
      <w:r w:rsidR="003E736D" w:rsidRPr="00FF7E60">
        <w:t xml:space="preserve"> </w:t>
      </w:r>
      <w:r w:rsidR="00B253FB" w:rsidRPr="00FF7E60">
        <w:t>soon</w:t>
      </w:r>
      <w:r w:rsidR="003E736D" w:rsidRPr="00FF7E60">
        <w:t xml:space="preserve"> </w:t>
      </w:r>
      <w:r w:rsidR="00B253FB" w:rsidRPr="00FF7E60">
        <w:t>as</w:t>
      </w:r>
      <w:r w:rsidR="003E736D" w:rsidRPr="00FF7E60">
        <w:t xml:space="preserve"> </w:t>
      </w:r>
      <w:r w:rsidR="00B253FB" w:rsidRPr="00FF7E60">
        <w:t>possible</w:t>
      </w:r>
      <w:r w:rsidR="003E736D" w:rsidRPr="00FF7E60">
        <w:t xml:space="preserve"> </w:t>
      </w:r>
      <w:r w:rsidR="00B253FB" w:rsidRPr="00FF7E60">
        <w:t>to</w:t>
      </w:r>
      <w:r w:rsidR="003E736D" w:rsidRPr="00FF7E60">
        <w:t xml:space="preserve"> </w:t>
      </w:r>
      <w:r w:rsidR="00B253FB" w:rsidRPr="00FF7E60">
        <w:t>their</w:t>
      </w:r>
      <w:r w:rsidR="003E736D" w:rsidRPr="00FF7E60">
        <w:t xml:space="preserve"> </w:t>
      </w:r>
      <w:r w:rsidR="00B253FB" w:rsidRPr="00FF7E60">
        <w:t>employer</w:t>
      </w:r>
      <w:r w:rsidR="003E736D" w:rsidRPr="00FF7E60">
        <w:t xml:space="preserve"> </w:t>
      </w:r>
      <w:r w:rsidR="00B253FB" w:rsidRPr="00FF7E60">
        <w:t>or</w:t>
      </w:r>
      <w:r w:rsidR="003E736D" w:rsidRPr="00FF7E60">
        <w:t xml:space="preserve"> </w:t>
      </w:r>
      <w:r w:rsidR="00B253FB" w:rsidRPr="00FF7E60">
        <w:t>immediate</w:t>
      </w:r>
      <w:r w:rsidR="003E736D" w:rsidRPr="00FF7E60">
        <w:t xml:space="preserve"> </w:t>
      </w:r>
      <w:r w:rsidR="00B253FB" w:rsidRPr="00FF7E60">
        <w:t>supervisor.</w:t>
      </w:r>
    </w:p>
    <w:p w14:paraId="7E1ABD71" w14:textId="3515B388" w:rsidR="00B253FB" w:rsidRPr="00FF7E60" w:rsidRDefault="0061738E" w:rsidP="004D119B">
      <w:pPr>
        <w:pStyle w:val="Spec"/>
        <w:numPr>
          <w:ilvl w:val="3"/>
          <w:numId w:val="2"/>
        </w:numPr>
      </w:pPr>
      <w:r>
        <w:rPr>
          <w:noProof/>
        </w:rPr>
        <mc:AlternateContent>
          <mc:Choice Requires="wps">
            <w:drawing>
              <wp:anchor distT="0" distB="0" distL="114299" distR="114299" simplePos="0" relativeHeight="251658240" behindDoc="0" locked="0" layoutInCell="0" allowOverlap="1" wp14:anchorId="6C87574C" wp14:editId="1F2CFDFD">
                <wp:simplePos x="0" y="0"/>
                <wp:positionH relativeFrom="column">
                  <wp:posOffset>685799</wp:posOffset>
                </wp:positionH>
                <wp:positionV relativeFrom="page">
                  <wp:posOffset>1554480</wp:posOffset>
                </wp:positionV>
                <wp:extent cx="0" cy="649224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32B3CDA5" id="Line 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A</w:t>
      </w:r>
      <w:r w:rsidR="003E736D" w:rsidRPr="00FF7E60">
        <w:t xml:space="preserve"> </w:t>
      </w:r>
      <w:r w:rsidR="00B253FB" w:rsidRPr="00FF7E60">
        <w:t>detailed</w:t>
      </w:r>
      <w:r w:rsidR="003E736D" w:rsidRPr="00FF7E60">
        <w:t xml:space="preserve"> </w:t>
      </w:r>
      <w:r w:rsidR="00B253FB" w:rsidRPr="00FF7E60">
        <w:t>written</w:t>
      </w:r>
      <w:r w:rsidR="003E736D" w:rsidRPr="00FF7E60">
        <w:t xml:space="preserve"> </w:t>
      </w:r>
      <w:r w:rsidR="00B253FB" w:rsidRPr="00FF7E60">
        <w:t>report,</w:t>
      </w:r>
      <w:r w:rsidR="003E736D" w:rsidRPr="00FF7E60">
        <w:t xml:space="preserve"> </w:t>
      </w:r>
      <w:r w:rsidR="00B253FB" w:rsidRPr="00FF7E60">
        <w:t>identifying</w:t>
      </w:r>
      <w:r w:rsidR="003E736D" w:rsidRPr="00FF7E60">
        <w:t xml:space="preserve"> </w:t>
      </w:r>
      <w:r w:rsidR="00B253FB" w:rsidRPr="00FF7E60">
        <w:t>causes</w:t>
      </w:r>
      <w:r w:rsidR="003E736D" w:rsidRPr="00FF7E60">
        <w:t xml:space="preserve"> </w:t>
      </w:r>
      <w:r w:rsidR="00B253FB" w:rsidRPr="00FF7E60">
        <w:t>and</w:t>
      </w:r>
      <w:r w:rsidR="003E736D" w:rsidRPr="00FF7E60">
        <w:t xml:space="preserve"> </w:t>
      </w:r>
      <w:r w:rsidR="00B253FB" w:rsidRPr="00FF7E60">
        <w:t>recommending</w:t>
      </w:r>
      <w:r w:rsidR="003E736D" w:rsidRPr="00FF7E60">
        <w:t xml:space="preserve"> </w:t>
      </w:r>
      <w:r w:rsidR="00B253FB" w:rsidRPr="00FF7E60">
        <w:t>corrective</w:t>
      </w:r>
      <w:r w:rsidR="003E736D" w:rsidRPr="00FF7E60">
        <w:t xml:space="preserve"> </w:t>
      </w:r>
      <w:r w:rsidR="00B253FB" w:rsidRPr="00FF7E60">
        <w:t>action,</w:t>
      </w:r>
      <w:r w:rsidR="003E736D" w:rsidRPr="00FF7E60">
        <w:t xml:space="preserve"> </w:t>
      </w:r>
      <w:r w:rsidR="00B253FB" w:rsidRPr="00FF7E60">
        <w:t>must</w:t>
      </w:r>
      <w:r w:rsidR="003E736D" w:rsidRPr="00FF7E60">
        <w:t xml:space="preserve"> </w:t>
      </w:r>
      <w:r w:rsidR="00B253FB" w:rsidRPr="00FF7E60">
        <w:t>be</w:t>
      </w:r>
      <w:r w:rsidR="003E736D" w:rsidRPr="00FF7E60">
        <w:t xml:space="preserve"> </w:t>
      </w:r>
      <w:r w:rsidR="00B253FB" w:rsidRPr="00FF7E60">
        <w:t>submitted</w:t>
      </w:r>
      <w:r w:rsidR="003E736D" w:rsidRPr="00FF7E60">
        <w:t xml:space="preserve"> </w:t>
      </w:r>
      <w:r w:rsidR="00B253FB" w:rsidRPr="00FF7E60">
        <w:t>to</w:t>
      </w:r>
      <w:r w:rsidR="003E736D" w:rsidRPr="00FF7E60">
        <w:t xml:space="preserve"> </w:t>
      </w:r>
      <w:r w:rsidR="00B253FB" w:rsidRPr="00FF7E60">
        <w:t>the</w:t>
      </w:r>
      <w:r w:rsidR="003E736D" w:rsidRPr="00FF7E60">
        <w:t xml:space="preserve"> </w:t>
      </w:r>
      <w:r w:rsidR="00155B23" w:rsidRPr="00155B23">
        <w:t xml:space="preserve">Port </w:t>
      </w:r>
      <w:r w:rsidR="00756F7E">
        <w:t>I</w:t>
      </w:r>
      <w:r w:rsidR="008B4FC4">
        <w:t xml:space="preserve">nspector </w:t>
      </w:r>
      <w:r w:rsidR="00B253FB" w:rsidRPr="00FF7E60">
        <w:t>and</w:t>
      </w:r>
      <w:r w:rsidR="003E736D" w:rsidRPr="00FF7E60">
        <w:t xml:space="preserve"> </w:t>
      </w:r>
      <w:r w:rsidR="008B4FC4">
        <w:t>Resident Engineer</w:t>
      </w:r>
      <w:r w:rsidR="00FE4885">
        <w:t>, Construction Safety Services</w:t>
      </w:r>
      <w:r w:rsidR="003E736D" w:rsidRPr="00FF7E60">
        <w:t xml:space="preserve"> </w:t>
      </w:r>
      <w:r w:rsidR="00B253FB" w:rsidRPr="00FF7E60">
        <w:t>within</w:t>
      </w:r>
      <w:r w:rsidR="003E736D" w:rsidRPr="00FF7E60">
        <w:t xml:space="preserve"> </w:t>
      </w:r>
      <w:r w:rsidR="00B253FB" w:rsidRPr="00FF7E60">
        <w:t>24</w:t>
      </w:r>
      <w:r w:rsidR="003E736D" w:rsidRPr="00FF7E60">
        <w:t xml:space="preserve"> </w:t>
      </w:r>
      <w:r w:rsidR="00B253FB" w:rsidRPr="00FF7E60">
        <w:t>hours.</w:t>
      </w:r>
      <w:r w:rsidR="003E736D" w:rsidRPr="00FF7E60">
        <w:t xml:space="preserve"> </w:t>
      </w:r>
      <w:r w:rsidR="00B253FB" w:rsidRPr="00FF7E60">
        <w:t>No</w:t>
      </w:r>
      <w:r w:rsidR="003E736D" w:rsidRPr="00FF7E60">
        <w:t xml:space="preserve"> </w:t>
      </w:r>
      <w:r w:rsidR="00B253FB" w:rsidRPr="00FF7E60">
        <w:t>supervisor</w:t>
      </w:r>
      <w:r w:rsidR="003E736D" w:rsidRPr="00FF7E60">
        <w:t xml:space="preserve"> </w:t>
      </w:r>
      <w:r w:rsidR="00B253FB" w:rsidRPr="00FF7E60">
        <w:t>may</w:t>
      </w:r>
      <w:r w:rsidR="003E736D" w:rsidRPr="00FF7E60">
        <w:t xml:space="preserve"> </w:t>
      </w:r>
      <w:r w:rsidR="00B253FB" w:rsidRPr="00FF7E60">
        <w:t>decline</w:t>
      </w:r>
      <w:r w:rsidR="003E736D" w:rsidRPr="00FF7E60">
        <w:t xml:space="preserve"> </w:t>
      </w:r>
      <w:r w:rsidR="00B253FB" w:rsidRPr="00FF7E60">
        <w:t>to</w:t>
      </w:r>
      <w:r w:rsidR="003E736D" w:rsidRPr="00FF7E60">
        <w:t xml:space="preserve"> </w:t>
      </w:r>
      <w:r w:rsidR="00B253FB" w:rsidRPr="00FF7E60">
        <w:t>accept</w:t>
      </w:r>
      <w:r w:rsidR="003E736D" w:rsidRPr="00FF7E60">
        <w:t xml:space="preserve"> </w:t>
      </w:r>
      <w:r w:rsidR="00B253FB" w:rsidRPr="00FF7E60">
        <w:t>a</w:t>
      </w:r>
      <w:r w:rsidR="003E736D" w:rsidRPr="00FF7E60">
        <w:t xml:space="preserve"> </w:t>
      </w:r>
      <w:r w:rsidR="00B253FB" w:rsidRPr="00FF7E60">
        <w:t>report</w:t>
      </w:r>
      <w:r w:rsidR="003E736D" w:rsidRPr="00FF7E60">
        <w:t xml:space="preserve"> </w:t>
      </w:r>
      <w:r w:rsidR="00B253FB" w:rsidRPr="00FF7E60">
        <w:t>of</w:t>
      </w:r>
      <w:r w:rsidR="003E736D" w:rsidRPr="00FF7E60">
        <w:t xml:space="preserve"> </w:t>
      </w:r>
      <w:r w:rsidR="00B253FB" w:rsidRPr="00FF7E60">
        <w:t>an</w:t>
      </w:r>
      <w:r w:rsidR="003E736D" w:rsidRPr="00FF7E60">
        <w:t xml:space="preserve"> </w:t>
      </w:r>
      <w:r w:rsidR="00B253FB" w:rsidRPr="00FF7E60">
        <w:t>injury</w:t>
      </w:r>
      <w:r w:rsidR="003E736D" w:rsidRPr="00FF7E60">
        <w:t xml:space="preserve"> </w:t>
      </w:r>
      <w:r w:rsidR="00B253FB" w:rsidRPr="00FF7E60">
        <w:t>from</w:t>
      </w:r>
      <w:r w:rsidR="003E736D" w:rsidRPr="00FF7E60">
        <w:t xml:space="preserve"> </w:t>
      </w:r>
      <w:r w:rsidR="00B253FB" w:rsidRPr="00FF7E60">
        <w:t>a</w:t>
      </w:r>
      <w:r w:rsidR="003E736D" w:rsidRPr="00FF7E60">
        <w:t xml:space="preserve"> </w:t>
      </w:r>
      <w:r w:rsidR="00B253FB" w:rsidRPr="00FF7E60">
        <w:t>subordinate.</w:t>
      </w:r>
    </w:p>
    <w:p w14:paraId="62E28CA3" w14:textId="09CF20AD" w:rsidR="00B253FB" w:rsidRDefault="00B253FB" w:rsidP="004D119B">
      <w:pPr>
        <w:pStyle w:val="Spec"/>
        <w:numPr>
          <w:ilvl w:val="3"/>
          <w:numId w:val="2"/>
        </w:numPr>
      </w:pPr>
      <w:r>
        <w:t>Within</w:t>
      </w:r>
      <w:r w:rsidR="003E736D">
        <w:t xml:space="preserve"> </w:t>
      </w:r>
      <w:r>
        <w:t>48-hours</w:t>
      </w:r>
      <w:r w:rsidR="003E736D">
        <w:t xml:space="preserve"> </w:t>
      </w:r>
      <w:r>
        <w:t>of</w:t>
      </w:r>
      <w:r w:rsidR="003E736D">
        <w:t xml:space="preserve"> </w:t>
      </w:r>
      <w:r>
        <w:t>a</w:t>
      </w:r>
      <w:r w:rsidR="003E736D">
        <w:t xml:space="preserve"> </w:t>
      </w:r>
      <w:r>
        <w:t>Recordable</w:t>
      </w:r>
      <w:r w:rsidR="003E736D">
        <w:t xml:space="preserve"> </w:t>
      </w:r>
      <w:r>
        <w:t>or</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Injury</w:t>
      </w:r>
      <w:r w:rsidR="00FF6410">
        <w:t>, incident involving 3</w:t>
      </w:r>
      <w:r w:rsidR="00FF6410" w:rsidRPr="00FF6410">
        <w:rPr>
          <w:vertAlign w:val="superscript"/>
        </w:rPr>
        <w:t>rd</w:t>
      </w:r>
      <w:r w:rsidR="00FF6410">
        <w:t xml:space="preserve"> party, or property damage incident, </w:t>
      </w:r>
      <w:r>
        <w:t>the</w:t>
      </w:r>
      <w:r w:rsidR="003E736D">
        <w:t xml:space="preserve"> </w:t>
      </w:r>
      <w:r>
        <w:t>Contractor</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rsidR="00FF6410">
        <w:t>and Manager of Construction Safety Services</w:t>
      </w:r>
      <w:r>
        <w:t>.</w:t>
      </w:r>
      <w:r w:rsidR="003E736D">
        <w:t xml:space="preserve"> </w:t>
      </w:r>
      <w:r>
        <w:t>The</w:t>
      </w:r>
      <w:r w:rsidR="003E736D">
        <w:t xml:space="preserve"> </w:t>
      </w:r>
      <w:r>
        <w:t>meeting</w:t>
      </w:r>
      <w:r w:rsidR="003E736D">
        <w:t xml:space="preserve"> </w:t>
      </w:r>
      <w:r>
        <w:t>shall</w:t>
      </w:r>
      <w:r w:rsidR="003E736D">
        <w:t xml:space="preserve"> </w:t>
      </w:r>
      <w:r>
        <w:t>discuss</w:t>
      </w:r>
      <w:r w:rsidR="003E736D">
        <w:t xml:space="preserve"> </w:t>
      </w:r>
      <w:r>
        <w:t>the</w:t>
      </w:r>
      <w:r w:rsidR="003E736D">
        <w:t xml:space="preserve"> </w:t>
      </w:r>
      <w:r>
        <w:t>status</w:t>
      </w:r>
      <w:r w:rsidR="003E736D">
        <w:t xml:space="preserve"> </w:t>
      </w:r>
      <w:r>
        <w:t>of</w:t>
      </w:r>
      <w:r w:rsidR="003E736D">
        <w:t xml:space="preserve"> </w:t>
      </w:r>
      <w:r>
        <w:t>the</w:t>
      </w:r>
      <w:r w:rsidR="003E736D">
        <w:t xml:space="preserve"> </w:t>
      </w:r>
      <w:r>
        <w:t>injured</w:t>
      </w:r>
      <w:r w:rsidR="003E736D">
        <w:t xml:space="preserve"> </w:t>
      </w:r>
      <w:r>
        <w:t>employee,</w:t>
      </w:r>
      <w:r w:rsidR="003E736D">
        <w:t xml:space="preserve"> </w:t>
      </w:r>
      <w:r>
        <w:t>the</w:t>
      </w:r>
      <w:r w:rsidR="003E736D">
        <w:t xml:space="preserve"> </w:t>
      </w:r>
      <w:r>
        <w:t>root</w:t>
      </w:r>
      <w:r w:rsidR="003E736D">
        <w:t xml:space="preserve"> </w:t>
      </w:r>
      <w:r>
        <w:t>cause</w:t>
      </w:r>
      <w:r w:rsidR="003E736D">
        <w:t xml:space="preserve"> </w:t>
      </w:r>
      <w:r>
        <w:t>of</w:t>
      </w:r>
      <w:r w:rsidR="003E736D">
        <w:t xml:space="preserve"> </w:t>
      </w:r>
      <w:r>
        <w:t>the</w:t>
      </w:r>
      <w:r w:rsidR="003E736D">
        <w:t xml:space="preserve"> </w:t>
      </w:r>
      <w:r>
        <w:t>incident,</w:t>
      </w:r>
      <w:r w:rsidR="003E736D">
        <w:t xml:space="preserve"> </w:t>
      </w:r>
      <w:r>
        <w:t>corrective</w:t>
      </w:r>
      <w:r w:rsidR="003E736D">
        <w:t xml:space="preserve"> </w:t>
      </w:r>
      <w:r>
        <w:t>action</w:t>
      </w:r>
      <w:r w:rsidR="003E736D">
        <w:t xml:space="preserve"> </w:t>
      </w:r>
      <w:r>
        <w:t>implemented,</w:t>
      </w:r>
      <w:r w:rsidR="003E736D">
        <w:t xml:space="preserve"> </w:t>
      </w:r>
      <w:r>
        <w:t>the</w:t>
      </w:r>
      <w:r w:rsidR="003E736D">
        <w:t xml:space="preserve"> </w:t>
      </w:r>
      <w:r>
        <w:t>Job</w:t>
      </w:r>
      <w:r w:rsidR="003E736D">
        <w:t xml:space="preserve"> </w:t>
      </w:r>
      <w:r>
        <w:t>Hazard</w:t>
      </w:r>
      <w:r w:rsidR="003E736D">
        <w:t xml:space="preserve"> </w:t>
      </w:r>
      <w:r>
        <w:t>Analysis,</w:t>
      </w:r>
      <w:r w:rsidR="003E736D">
        <w:t xml:space="preserve"> </w:t>
      </w:r>
      <w:r>
        <w:t>and</w:t>
      </w:r>
      <w:r w:rsidR="003E736D">
        <w:t xml:space="preserve"> </w:t>
      </w:r>
      <w:r>
        <w:t>retraining</w:t>
      </w:r>
      <w:r w:rsidR="003E736D">
        <w:t xml:space="preserve"> </w:t>
      </w:r>
      <w:r>
        <w:t>of</w:t>
      </w:r>
      <w:r w:rsidR="003E736D">
        <w:t xml:space="preserve"> </w:t>
      </w:r>
      <w:r>
        <w:t>the</w:t>
      </w:r>
      <w:r w:rsidR="003E736D">
        <w:t xml:space="preserve"> </w:t>
      </w:r>
      <w:r>
        <w:t>employee</w:t>
      </w:r>
      <w:r w:rsidR="003E736D">
        <w:t xml:space="preserve"> </w:t>
      </w:r>
      <w:r>
        <w:t>and</w:t>
      </w:r>
      <w:r w:rsidR="003E736D">
        <w:t xml:space="preserve"> </w:t>
      </w:r>
      <w:r>
        <w:t>supervisor.</w:t>
      </w:r>
    </w:p>
    <w:p w14:paraId="283A3B55" w14:textId="2D195FF4" w:rsidR="00B253FB" w:rsidRDefault="00B253FB" w:rsidP="004D119B">
      <w:pPr>
        <w:pStyle w:val="Spec"/>
        <w:numPr>
          <w:ilvl w:val="3"/>
          <w:numId w:val="2"/>
        </w:numPr>
      </w:pPr>
      <w:r>
        <w:t>Report</w:t>
      </w:r>
      <w:r w:rsidR="003E736D">
        <w:t xml:space="preserve"> </w:t>
      </w:r>
      <w:r>
        <w:t>all</w:t>
      </w:r>
      <w:r w:rsidR="003E736D">
        <w:t xml:space="preserve"> </w:t>
      </w:r>
      <w:r>
        <w:t>accident</w:t>
      </w:r>
      <w:r w:rsidR="003E736D">
        <w:t xml:space="preserve"> </w:t>
      </w:r>
      <w:r>
        <w:t>exposures</w:t>
      </w:r>
      <w:r w:rsidR="003E736D">
        <w:t xml:space="preserve"> </w:t>
      </w:r>
      <w:r>
        <w:t>and</w:t>
      </w:r>
      <w:r w:rsidR="003E736D">
        <w:t xml:space="preserve"> </w:t>
      </w:r>
      <w:r>
        <w:t>near</w:t>
      </w:r>
      <w:r w:rsidR="003E736D">
        <w:t xml:space="preserve"> </w:t>
      </w:r>
      <w:r>
        <w:t>miss</w:t>
      </w:r>
      <w:r w:rsidR="003E736D">
        <w:t xml:space="preserve"> </w:t>
      </w:r>
      <w:r>
        <w:t>incidents</w:t>
      </w:r>
      <w:r w:rsidR="003E736D">
        <w:t xml:space="preserve"> </w:t>
      </w:r>
      <w:r>
        <w:t>that</w:t>
      </w:r>
      <w:r w:rsidR="003E736D">
        <w:t xml:space="preserve"> </w:t>
      </w:r>
      <w:r>
        <w:t>occur</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These</w:t>
      </w:r>
      <w:r w:rsidR="003E736D">
        <w:t xml:space="preserve"> </w:t>
      </w:r>
      <w:r>
        <w:t>records</w:t>
      </w:r>
      <w:r w:rsidR="003E736D">
        <w:t xml:space="preserve"> </w:t>
      </w:r>
      <w:r>
        <w:t>are</w:t>
      </w:r>
      <w:r w:rsidR="003E736D">
        <w:t xml:space="preserve"> </w:t>
      </w:r>
      <w:r>
        <w:t>to</w:t>
      </w:r>
      <w:r w:rsidR="003E736D">
        <w:t xml:space="preserve"> </w:t>
      </w:r>
      <w:r>
        <w:t>be</w:t>
      </w:r>
      <w:r w:rsidR="003E736D">
        <w:t xml:space="preserve"> </w:t>
      </w:r>
      <w:r>
        <w:t>maintained</w:t>
      </w:r>
      <w:r w:rsidR="003E736D">
        <w:t xml:space="preserve"> </w:t>
      </w:r>
      <w:r>
        <w:t>and</w:t>
      </w:r>
      <w:r w:rsidR="003E736D">
        <w:t xml:space="preserve"> </w:t>
      </w:r>
      <w:r>
        <w:t>submitted</w:t>
      </w:r>
      <w:r w:rsidR="003E736D">
        <w:t xml:space="preserve"> </w:t>
      </w:r>
      <w:r>
        <w:t>to</w:t>
      </w:r>
      <w:r w:rsidR="003E736D">
        <w:t xml:space="preserve"> </w:t>
      </w:r>
      <w:r>
        <w:t>the</w:t>
      </w:r>
      <w:r w:rsidR="003E736D">
        <w:t xml:space="preserve"> </w:t>
      </w:r>
      <w:r w:rsidR="00155B23" w:rsidRPr="00155B23">
        <w:t xml:space="preserve">Port </w:t>
      </w:r>
      <w:r w:rsidR="00756F7E">
        <w:t>I</w:t>
      </w:r>
      <w:r w:rsidR="008B4FC4">
        <w:t>nspector</w:t>
      </w:r>
      <w:r w:rsidR="00155B23">
        <w:t xml:space="preserve"> </w:t>
      </w:r>
      <w:r>
        <w:t>or</w:t>
      </w:r>
      <w:r w:rsidR="003E736D">
        <w:t xml:space="preserve"> </w:t>
      </w:r>
      <w:r>
        <w:t>other</w:t>
      </w:r>
      <w:r w:rsidR="003E736D">
        <w:t xml:space="preserve"> </w:t>
      </w:r>
      <w:r>
        <w:t>designated</w:t>
      </w:r>
      <w:r w:rsidR="003E736D">
        <w:t xml:space="preserve"> </w:t>
      </w:r>
      <w:r>
        <w:t>authority</w:t>
      </w:r>
      <w:r w:rsidR="003E736D">
        <w:t xml:space="preserve"> </w:t>
      </w:r>
      <w:r>
        <w:t>upon</w:t>
      </w:r>
      <w:r w:rsidR="003E736D">
        <w:t xml:space="preserve"> </w:t>
      </w:r>
      <w:r>
        <w:t>request</w:t>
      </w:r>
      <w:r w:rsidR="003E736D">
        <w:t xml:space="preserve"> </w:t>
      </w:r>
      <w:r>
        <w:t>and</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p>
    <w:p w14:paraId="5D02F7DB" w14:textId="77777777" w:rsidR="00B253FB" w:rsidRDefault="00B253FB" w:rsidP="004D119B">
      <w:pPr>
        <w:pStyle w:val="Spec"/>
        <w:numPr>
          <w:ilvl w:val="4"/>
          <w:numId w:val="2"/>
        </w:numPr>
      </w:pPr>
      <w:r>
        <w:lastRenderedPageBreak/>
        <w:t>First-aid</w:t>
      </w:r>
      <w:r w:rsidR="003E736D">
        <w:t xml:space="preserve"> </w:t>
      </w:r>
      <w:r>
        <w:t>injuries</w:t>
      </w:r>
      <w:r w:rsidR="003E736D">
        <w:t xml:space="preserve"> </w:t>
      </w:r>
      <w:r>
        <w:t>not</w:t>
      </w:r>
      <w:r w:rsidR="003E736D">
        <w:t xml:space="preserve"> </w:t>
      </w:r>
      <w:r>
        <w:t>reported</w:t>
      </w:r>
      <w:r w:rsidR="003E736D">
        <w:t xml:space="preserve"> </w:t>
      </w:r>
      <w:r>
        <w:t>on</w:t>
      </w:r>
      <w:r w:rsidR="003E736D">
        <w:t xml:space="preserve"> </w:t>
      </w:r>
      <w:r>
        <w:t>the</w:t>
      </w:r>
      <w:r w:rsidR="003E736D">
        <w:t xml:space="preserve"> </w:t>
      </w:r>
      <w:r>
        <w:t>OSHA</w:t>
      </w:r>
      <w:r w:rsidR="003E736D">
        <w:t xml:space="preserve"> </w:t>
      </w:r>
      <w:r>
        <w:t>No.</w:t>
      </w:r>
      <w:r w:rsidR="003E736D">
        <w:t xml:space="preserve"> </w:t>
      </w:r>
      <w:r>
        <w:t>300</w:t>
      </w:r>
      <w:r w:rsidR="003E736D">
        <w:t xml:space="preserve"> </w:t>
      </w:r>
      <w:r>
        <w:t>Form.</w:t>
      </w:r>
    </w:p>
    <w:p w14:paraId="55EB6D71" w14:textId="77777777" w:rsidR="00B253FB" w:rsidRDefault="00B253FB" w:rsidP="004D119B">
      <w:pPr>
        <w:pStyle w:val="Spec"/>
        <w:numPr>
          <w:ilvl w:val="4"/>
          <w:numId w:val="2"/>
        </w:numPr>
      </w:pPr>
      <w:r>
        <w:t>The</w:t>
      </w:r>
      <w:r w:rsidR="003E736D">
        <w:t xml:space="preserve"> </w:t>
      </w:r>
      <w:r>
        <w:t>Contractor’s</w:t>
      </w:r>
      <w:r w:rsidR="003E736D">
        <w:t xml:space="preserve"> </w:t>
      </w:r>
      <w:r>
        <w:t>OSHA</w:t>
      </w:r>
      <w:r w:rsidR="003E736D">
        <w:t xml:space="preserve"> </w:t>
      </w:r>
      <w:r>
        <w:t>300</w:t>
      </w:r>
      <w:r w:rsidR="003E736D">
        <w:t xml:space="preserve"> </w:t>
      </w:r>
      <w:r>
        <w:t>Form.</w:t>
      </w:r>
    </w:p>
    <w:p w14:paraId="43D25C92" w14:textId="6EFB2CA7" w:rsidR="00B253FB" w:rsidRDefault="00B253FB" w:rsidP="004D119B">
      <w:pPr>
        <w:pStyle w:val="Spec"/>
        <w:numPr>
          <w:ilvl w:val="3"/>
          <w:numId w:val="2"/>
        </w:numPr>
      </w:pPr>
      <w:r w:rsidRPr="00AF6FB5">
        <w:t>The</w:t>
      </w:r>
      <w:r w:rsidR="003E736D">
        <w:t xml:space="preserve"> </w:t>
      </w:r>
      <w:r w:rsidRPr="00AF6FB5">
        <w:t>above</w:t>
      </w:r>
      <w:r w:rsidR="003E736D">
        <w:t xml:space="preserve"> </w:t>
      </w:r>
      <w:r w:rsidRPr="00AF6FB5">
        <w:t>information</w:t>
      </w:r>
      <w:r w:rsidR="003E736D">
        <w:t xml:space="preserve"> </w:t>
      </w:r>
      <w:r w:rsidRPr="00AF6FB5">
        <w:t>shall</w:t>
      </w:r>
      <w:r w:rsidR="003E736D">
        <w:t xml:space="preserve"> </w:t>
      </w:r>
      <w:r w:rsidRPr="00AF6FB5">
        <w:t>be</w:t>
      </w:r>
      <w:r w:rsidR="003E736D">
        <w:t xml:space="preserve"> </w:t>
      </w:r>
      <w:r w:rsidRPr="00AF6FB5">
        <w:t>provided</w:t>
      </w:r>
      <w:r w:rsidR="003E736D">
        <w:t xml:space="preserve"> </w:t>
      </w:r>
      <w:r w:rsidRPr="00AF6FB5">
        <w:t>only</w:t>
      </w:r>
      <w:r w:rsidR="003E736D">
        <w:t xml:space="preserve"> </w:t>
      </w:r>
      <w:r w:rsidRPr="00AF6FB5">
        <w:t>to</w:t>
      </w:r>
      <w:r w:rsidR="003E736D">
        <w:t xml:space="preserve"> </w:t>
      </w:r>
      <w:r w:rsidRPr="00AF6FB5">
        <w:t>authorized</w:t>
      </w:r>
      <w:r w:rsidR="003E736D">
        <w:t xml:space="preserve"> </w:t>
      </w:r>
      <w:r w:rsidRPr="00AF6FB5">
        <w:t>personnel</w:t>
      </w:r>
      <w:r w:rsidR="003E736D">
        <w:t xml:space="preserve"> </w:t>
      </w:r>
      <w:r w:rsidRPr="00AF6FB5">
        <w:t>including</w:t>
      </w:r>
      <w:r w:rsidR="003E736D">
        <w:t xml:space="preserve"> </w:t>
      </w:r>
      <w:r w:rsidRPr="00AF6FB5">
        <w:t>the</w:t>
      </w:r>
      <w:r w:rsidR="003E736D">
        <w:t xml:space="preserve"> </w:t>
      </w:r>
      <w:r w:rsidR="00155B23" w:rsidRPr="00155B23">
        <w:t xml:space="preserve">Port </w:t>
      </w:r>
      <w:r w:rsidR="00756F7E">
        <w:t>I</w:t>
      </w:r>
      <w:r w:rsidR="008B4FC4">
        <w:t>nspector</w:t>
      </w:r>
      <w:r w:rsidR="00155B23">
        <w:t xml:space="preserve"> </w:t>
      </w:r>
      <w:r w:rsidRPr="00AF6FB5">
        <w:t>and</w:t>
      </w:r>
      <w:r w:rsidR="003E736D">
        <w:t xml:space="preserve"> </w:t>
      </w:r>
      <w:r w:rsidR="00FE4885">
        <w:t>Manager</w:t>
      </w:r>
      <w:r w:rsidR="00FF6410">
        <w:t xml:space="preserve"> of</w:t>
      </w:r>
      <w:r w:rsidR="00FE4885">
        <w:t xml:space="preserve"> Construction Safety Services</w:t>
      </w:r>
      <w:r w:rsidRPr="00AF6FB5">
        <w:t>.</w:t>
      </w:r>
    </w:p>
    <w:p w14:paraId="783622AE" w14:textId="3FA5985D" w:rsidR="00B253FB" w:rsidRDefault="00B253FB" w:rsidP="004D119B">
      <w:pPr>
        <w:pStyle w:val="Spec"/>
        <w:numPr>
          <w:ilvl w:val="3"/>
          <w:numId w:val="2"/>
        </w:numPr>
      </w:pPr>
      <w:r>
        <w:t>All</w:t>
      </w:r>
      <w:r w:rsidR="003E736D">
        <w:t xml:space="preserve"> </w:t>
      </w:r>
      <w:r>
        <w:t>questions</w:t>
      </w:r>
      <w:r w:rsidR="003E736D">
        <w:t xml:space="preserve"> </w:t>
      </w:r>
      <w:r>
        <w:t>from</w:t>
      </w:r>
      <w:r w:rsidR="003E736D">
        <w:t xml:space="preserve"> </w:t>
      </w:r>
      <w:r>
        <w:t>the</w:t>
      </w:r>
      <w:r w:rsidR="003E736D">
        <w:t xml:space="preserve"> </w:t>
      </w:r>
      <w:r>
        <w:t>media</w:t>
      </w:r>
      <w:r w:rsidR="003E736D">
        <w:t xml:space="preserve"> </w:t>
      </w:r>
      <w:r>
        <w:t>regarding</w:t>
      </w:r>
      <w:r w:rsidR="003E736D">
        <w:t xml:space="preserve"> </w:t>
      </w:r>
      <w:r>
        <w:t>any</w:t>
      </w:r>
      <w:r w:rsidR="003E736D">
        <w:t xml:space="preserve"> </w:t>
      </w:r>
      <w:r>
        <w:t>incident</w:t>
      </w:r>
      <w:r w:rsidR="003E736D">
        <w:t xml:space="preserve"> </w:t>
      </w:r>
      <w:r>
        <w:t>occurring</w:t>
      </w:r>
      <w:r w:rsidR="003E736D">
        <w:t xml:space="preserve"> </w:t>
      </w:r>
      <w:r>
        <w:t>on</w:t>
      </w:r>
      <w:r w:rsidR="003E736D">
        <w:t xml:space="preserve"> </w:t>
      </w:r>
      <w:r>
        <w:t>site</w:t>
      </w:r>
      <w:r w:rsidR="003E736D">
        <w:t xml:space="preserve"> </w:t>
      </w:r>
      <w:r>
        <w:t>shall</w:t>
      </w:r>
      <w:r w:rsidR="003E736D">
        <w:t xml:space="preserve"> </w:t>
      </w:r>
      <w:r>
        <w:t>be</w:t>
      </w:r>
      <w:r w:rsidR="003E736D">
        <w:t xml:space="preserve"> </w:t>
      </w:r>
      <w:r>
        <w:t>referred</w:t>
      </w:r>
      <w:r w:rsidR="003E736D">
        <w:t xml:space="preserve"> </w:t>
      </w:r>
      <w:r>
        <w:t>to</w:t>
      </w:r>
      <w:r w:rsidR="003E736D">
        <w:t xml:space="preserve"> </w:t>
      </w:r>
      <w:r>
        <w:t>the</w:t>
      </w:r>
      <w:r w:rsidR="003E736D">
        <w:t xml:space="preserve"> </w:t>
      </w:r>
      <w:r>
        <w:t>Port’s</w:t>
      </w:r>
      <w:r w:rsidR="003E736D">
        <w:t xml:space="preserve"> </w:t>
      </w:r>
      <w:r>
        <w:t>Public</w:t>
      </w:r>
      <w:r w:rsidR="003E736D">
        <w:t xml:space="preserve"> </w:t>
      </w:r>
      <w:r>
        <w:t>Affairs</w:t>
      </w:r>
      <w:r w:rsidR="003E736D">
        <w:t xml:space="preserve"> </w:t>
      </w:r>
      <w:r>
        <w:t>Manager</w:t>
      </w:r>
      <w:r w:rsidR="003E736D">
        <w:t xml:space="preserve"> </w:t>
      </w:r>
      <w:r>
        <w:t>via</w:t>
      </w:r>
      <w:r w:rsidR="003E736D">
        <w:t xml:space="preserve"> </w:t>
      </w:r>
      <w:r w:rsidR="00907B09">
        <w:t xml:space="preserve">a </w:t>
      </w:r>
      <w:r w:rsidR="00904824">
        <w:t>PC</w:t>
      </w:r>
      <w:r w:rsidR="00CF4136">
        <w:t>P</w:t>
      </w:r>
      <w:r w:rsidR="00904824">
        <w:t>R</w:t>
      </w:r>
      <w:r>
        <w:t>.</w:t>
      </w:r>
    </w:p>
    <w:p w14:paraId="4FDD5EA7" w14:textId="77777777" w:rsidR="0054068D" w:rsidRPr="0054068D" w:rsidRDefault="0054068D" w:rsidP="0054068D">
      <w:pPr>
        <w:pStyle w:val="Spec"/>
        <w:numPr>
          <w:ilvl w:val="0"/>
          <w:numId w:val="0"/>
        </w:numPr>
        <w:ind w:left="720"/>
        <w:rPr>
          <w:u w:val="single"/>
        </w:rPr>
      </w:pPr>
      <w:r w:rsidRPr="0054068D">
        <w:rPr>
          <w:u w:val="single"/>
        </w:rPr>
        <w:t>PART 2 PRODUCTS - Not Used</w:t>
      </w:r>
    </w:p>
    <w:p w14:paraId="7A8506CE" w14:textId="77777777" w:rsidR="0054068D" w:rsidRPr="0054068D" w:rsidRDefault="0054068D" w:rsidP="0054068D">
      <w:pPr>
        <w:pStyle w:val="Spec"/>
        <w:numPr>
          <w:ilvl w:val="0"/>
          <w:numId w:val="0"/>
        </w:numPr>
        <w:ind w:left="720"/>
        <w:rPr>
          <w:u w:val="single"/>
        </w:rPr>
      </w:pPr>
      <w:r w:rsidRPr="0054068D">
        <w:rPr>
          <w:u w:val="single"/>
        </w:rPr>
        <w:t>PART 3 EXECUTION - Not Used</w:t>
      </w:r>
    </w:p>
    <w:p w14:paraId="5C62FA61" w14:textId="51F2EEA9" w:rsidR="0054068D" w:rsidRDefault="0054068D" w:rsidP="0054068D">
      <w:pPr>
        <w:pStyle w:val="Spec"/>
        <w:numPr>
          <w:ilvl w:val="0"/>
          <w:numId w:val="0"/>
        </w:numPr>
        <w:ind w:left="720"/>
        <w:rPr>
          <w:u w:val="single"/>
        </w:rPr>
      </w:pPr>
      <w:r w:rsidRPr="0054068D">
        <w:rPr>
          <w:u w:val="single"/>
        </w:rPr>
        <w:t>PART 4 MEASUREMENT AND PAYMENT</w:t>
      </w:r>
    </w:p>
    <w:p w14:paraId="6FBAB4C4" w14:textId="4ED2F8A2" w:rsidR="004F1BCE" w:rsidRPr="00E24907" w:rsidRDefault="004F1BCE" w:rsidP="0054068D">
      <w:pPr>
        <w:pStyle w:val="Spec"/>
        <w:numPr>
          <w:ilvl w:val="0"/>
          <w:numId w:val="0"/>
        </w:numPr>
        <w:ind w:left="720"/>
        <w:rPr>
          <w:u w:val="single"/>
        </w:rPr>
      </w:pPr>
      <w:r w:rsidRPr="00E24907">
        <w:rPr>
          <w:u w:val="single"/>
        </w:rPr>
        <w:t>4.01</w:t>
      </w:r>
      <w:r>
        <w:rPr>
          <w:u w:val="single"/>
        </w:rPr>
        <w:t xml:space="preserve"> </w:t>
      </w:r>
      <w:r w:rsidRPr="00E24907">
        <w:rPr>
          <w:u w:val="single"/>
        </w:rPr>
        <w:t>GENERAL</w:t>
      </w:r>
    </w:p>
    <w:p w14:paraId="2A4AECD6" w14:textId="0090E271" w:rsidR="004F1BCE" w:rsidRPr="00192F6A" w:rsidRDefault="004F1BCE" w:rsidP="004F1BCE">
      <w:pPr>
        <w:pStyle w:val="Spec"/>
        <w:numPr>
          <w:ilvl w:val="0"/>
          <w:numId w:val="10"/>
        </w:numPr>
      </w:pPr>
      <w:r w:rsidRPr="00192F6A">
        <w:t xml:space="preserve">No separate measurement or payment will be made for the work required by this section.  The cost for this portion of the Work will be considered incidental to, and included in the payments made for the applicable bid items in the </w:t>
      </w:r>
      <w:r w:rsidR="006C6B99" w:rsidRPr="002375B8">
        <w:t>[</w:t>
      </w:r>
      <w:r w:rsidR="006C6B99" w:rsidRPr="001D1543">
        <w:rPr>
          <w:bCs w:val="0"/>
          <w:color w:val="auto"/>
          <w:szCs w:val="24"/>
          <w:shd w:val="clear" w:color="auto" w:fill="FBD4B4"/>
        </w:rPr>
        <w:t>Schedule of Unit Prices</w:t>
      </w:r>
      <w:r w:rsidR="006C6B99" w:rsidRPr="002375B8">
        <w:t>] [</w:t>
      </w:r>
      <w:r w:rsidR="006C6B99" w:rsidRPr="001D1543">
        <w:rPr>
          <w:bCs w:val="0"/>
          <w:color w:val="auto"/>
          <w:szCs w:val="24"/>
          <w:shd w:val="clear" w:color="auto" w:fill="FBD4B4"/>
        </w:rPr>
        <w:t>Lump Sum price</w:t>
      </w:r>
      <w:r w:rsidR="004B1A2C" w:rsidRPr="001D1543">
        <w:rPr>
          <w:bCs w:val="0"/>
          <w:color w:val="auto"/>
          <w:szCs w:val="24"/>
          <w:shd w:val="clear" w:color="auto" w:fill="FBD4B4"/>
        </w:rPr>
        <w:t>]</w:t>
      </w:r>
      <w:r w:rsidR="006C6B99" w:rsidRPr="002375B8">
        <w:t xml:space="preserve"> bid for the Project.</w:t>
      </w:r>
    </w:p>
    <w:p w14:paraId="7FADC573" w14:textId="77777777" w:rsidR="003A397F" w:rsidRDefault="003A397F" w:rsidP="00E24907">
      <w:pPr>
        <w:pStyle w:val="Spec"/>
        <w:numPr>
          <w:ilvl w:val="0"/>
          <w:numId w:val="0"/>
        </w:numPr>
      </w:pPr>
    </w:p>
    <w:p w14:paraId="64DD1E16" w14:textId="77777777" w:rsidR="00B253FB" w:rsidRDefault="00016DCA" w:rsidP="001C5CF1">
      <w:pPr>
        <w:pStyle w:val="End"/>
        <w:numPr>
          <w:ilvl w:val="0"/>
          <w:numId w:val="0"/>
        </w:numPr>
      </w:pPr>
      <w:r>
        <w:t>End of Document</w:t>
      </w:r>
    </w:p>
    <w:p w14:paraId="11D81F64" w14:textId="77777777" w:rsidR="00016DCA" w:rsidRPr="0093211E" w:rsidRDefault="00016DCA" w:rsidP="00B253FB">
      <w:pPr>
        <w:sectPr w:rsidR="00016DCA" w:rsidRPr="0093211E" w:rsidSect="004D0BA0">
          <w:pgSz w:w="12240" w:h="15840" w:code="1"/>
          <w:pgMar w:top="1440" w:right="1008" w:bottom="1440" w:left="1008" w:header="576" w:footer="576" w:gutter="0"/>
          <w:cols w:space="720"/>
          <w:docGrid w:linePitch="360"/>
        </w:sectPr>
      </w:pPr>
    </w:p>
    <w:p w14:paraId="2B38FA4C" w14:textId="77777777" w:rsidR="00B253FB" w:rsidRDefault="00B253FB" w:rsidP="00016DCA">
      <w:pPr>
        <w:pStyle w:val="Heading1"/>
      </w:pPr>
      <w:r>
        <w:lastRenderedPageBreak/>
        <w:t>APPENDIX</w:t>
      </w:r>
      <w:r w:rsidR="003E736D">
        <w:t xml:space="preserve"> </w:t>
      </w:r>
      <w:r>
        <w:t>A</w:t>
      </w:r>
    </w:p>
    <w:p w14:paraId="43E70D93" w14:textId="77777777" w:rsidR="00B253FB" w:rsidRDefault="00B253FB" w:rsidP="00016DCA">
      <w:pPr>
        <w:pStyle w:val="Heading2"/>
      </w:pPr>
      <w:r>
        <w:t>Sample</w:t>
      </w:r>
      <w:r w:rsidR="003E736D">
        <w:t xml:space="preserve"> </w:t>
      </w:r>
      <w:r>
        <w:t>Contractor’s</w:t>
      </w:r>
      <w:r w:rsidR="003E736D">
        <w:t xml:space="preserve"> </w:t>
      </w:r>
      <w:r>
        <w:t>Safety</w:t>
      </w:r>
      <w:r w:rsidR="003E736D">
        <w:t xml:space="preserve"> </w:t>
      </w:r>
      <w:r>
        <w:t>Plan</w:t>
      </w:r>
    </w:p>
    <w:p w14:paraId="1200A3AF" w14:textId="2712509F" w:rsidR="00B253FB" w:rsidRDefault="00B253FB" w:rsidP="004D0BA0">
      <w:pPr>
        <w:pStyle w:val="BodyText"/>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reviewing</w:t>
      </w:r>
      <w:r w:rsidR="003E736D">
        <w:t xml:space="preserve"> </w:t>
      </w:r>
      <w:r>
        <w:t>the</w:t>
      </w:r>
      <w:r w:rsidR="003E736D">
        <w:t xml:space="preserve"> </w:t>
      </w:r>
      <w:r>
        <w:t>requirements</w:t>
      </w:r>
      <w:r w:rsidR="003E736D">
        <w:t xml:space="preserve"> </w:t>
      </w:r>
      <w:r>
        <w:t>found</w:t>
      </w:r>
      <w:r w:rsidR="003E736D">
        <w:t xml:space="preserve"> </w:t>
      </w:r>
      <w:r>
        <w:t>and</w:t>
      </w:r>
      <w:r w:rsidR="003E736D">
        <w:t xml:space="preserve"> </w:t>
      </w:r>
      <w:r>
        <w:t>referenced</w:t>
      </w:r>
      <w:r w:rsidR="003E736D">
        <w:t xml:space="preserve"> </w:t>
      </w:r>
      <w:r>
        <w:t>in</w:t>
      </w:r>
      <w:r w:rsidR="003E736D">
        <w:t xml:space="preserve"> </w:t>
      </w:r>
      <w:r>
        <w:t>this</w:t>
      </w:r>
      <w:r w:rsidR="003E736D">
        <w:t xml:space="preserve"> </w:t>
      </w:r>
      <w:r>
        <w:t>Document,</w:t>
      </w:r>
      <w:r w:rsidR="003E736D">
        <w:t xml:space="preserve"> </w:t>
      </w:r>
      <w:r>
        <w:t>the</w:t>
      </w:r>
      <w:r w:rsidR="003E736D">
        <w:t xml:space="preserve"> </w:t>
      </w:r>
      <w:r>
        <w:t>Contract,</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as</w:t>
      </w:r>
      <w:r w:rsidR="003E736D">
        <w:t xml:space="preserve"> </w:t>
      </w:r>
      <w:r>
        <w:t>a</w:t>
      </w:r>
      <w:r w:rsidR="003E736D">
        <w:t xml:space="preserve"> </w:t>
      </w:r>
      <w:r>
        <w:t>minimum,</w:t>
      </w:r>
      <w:r w:rsidR="003E736D">
        <w:t xml:space="preserve"> </w:t>
      </w:r>
      <w:r>
        <w:t>and</w:t>
      </w:r>
      <w:r w:rsidR="003E736D">
        <w:t xml:space="preserve"> </w:t>
      </w:r>
      <w:r>
        <w:t>incorporating</w:t>
      </w:r>
      <w:r w:rsidR="003E736D">
        <w:t xml:space="preserve"> </w:t>
      </w:r>
      <w:r>
        <w:t>any</w:t>
      </w:r>
      <w:r w:rsidR="003E736D">
        <w:t xml:space="preserve"> </w:t>
      </w:r>
      <w:r>
        <w:t>additional</w:t>
      </w:r>
      <w:r w:rsidR="003E736D">
        <w:t xml:space="preserve"> </w:t>
      </w:r>
      <w:r>
        <w:t>specific</w:t>
      </w:r>
      <w:r w:rsidR="003E736D">
        <w:t xml:space="preserve"> </w:t>
      </w:r>
      <w:r>
        <w:t>or</w:t>
      </w:r>
      <w:r w:rsidR="003E736D">
        <w:t xml:space="preserve"> </w:t>
      </w:r>
      <w:r>
        <w:t>unique</w:t>
      </w:r>
      <w:r w:rsidR="003E736D">
        <w:t xml:space="preserve"> </w:t>
      </w:r>
      <w:r>
        <w:t>safety</w:t>
      </w:r>
      <w:r w:rsidR="003E736D">
        <w:t xml:space="preserve"> </w:t>
      </w:r>
      <w:r>
        <w:t>requirements</w:t>
      </w:r>
      <w:r w:rsidR="003E736D">
        <w:t xml:space="preserve"> </w:t>
      </w:r>
      <w:r>
        <w:t>into</w:t>
      </w:r>
      <w:r w:rsidR="003E736D">
        <w:t xml:space="preserve"> </w:t>
      </w:r>
      <w:r>
        <w:t>their</w:t>
      </w:r>
      <w:r w:rsidR="003E736D">
        <w:t xml:space="preserve"> </w:t>
      </w:r>
      <w:r>
        <w:t>written</w:t>
      </w:r>
      <w:r w:rsidR="003E736D">
        <w:t xml:space="preserve"> </w:t>
      </w:r>
      <w:r>
        <w:t>plan.</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the</w:t>
      </w:r>
      <w:r w:rsidR="003E736D">
        <w:t xml:space="preserve"> </w:t>
      </w:r>
      <w:r>
        <w:t>following</w:t>
      </w:r>
      <w:r w:rsidR="003E736D">
        <w:t xml:space="preserve"> </w:t>
      </w:r>
      <w:r>
        <w:t>guidelines:</w:t>
      </w:r>
    </w:p>
    <w:p w14:paraId="3D943DE7" w14:textId="77777777" w:rsidR="00DF77C6" w:rsidRDefault="00B253FB" w:rsidP="004F1BCE">
      <w:pPr>
        <w:pStyle w:val="Spec"/>
        <w:numPr>
          <w:ilvl w:val="1"/>
          <w:numId w:val="3"/>
        </w:numPr>
      </w:pPr>
      <w:r>
        <w:t>GENERAL</w:t>
      </w:r>
      <w:r w:rsidR="003E736D">
        <w:t xml:space="preserve"> </w:t>
      </w:r>
      <w:r>
        <w:t>PROVISIONS</w:t>
      </w:r>
    </w:p>
    <w:p w14:paraId="7B178BC6" w14:textId="77777777" w:rsidR="00DF77C6" w:rsidRDefault="00B253FB" w:rsidP="004F1BCE">
      <w:pPr>
        <w:pStyle w:val="Spec"/>
        <w:numPr>
          <w:ilvl w:val="2"/>
          <w:numId w:val="3"/>
        </w:numPr>
      </w:pPr>
      <w:r>
        <w:rPr>
          <w:b/>
        </w:rPr>
        <w:t>Compliance</w:t>
      </w:r>
      <w:r w:rsidRPr="00DF77C6">
        <w:t>:</w:t>
      </w:r>
      <w:r w:rsidR="003E736D" w:rsidRPr="00DF77C6">
        <w:t xml:space="preserve"> </w:t>
      </w:r>
      <w:r>
        <w:t>Provisions</w:t>
      </w:r>
      <w:r w:rsidR="003E736D">
        <w:t xml:space="preserve"> </w:t>
      </w:r>
      <w:r>
        <w:t>for</w:t>
      </w:r>
      <w:r w:rsidR="003E736D">
        <w:t xml:space="preserve"> </w:t>
      </w:r>
      <w:r>
        <w:t>accident</w:t>
      </w:r>
      <w:r w:rsidR="003E736D">
        <w:t xml:space="preserve"> </w:t>
      </w:r>
      <w:r>
        <w:t>investigations</w:t>
      </w:r>
      <w:r w:rsidR="003E736D">
        <w:t xml:space="preserve"> </w:t>
      </w:r>
      <w:r>
        <w:t>and</w:t>
      </w:r>
      <w:r w:rsidR="003E736D">
        <w:t xml:space="preserve"> </w:t>
      </w:r>
      <w:r>
        <w:t>reporting,</w:t>
      </w:r>
      <w:r w:rsidR="003E736D">
        <w:t xml:space="preserve"> </w:t>
      </w:r>
      <w:r>
        <w:t>formal</w:t>
      </w:r>
      <w:r w:rsidR="003E736D">
        <w:t xml:space="preserve"> </w:t>
      </w:r>
      <w:r>
        <w:t>incident</w:t>
      </w:r>
      <w:r w:rsidR="003E736D">
        <w:t xml:space="preserve"> </w:t>
      </w:r>
      <w:r>
        <w:t>review,</w:t>
      </w:r>
      <w:r w:rsidR="003E736D">
        <w:t xml:space="preserve"> </w:t>
      </w:r>
      <w:r>
        <w:t>reporting,</w:t>
      </w:r>
      <w:r w:rsidR="003E736D">
        <w:t xml:space="preserve"> </w:t>
      </w:r>
      <w:r>
        <w:t>corrective</w:t>
      </w:r>
      <w:r w:rsidR="003E736D">
        <w:t xml:space="preserve"> </w:t>
      </w:r>
      <w:r>
        <w:t>action</w:t>
      </w:r>
      <w:r w:rsidR="003E736D">
        <w:t xml:space="preserve"> </w:t>
      </w:r>
      <w:r>
        <w:t>and</w:t>
      </w:r>
      <w:r w:rsidR="003E736D">
        <w:t xml:space="preserve"> </w:t>
      </w:r>
      <w:r>
        <w:t>disciplinary</w:t>
      </w:r>
      <w:r w:rsidR="003E736D">
        <w:t xml:space="preserve"> </w:t>
      </w:r>
      <w:r>
        <w:t>action</w:t>
      </w:r>
      <w:r w:rsidR="003E736D">
        <w:t xml:space="preserve"> </w:t>
      </w:r>
      <w:r>
        <w:t>procedures</w:t>
      </w:r>
      <w:r w:rsidR="005F5E82">
        <w:t xml:space="preserve"> meeting the minimum </w:t>
      </w:r>
      <w:smartTag w:uri="urn:schemas-microsoft-com:office:smarttags" w:element="place">
        <w:smartTag w:uri="urn:schemas-microsoft-com:office:smarttags" w:element="PlaceType">
          <w:r w:rsidR="005F5E82">
            <w:t>Port</w:t>
          </w:r>
        </w:smartTag>
        <w:r w:rsidR="005F5E82">
          <w:t xml:space="preserve"> of </w:t>
        </w:r>
        <w:smartTag w:uri="urn:schemas-microsoft-com:office:smarttags" w:element="PlaceName">
          <w:r w:rsidR="005F5E82">
            <w:t>Seattle</w:t>
          </w:r>
        </w:smartTag>
      </w:smartTag>
      <w:r w:rsidR="005F5E82">
        <w:t xml:space="preserve"> requirements</w:t>
      </w:r>
      <w:r>
        <w:t>.</w:t>
      </w:r>
    </w:p>
    <w:p w14:paraId="515A285C" w14:textId="04ABAB66" w:rsidR="00DF77C6" w:rsidRPr="00526499" w:rsidRDefault="00B253FB" w:rsidP="004F1BCE">
      <w:pPr>
        <w:pStyle w:val="Spec"/>
        <w:numPr>
          <w:ilvl w:val="2"/>
          <w:numId w:val="3"/>
        </w:numPr>
      </w:pPr>
      <w:r>
        <w:rPr>
          <w:b/>
        </w:rPr>
        <w:t>Job</w:t>
      </w:r>
      <w:r w:rsidR="003E736D">
        <w:rPr>
          <w:b/>
        </w:rPr>
        <w:t xml:space="preserve"> </w:t>
      </w:r>
      <w:r>
        <w:rPr>
          <w:b/>
        </w:rPr>
        <w:t>Hazard</w:t>
      </w:r>
      <w:r w:rsidR="003E736D">
        <w:rPr>
          <w:b/>
        </w:rPr>
        <w:t xml:space="preserve"> </w:t>
      </w:r>
      <w:r>
        <w:rPr>
          <w:b/>
        </w:rPr>
        <w:t>Analysis</w:t>
      </w:r>
      <w:r w:rsidR="003E736D">
        <w:rPr>
          <w:b/>
        </w:rPr>
        <w:t xml:space="preserve"> </w:t>
      </w:r>
      <w:r>
        <w:rPr>
          <w:b/>
        </w:rPr>
        <w:t>(JHA)</w:t>
      </w:r>
      <w:r w:rsidRPr="00DF77C6">
        <w:t>:</w:t>
      </w:r>
      <w:r w:rsidR="003E736D" w:rsidRPr="00DF77C6">
        <w:t xml:space="preserve"> </w:t>
      </w:r>
      <w:r>
        <w:t>The</w:t>
      </w:r>
      <w:r w:rsidR="003E736D">
        <w:t xml:space="preserve"> </w:t>
      </w:r>
      <w:r>
        <w:t>Contractor</w:t>
      </w:r>
      <w:r w:rsidR="003E736D">
        <w:t xml:space="preserve"> </w:t>
      </w:r>
      <w:r>
        <w:t>shall</w:t>
      </w:r>
      <w:r w:rsidR="003E736D">
        <w:t xml:space="preserve"> </w:t>
      </w:r>
      <w:r>
        <w:t>complete</w:t>
      </w:r>
      <w:r w:rsidR="003E736D">
        <w:t xml:space="preserve"> </w:t>
      </w:r>
      <w:r>
        <w:t>detailed,</w:t>
      </w:r>
      <w:r w:rsidR="003E736D">
        <w:t xml:space="preserve"> </w:t>
      </w:r>
      <w:r>
        <w:t>written</w:t>
      </w:r>
      <w:r w:rsidR="003E736D">
        <w:t xml:space="preserve"> </w:t>
      </w:r>
      <w:r>
        <w:t>Job</w:t>
      </w:r>
      <w:r w:rsidR="003E736D">
        <w:t xml:space="preserve"> </w:t>
      </w:r>
      <w:r>
        <w:t>Hazard</w:t>
      </w:r>
      <w:r w:rsidR="003E736D">
        <w:t xml:space="preserve"> </w:t>
      </w:r>
      <w:r>
        <w:t>Analysis</w:t>
      </w:r>
      <w:r w:rsidR="003E736D">
        <w:t xml:space="preserve"> </w:t>
      </w:r>
      <w:r>
        <w:t>for</w:t>
      </w:r>
      <w:r w:rsidR="003E736D">
        <w:t xml:space="preserve"> </w:t>
      </w:r>
      <w:r>
        <w:t>the</w:t>
      </w:r>
      <w:r w:rsidR="003E736D">
        <w:t xml:space="preserve"> </w:t>
      </w:r>
      <w:r>
        <w:t>work</w:t>
      </w:r>
      <w:r w:rsidR="003E736D">
        <w:t xml:space="preserve"> </w:t>
      </w:r>
      <w:r>
        <w:t>to</w:t>
      </w:r>
      <w:r w:rsidR="003E736D">
        <w:t xml:space="preserve"> </w:t>
      </w:r>
      <w:r>
        <w:t>be</w:t>
      </w:r>
      <w:r w:rsidR="003E736D">
        <w:t xml:space="preserve"> </w:t>
      </w:r>
      <w:r>
        <w:t>performed,</w:t>
      </w:r>
      <w:r w:rsidR="003E736D">
        <w:t xml:space="preserve"> </w:t>
      </w:r>
      <w:r>
        <w:t>identifying</w:t>
      </w:r>
      <w:r w:rsidR="003E736D">
        <w:t xml:space="preserve"> </w:t>
      </w:r>
      <w:r>
        <w:t>hazards</w:t>
      </w:r>
      <w:r w:rsidR="003E736D">
        <w:t xml:space="preserve"> </w:t>
      </w:r>
      <w:r>
        <w:t>that</w:t>
      </w:r>
      <w:r w:rsidR="003E736D">
        <w:t xml:space="preserve"> </w:t>
      </w:r>
      <w:r>
        <w:t>may</w:t>
      </w:r>
      <w:r w:rsidR="003E736D">
        <w:t xml:space="preserve"> </w:t>
      </w:r>
      <w:r>
        <w:t>exist</w:t>
      </w:r>
      <w:r w:rsidR="003E736D">
        <w:t xml:space="preserve"> </w:t>
      </w:r>
      <w:r>
        <w:t>or</w:t>
      </w:r>
      <w:r w:rsidR="003E736D">
        <w:t xml:space="preserve"> </w:t>
      </w:r>
      <w:r>
        <w:t>be</w:t>
      </w:r>
      <w:r w:rsidR="003E736D">
        <w:t xml:space="preserve"> </w:t>
      </w:r>
      <w:r>
        <w:t>created,</w:t>
      </w:r>
      <w:r w:rsidR="003E736D">
        <w:t xml:space="preserve"> </w:t>
      </w:r>
      <w:r>
        <w:t>outline</w:t>
      </w:r>
      <w:r w:rsidR="003E736D">
        <w:t xml:space="preserve"> </w:t>
      </w:r>
      <w:r>
        <w:t>the</w:t>
      </w:r>
      <w:r w:rsidR="003E736D">
        <w:t xml:space="preserve"> </w:t>
      </w:r>
      <w:r>
        <w:t>equipment</w:t>
      </w:r>
      <w:r w:rsidR="003E736D">
        <w:t xml:space="preserve"> </w:t>
      </w:r>
      <w:r>
        <w:t>to</w:t>
      </w:r>
      <w:r w:rsidR="003E736D">
        <w:t xml:space="preserve"> </w:t>
      </w:r>
      <w:r>
        <w:t>be</w:t>
      </w:r>
      <w:r w:rsidR="003E736D">
        <w:t xml:space="preserve"> </w:t>
      </w:r>
      <w:r>
        <w:t>used,</w:t>
      </w:r>
      <w:r w:rsidR="003E736D">
        <w:t xml:space="preserve"> </w:t>
      </w:r>
      <w:r>
        <w:t>and</w:t>
      </w:r>
      <w:r w:rsidR="003E736D">
        <w:t xml:space="preserve"> </w:t>
      </w:r>
      <w:r>
        <w:t>what</w:t>
      </w:r>
      <w:r w:rsidR="003E736D">
        <w:t xml:space="preserve"> </w:t>
      </w:r>
      <w:r>
        <w:t>procedures</w:t>
      </w:r>
      <w:r w:rsidR="003E736D">
        <w:t xml:space="preserve"> </w:t>
      </w:r>
      <w:r>
        <w:t>and/or</w:t>
      </w:r>
      <w:r w:rsidR="003E736D">
        <w:t xml:space="preserve"> </w:t>
      </w:r>
      <w:r>
        <w:t>safety</w:t>
      </w:r>
      <w:r w:rsidR="003E736D">
        <w:t xml:space="preserve"> </w:t>
      </w:r>
      <w:r>
        <w:t>equipment</w:t>
      </w:r>
      <w:r w:rsidR="003E736D">
        <w:t xml:space="preserve"> </w:t>
      </w:r>
      <w:r>
        <w:t>will</w:t>
      </w:r>
      <w:r w:rsidR="003E736D">
        <w:t xml:space="preserve"> </w:t>
      </w:r>
      <w:r>
        <w:t>be</w:t>
      </w:r>
      <w:r w:rsidR="003E736D">
        <w:t xml:space="preserve"> </w:t>
      </w:r>
      <w:r>
        <w:t>used</w:t>
      </w:r>
      <w:r w:rsidR="003E736D">
        <w:t xml:space="preserve"> </w:t>
      </w:r>
      <w:r>
        <w:t>to</w:t>
      </w:r>
      <w:r w:rsidR="003E736D">
        <w:t xml:space="preserve"> </w:t>
      </w:r>
      <w:r>
        <w:t>eliminate</w:t>
      </w:r>
      <w:r w:rsidR="003E736D">
        <w:t xml:space="preserve"> </w:t>
      </w:r>
      <w:r>
        <w:t>or</w:t>
      </w:r>
      <w:r w:rsidR="003E736D">
        <w:t xml:space="preserve"> </w:t>
      </w:r>
      <w:r>
        <w:t>reduce</w:t>
      </w:r>
      <w:r w:rsidR="003E736D">
        <w:t xml:space="preserve"> </w:t>
      </w:r>
      <w:r>
        <w:t>those</w:t>
      </w:r>
      <w:r w:rsidR="003E736D">
        <w:t xml:space="preserve"> </w:t>
      </w:r>
      <w:r>
        <w:t>hazards.</w:t>
      </w:r>
      <w:r w:rsidR="003E736D">
        <w:t xml:space="preserve"> </w:t>
      </w:r>
      <w:r>
        <w:t>The</w:t>
      </w:r>
      <w:r w:rsidR="003E736D">
        <w:t xml:space="preserve"> </w:t>
      </w:r>
      <w:r>
        <w:t>Contractor</w:t>
      </w:r>
      <w:r w:rsidR="003E736D">
        <w:t xml:space="preserve"> </w:t>
      </w:r>
      <w:r>
        <w:t>shall</w:t>
      </w:r>
      <w:r w:rsidR="003E736D">
        <w:t xml:space="preserve"> </w:t>
      </w:r>
      <w:r>
        <w:t>use</w:t>
      </w:r>
      <w:r w:rsidR="003E736D">
        <w:t xml:space="preserve"> </w:t>
      </w:r>
      <w:r>
        <w:t>the</w:t>
      </w:r>
      <w:r w:rsidR="003E736D">
        <w:t xml:space="preserve"> </w:t>
      </w:r>
      <w:r>
        <w:t>form</w:t>
      </w:r>
      <w:r w:rsidR="003E736D">
        <w:t xml:space="preserve"> </w:t>
      </w:r>
      <w:r>
        <w:t>provided</w:t>
      </w:r>
      <w:r w:rsidR="003E736D">
        <w:t xml:space="preserve"> </w:t>
      </w:r>
      <w:r>
        <w:t>in</w:t>
      </w:r>
      <w:r w:rsidR="003E736D">
        <w:t xml:space="preserve"> </w:t>
      </w:r>
      <w:r>
        <w:t>the</w:t>
      </w:r>
      <w:r w:rsidR="003E736D">
        <w:t xml:space="preserve"> </w:t>
      </w:r>
      <w:r>
        <w:t>P</w:t>
      </w:r>
      <w:r w:rsidR="005F5E82">
        <w:t>ort of Seattle’s 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F35CF9" w:rsidRPr="00526499">
        <w:t xml:space="preserve"> or contractor equivalent</w:t>
      </w:r>
      <w:r w:rsidRPr="00526499">
        <w:t>.</w:t>
      </w:r>
      <w:r w:rsidR="00F35CF9" w:rsidRPr="00526499">
        <w:t xml:space="preserve">  Supplemental Daily Pre-Task Plans are strongly encouraged.</w:t>
      </w:r>
    </w:p>
    <w:p w14:paraId="0ACB2DF6" w14:textId="48DB0E0B" w:rsidR="00DF77C6" w:rsidRDefault="00B253FB" w:rsidP="004F1BCE">
      <w:pPr>
        <w:pStyle w:val="Spec"/>
        <w:numPr>
          <w:ilvl w:val="2"/>
          <w:numId w:val="3"/>
        </w:numPr>
      </w:pPr>
      <w:r>
        <w:rPr>
          <w:b/>
        </w:rPr>
        <w:t>Medical</w:t>
      </w:r>
      <w:r w:rsidR="003E736D">
        <w:rPr>
          <w:b/>
        </w:rPr>
        <w:t xml:space="preserve"> </w:t>
      </w:r>
      <w:r>
        <w:rPr>
          <w:b/>
        </w:rPr>
        <w:t>Treatment</w:t>
      </w:r>
      <w:r w:rsidRPr="00DF77C6">
        <w:t>:</w:t>
      </w:r>
      <w:r w:rsidR="003E736D" w:rsidRPr="00DF77C6">
        <w:t xml:space="preserve"> </w:t>
      </w:r>
      <w:r>
        <w:t>Provide</w:t>
      </w:r>
      <w:r w:rsidR="003E736D">
        <w:t xml:space="preserve"> </w:t>
      </w:r>
      <w:r>
        <w:t>medical</w:t>
      </w:r>
      <w:r w:rsidR="003E736D">
        <w:t xml:space="preserve"> </w:t>
      </w:r>
      <w:r>
        <w:t>treatment</w:t>
      </w:r>
      <w:r w:rsidR="003E736D">
        <w:t xml:space="preserve"> </w:t>
      </w:r>
      <w:r>
        <w:t>in</w:t>
      </w:r>
      <w:r w:rsidR="003E736D">
        <w:t xml:space="preserve"> </w:t>
      </w:r>
      <w:r>
        <w:t>compliance</w:t>
      </w:r>
      <w:r w:rsidR="003E736D">
        <w:t xml:space="preserve"> </w:t>
      </w:r>
      <w:r>
        <w:t>with</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requirements.</w:t>
      </w:r>
      <w:r w:rsidR="003E736D">
        <w:t xml:space="preserve"> </w:t>
      </w:r>
      <w:r>
        <w:t>Names</w:t>
      </w:r>
      <w:r w:rsidR="003E736D">
        <w:t xml:space="preserve"> </w:t>
      </w:r>
      <w:r>
        <w:t>of</w:t>
      </w:r>
      <w:r w:rsidR="003E736D">
        <w:t xml:space="preserve"> </w:t>
      </w:r>
      <w:r>
        <w:t>individuals</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trained.</w:t>
      </w:r>
    </w:p>
    <w:p w14:paraId="2FAEF65B" w14:textId="16B6995C" w:rsidR="00B253FB" w:rsidRDefault="00B253FB" w:rsidP="004F1BCE">
      <w:pPr>
        <w:pStyle w:val="Spec"/>
        <w:numPr>
          <w:ilvl w:val="2"/>
          <w:numId w:val="3"/>
        </w:numPr>
      </w:pPr>
      <w:r>
        <w:rPr>
          <w:b/>
        </w:rPr>
        <w:t>Site</w:t>
      </w:r>
      <w:r w:rsidR="003E736D">
        <w:rPr>
          <w:b/>
        </w:rPr>
        <w:t xml:space="preserve"> </w:t>
      </w:r>
      <w:r>
        <w:rPr>
          <w:b/>
        </w:rPr>
        <w:t>Specific</w:t>
      </w:r>
      <w:r w:rsidR="003E736D">
        <w:rPr>
          <w:b/>
        </w:rPr>
        <w:t xml:space="preserve"> </w:t>
      </w:r>
      <w:r>
        <w:rPr>
          <w:b/>
        </w:rPr>
        <w:t>Emergency</w:t>
      </w:r>
      <w:r w:rsidR="003E736D">
        <w:rPr>
          <w:b/>
        </w:rPr>
        <w:t xml:space="preserve"> </w:t>
      </w:r>
      <w:r>
        <w:rPr>
          <w:b/>
        </w:rPr>
        <w:t>Procedures</w:t>
      </w:r>
      <w:r w:rsidRPr="00DF77C6">
        <w:t>:</w:t>
      </w:r>
      <w:r w:rsidR="003E736D" w:rsidRPr="00DF77C6">
        <w:t xml:space="preserve"> </w:t>
      </w:r>
      <w:r>
        <w:t>As</w:t>
      </w:r>
      <w:r w:rsidR="003E736D">
        <w:t xml:space="preserve"> </w:t>
      </w:r>
      <w:r>
        <w:t>related</w:t>
      </w:r>
      <w:r w:rsidR="003E736D">
        <w:t xml:space="preserve"> </w:t>
      </w:r>
      <w:r>
        <w:t>to</w:t>
      </w:r>
      <w:r w:rsidR="003E736D">
        <w:t xml:space="preserve"> </w:t>
      </w:r>
      <w:r>
        <w:t>injuries,</w:t>
      </w:r>
      <w:r w:rsidR="003E736D">
        <w:t xml:space="preserve"> </w:t>
      </w:r>
      <w:r>
        <w:t>weather</w:t>
      </w:r>
      <w:r w:rsidR="003E736D">
        <w:t xml:space="preserve"> </w:t>
      </w:r>
      <w:r>
        <w:t>or</w:t>
      </w:r>
      <w:r w:rsidR="003E736D">
        <w:t xml:space="preserve"> </w:t>
      </w:r>
      <w:r>
        <w:t>emergencies</w:t>
      </w:r>
      <w:r w:rsidR="003E736D">
        <w:t xml:space="preserve"> </w:t>
      </w:r>
      <w:r>
        <w:t>at</w:t>
      </w:r>
      <w:r w:rsidR="003E736D">
        <w:t xml:space="preserve"> </w:t>
      </w:r>
      <w:r>
        <w:t>an</w:t>
      </w:r>
      <w:r w:rsidR="003E736D">
        <w:t xml:space="preserve"> </w:t>
      </w:r>
      <w:r>
        <w:t>active</w:t>
      </w:r>
      <w:r w:rsidR="003E736D">
        <w:t xml:space="preserve"> </w:t>
      </w:r>
      <w:r w:rsidR="001F56FE">
        <w:t>POS</w:t>
      </w:r>
      <w:r w:rsidR="00FF6410">
        <w:t xml:space="preserve"> </w:t>
      </w:r>
      <w:r>
        <w:t>facility</w:t>
      </w:r>
      <w:r w:rsidR="003E736D">
        <w:t xml:space="preserve"> </w:t>
      </w:r>
      <w:r>
        <w:t>including</w:t>
      </w:r>
      <w:r w:rsidR="003E736D">
        <w:t xml:space="preserve"> </w:t>
      </w:r>
      <w:r>
        <w:t>pre-determined</w:t>
      </w:r>
      <w:r w:rsidR="003E736D">
        <w:t xml:space="preserve"> </w:t>
      </w:r>
      <w:r>
        <w:t>sites</w:t>
      </w:r>
      <w:r w:rsidR="003E736D">
        <w:t xml:space="preserve"> </w:t>
      </w:r>
      <w:r>
        <w:t>for</w:t>
      </w:r>
      <w:r w:rsidR="003E736D">
        <w:t xml:space="preserve"> </w:t>
      </w:r>
      <w:r>
        <w:t>assembly</w:t>
      </w:r>
      <w:r w:rsidR="003E736D">
        <w:t xml:space="preserve"> </w:t>
      </w:r>
      <w:r>
        <w:t>and</w:t>
      </w:r>
      <w:r w:rsidR="003E736D">
        <w:t xml:space="preserve"> </w:t>
      </w:r>
      <w:r>
        <w:t>measures</w:t>
      </w:r>
      <w:r w:rsidR="003E736D">
        <w:t xml:space="preserve"> </w:t>
      </w:r>
      <w:r>
        <w:t>for</w:t>
      </w:r>
      <w:r w:rsidR="003E736D">
        <w:t xml:space="preserve"> </w:t>
      </w:r>
      <w:r>
        <w:t>accounting</w:t>
      </w:r>
      <w:r w:rsidR="003E736D">
        <w:t xml:space="preserve"> </w:t>
      </w:r>
      <w:r>
        <w:t>of</w:t>
      </w:r>
      <w:r w:rsidR="003E736D">
        <w:t xml:space="preserve"> </w:t>
      </w:r>
      <w:r>
        <w:t>employees</w:t>
      </w:r>
      <w:r w:rsidR="003E736D">
        <w:t xml:space="preserve"> </w:t>
      </w:r>
      <w:r>
        <w:t>shall</w:t>
      </w:r>
      <w:r w:rsidR="003E736D">
        <w:t xml:space="preserve"> </w:t>
      </w:r>
      <w:r>
        <w:t>be</w:t>
      </w:r>
      <w:r w:rsidR="003E736D">
        <w:t xml:space="preserve"> </w:t>
      </w:r>
      <w:r>
        <w:t>included.</w:t>
      </w:r>
      <w:r w:rsidR="003E736D">
        <w:t xml:space="preserve"> </w:t>
      </w:r>
      <w:r>
        <w:t>Emergency</w:t>
      </w:r>
      <w:r w:rsidR="003E736D">
        <w:t xml:space="preserve"> </w:t>
      </w:r>
      <w:r>
        <w:t>numbers</w:t>
      </w:r>
      <w:r w:rsidR="003E736D">
        <w:t xml:space="preserve"> </w:t>
      </w:r>
      <w:r>
        <w:t>shall</w:t>
      </w:r>
      <w:r w:rsidR="003E736D">
        <w:t xml:space="preserve"> </w:t>
      </w:r>
      <w:r>
        <w:t>be</w:t>
      </w:r>
      <w:r w:rsidR="003E736D">
        <w:t xml:space="preserve"> </w:t>
      </w:r>
      <w:r>
        <w:t>posted</w:t>
      </w:r>
      <w:r w:rsidR="003E736D">
        <w:t xml:space="preserve"> </w:t>
      </w:r>
      <w:r>
        <w:t>at</w:t>
      </w:r>
      <w:r w:rsidR="003E736D">
        <w:t xml:space="preserve"> </w:t>
      </w:r>
      <w:r>
        <w:t>the</w:t>
      </w:r>
      <w:r w:rsidR="003E736D">
        <w:t xml:space="preserve"> </w:t>
      </w:r>
      <w:r>
        <w:t>given</w:t>
      </w:r>
      <w:r w:rsidR="003E736D">
        <w:t xml:space="preserve"> </w:t>
      </w:r>
      <w:r>
        <w:t>work</w:t>
      </w:r>
      <w:r w:rsidR="003E736D">
        <w:t xml:space="preserve"> </w:t>
      </w:r>
      <w:r>
        <w:t>area(s):</w:t>
      </w:r>
    </w:p>
    <w:tbl>
      <w:tblPr>
        <w:tblW w:w="0" w:type="auto"/>
        <w:tblInd w:w="2880" w:type="dxa"/>
        <w:tblLook w:val="01E0" w:firstRow="1" w:lastRow="1" w:firstColumn="1" w:lastColumn="1" w:noHBand="0" w:noVBand="0"/>
      </w:tblPr>
      <w:tblGrid>
        <w:gridCol w:w="5220"/>
        <w:gridCol w:w="1908"/>
      </w:tblGrid>
      <w:tr w:rsidR="00DF77C6" w:rsidRPr="00112428" w14:paraId="6F18DEAE" w14:textId="77777777" w:rsidTr="000A3C2D">
        <w:tc>
          <w:tcPr>
            <w:tcW w:w="5220" w:type="dxa"/>
          </w:tcPr>
          <w:p w14:paraId="662DDF8B" w14:textId="77777777" w:rsidR="00DF77C6" w:rsidRPr="00112428" w:rsidRDefault="00DF77C6" w:rsidP="000A3C2D">
            <w:r w:rsidRPr="00112428">
              <w:t xml:space="preserve">Fire or Ambulance from a non-Port </w:t>
            </w:r>
            <w:r w:rsidR="001F56FE" w:rsidRPr="00112428">
              <w:t xml:space="preserve">hard-line </w:t>
            </w:r>
            <w:r w:rsidRPr="00112428">
              <w:t>phone</w:t>
            </w:r>
          </w:p>
        </w:tc>
        <w:tc>
          <w:tcPr>
            <w:tcW w:w="1908" w:type="dxa"/>
          </w:tcPr>
          <w:p w14:paraId="08E5B336" w14:textId="77777777" w:rsidR="00DF77C6" w:rsidRPr="00112428" w:rsidRDefault="00DF77C6" w:rsidP="000A3C2D">
            <w:r w:rsidRPr="00112428">
              <w:t>911</w:t>
            </w:r>
          </w:p>
        </w:tc>
      </w:tr>
      <w:tr w:rsidR="00DF77C6" w:rsidRPr="00112428" w14:paraId="59AE77E0" w14:textId="77777777" w:rsidTr="000A3C2D">
        <w:tc>
          <w:tcPr>
            <w:tcW w:w="5220" w:type="dxa"/>
          </w:tcPr>
          <w:p w14:paraId="28239EAA" w14:textId="77777777" w:rsidR="00DF77C6" w:rsidRPr="00112428" w:rsidRDefault="001F56FE" w:rsidP="000A3C2D">
            <w:r w:rsidRPr="00112428">
              <w:t xml:space="preserve">Fire or </w:t>
            </w:r>
            <w:r w:rsidR="00DF77C6" w:rsidRPr="00112428">
              <w:t xml:space="preserve">Police from a Port </w:t>
            </w:r>
            <w:r w:rsidRPr="00112428">
              <w:t xml:space="preserve">hard-line </w:t>
            </w:r>
            <w:r w:rsidR="00DF77C6" w:rsidRPr="00112428">
              <w:t>phone</w:t>
            </w:r>
          </w:p>
        </w:tc>
        <w:tc>
          <w:tcPr>
            <w:tcW w:w="1908" w:type="dxa"/>
          </w:tcPr>
          <w:p w14:paraId="798AB77F" w14:textId="77777777" w:rsidR="00DF77C6" w:rsidRPr="00112428" w:rsidRDefault="00DF77C6" w:rsidP="000A3C2D">
            <w:r w:rsidRPr="00112428">
              <w:t>9911</w:t>
            </w:r>
          </w:p>
        </w:tc>
      </w:tr>
      <w:tr w:rsidR="00DF77C6" w:rsidRPr="00112428" w14:paraId="25D7A90F" w14:textId="77777777" w:rsidTr="000A3C2D">
        <w:tc>
          <w:tcPr>
            <w:tcW w:w="5220" w:type="dxa"/>
          </w:tcPr>
          <w:p w14:paraId="1539A638" w14:textId="77777777" w:rsidR="00DF77C6" w:rsidRPr="00112428" w:rsidRDefault="00DF77C6" w:rsidP="000A3C2D">
            <w:r w:rsidRPr="00112428">
              <w:t>Fire</w:t>
            </w:r>
            <w:r w:rsidR="001F56FE" w:rsidRPr="00112428">
              <w:t xml:space="preserve"> or Police Emergency</w:t>
            </w:r>
            <w:r w:rsidR="00050C10" w:rsidRPr="00112428">
              <w:t xml:space="preserve"> (Airport)</w:t>
            </w:r>
          </w:p>
        </w:tc>
        <w:tc>
          <w:tcPr>
            <w:tcW w:w="1908" w:type="dxa"/>
          </w:tcPr>
          <w:p w14:paraId="5FAA5DA7" w14:textId="0F321250" w:rsidR="00DF77C6" w:rsidRPr="00112428" w:rsidRDefault="00DF77C6" w:rsidP="000A3C2D">
            <w:r w:rsidRPr="00112428">
              <w:t xml:space="preserve">(206) </w:t>
            </w:r>
            <w:r w:rsidR="00F35CF9" w:rsidRPr="00112428">
              <w:t>787</w:t>
            </w:r>
            <w:r w:rsidR="00050C10" w:rsidRPr="00112428">
              <w:t>-5380</w:t>
            </w:r>
          </w:p>
        </w:tc>
      </w:tr>
      <w:tr w:rsidR="00050C10" w:rsidRPr="00112428" w14:paraId="4A2D39EC" w14:textId="77777777" w:rsidTr="00DF77C6">
        <w:tc>
          <w:tcPr>
            <w:tcW w:w="5220" w:type="dxa"/>
          </w:tcPr>
          <w:p w14:paraId="5D7D72AC" w14:textId="77777777" w:rsidR="00050C10" w:rsidRPr="00112428" w:rsidRDefault="00050C10" w:rsidP="00050C10">
            <w:r w:rsidRPr="00112428">
              <w:t>Fire (Seaport)</w:t>
            </w:r>
          </w:p>
        </w:tc>
        <w:tc>
          <w:tcPr>
            <w:tcW w:w="1908" w:type="dxa"/>
          </w:tcPr>
          <w:p w14:paraId="30A5229A" w14:textId="77777777" w:rsidR="00050C10" w:rsidRPr="00112428" w:rsidRDefault="00050C10" w:rsidP="00050C10">
            <w:r w:rsidRPr="00112428">
              <w:t>911</w:t>
            </w:r>
          </w:p>
        </w:tc>
      </w:tr>
      <w:tr w:rsidR="00DF77C6" w:rsidRPr="00112428" w14:paraId="5DA9B503" w14:textId="77777777" w:rsidTr="00DF77C6">
        <w:tc>
          <w:tcPr>
            <w:tcW w:w="5220" w:type="dxa"/>
          </w:tcPr>
          <w:p w14:paraId="4413F39E" w14:textId="77777777" w:rsidR="00DF77C6" w:rsidRPr="00112428" w:rsidRDefault="00DF77C6" w:rsidP="00FF7E60">
            <w:r w:rsidRPr="00112428">
              <w:t>Police</w:t>
            </w:r>
            <w:r w:rsidR="00AB71B3" w:rsidRPr="00112428">
              <w:t xml:space="preserve"> (Seaport)</w:t>
            </w:r>
          </w:p>
        </w:tc>
        <w:tc>
          <w:tcPr>
            <w:tcW w:w="1908" w:type="dxa"/>
          </w:tcPr>
          <w:p w14:paraId="4C75C8EB" w14:textId="77777777" w:rsidR="00DF77C6" w:rsidRPr="00112428" w:rsidRDefault="00DF77C6" w:rsidP="00F35CF9">
            <w:r w:rsidRPr="00112428">
              <w:t xml:space="preserve">(206) </w:t>
            </w:r>
            <w:r w:rsidR="00F35CF9" w:rsidRPr="00112428">
              <w:t>787</w:t>
            </w:r>
            <w:r w:rsidR="00050C10" w:rsidRPr="00112428">
              <w:t>-5380</w:t>
            </w:r>
          </w:p>
        </w:tc>
      </w:tr>
    </w:tbl>
    <w:p w14:paraId="52922588" w14:textId="3FBFC082" w:rsidR="00B253FB" w:rsidRDefault="00E060F7" w:rsidP="004F1BCE">
      <w:pPr>
        <w:pStyle w:val="Spec"/>
        <w:numPr>
          <w:ilvl w:val="2"/>
          <w:numId w:val="2"/>
        </w:numPr>
      </w:pPr>
      <w:r>
        <w:rPr>
          <w:b/>
        </w:rPr>
        <w:t>DOSH</w:t>
      </w:r>
      <w:r w:rsidR="00B253FB">
        <w:rPr>
          <w:b/>
        </w:rPr>
        <w:t>/OSHA</w:t>
      </w:r>
      <w:r w:rsidR="003E736D">
        <w:rPr>
          <w:b/>
        </w:rPr>
        <w:t xml:space="preserve"> </w:t>
      </w:r>
      <w:r w:rsidR="00B253FB">
        <w:rPr>
          <w:b/>
        </w:rPr>
        <w:t>Requirements</w:t>
      </w:r>
      <w:r w:rsidR="003E736D">
        <w:rPr>
          <w:b/>
        </w:rPr>
        <w:t xml:space="preserve"> </w:t>
      </w:r>
      <w:r w:rsidR="00B253FB">
        <w:rPr>
          <w:b/>
        </w:rPr>
        <w:t>and</w:t>
      </w:r>
      <w:r w:rsidR="003E736D">
        <w:rPr>
          <w:b/>
        </w:rPr>
        <w:t xml:space="preserve"> </w:t>
      </w:r>
      <w:r w:rsidR="00B253FB">
        <w:rPr>
          <w:b/>
        </w:rPr>
        <w:t>Personal</w:t>
      </w:r>
      <w:r w:rsidR="003E736D">
        <w:rPr>
          <w:b/>
        </w:rPr>
        <w:t xml:space="preserve"> </w:t>
      </w:r>
      <w:r w:rsidR="00B253FB">
        <w:rPr>
          <w:b/>
        </w:rPr>
        <w:t>Protection</w:t>
      </w:r>
      <w:r w:rsidR="00B253FB" w:rsidRPr="00DF77C6">
        <w:t>:</w:t>
      </w:r>
      <w:r w:rsidR="003E736D" w:rsidRPr="00DF77C6">
        <w:t xml:space="preserve"> </w:t>
      </w:r>
      <w:r w:rsidR="00B253FB">
        <w:t>Safety</w:t>
      </w:r>
      <w:r w:rsidR="003E736D">
        <w:t xml:space="preserve"> </w:t>
      </w:r>
      <w:r w:rsidR="00B253FB">
        <w:t>and</w:t>
      </w:r>
      <w:r w:rsidR="003E736D">
        <w:t xml:space="preserve"> </w:t>
      </w:r>
      <w:r w:rsidR="00B253FB">
        <w:t>health</w:t>
      </w:r>
      <w:r w:rsidR="003E736D">
        <w:t xml:space="preserve"> </w:t>
      </w:r>
      <w:r w:rsidR="00B253FB">
        <w:t>provisions</w:t>
      </w:r>
      <w:r w:rsidR="003E736D">
        <w:t xml:space="preserve"> </w:t>
      </w:r>
      <w:r w:rsidR="00B253FB">
        <w:t>for</w:t>
      </w:r>
      <w:r w:rsidR="003E736D">
        <w:t xml:space="preserve"> </w:t>
      </w:r>
      <w:r w:rsidR="00B253FB">
        <w:t>providing</w:t>
      </w:r>
      <w:r w:rsidR="003E736D">
        <w:t xml:space="preserve"> </w:t>
      </w:r>
      <w:r w:rsidR="00B253FB">
        <w:t>adequate</w:t>
      </w:r>
      <w:r w:rsidR="003E736D">
        <w:t xml:space="preserve"> </w:t>
      </w:r>
      <w:r w:rsidR="00B253FB">
        <w:t>lighting,</w:t>
      </w:r>
      <w:r w:rsidR="003E736D">
        <w:t xml:space="preserve"> </w:t>
      </w:r>
      <w:r w:rsidR="00B253FB">
        <w:t>ventilation,</w:t>
      </w:r>
      <w:r w:rsidR="003E736D">
        <w:t xml:space="preserve"> </w:t>
      </w:r>
      <w:r w:rsidR="00B253FB">
        <w:t>hearing</w:t>
      </w:r>
      <w:r w:rsidR="003E736D">
        <w:t xml:space="preserve"> </w:t>
      </w:r>
      <w:r w:rsidR="00B253FB">
        <w:t>conservation,</w:t>
      </w:r>
      <w:r w:rsidR="003E736D">
        <w:t xml:space="preserve"> </w:t>
      </w:r>
      <w:r w:rsidR="00B253FB">
        <w:t>CO</w:t>
      </w:r>
      <w:r w:rsidR="003E736D">
        <w:t xml:space="preserve"> </w:t>
      </w:r>
      <w:r w:rsidR="00B253FB">
        <w:t>monitoring,</w:t>
      </w:r>
      <w:r w:rsidR="003E736D">
        <w:t xml:space="preserve"> </w:t>
      </w:r>
      <w:r w:rsidR="00B253FB">
        <w:t>and</w:t>
      </w:r>
      <w:r w:rsidR="003E736D">
        <w:t xml:space="preserve"> </w:t>
      </w:r>
      <w:r w:rsidR="00B253FB">
        <w:t>housekeeping.</w:t>
      </w:r>
      <w:r w:rsidR="003E736D">
        <w:t xml:space="preserve"> </w:t>
      </w:r>
      <w:r w:rsidR="00B253FB">
        <w:t>A</w:t>
      </w:r>
      <w:r w:rsidR="003E736D">
        <w:t xml:space="preserve"> </w:t>
      </w:r>
      <w:r w:rsidR="00B253FB">
        <w:t>written</w:t>
      </w:r>
      <w:r w:rsidR="003E736D">
        <w:t xml:space="preserve"> </w:t>
      </w:r>
      <w:r w:rsidR="00B253FB">
        <w:t>Personal</w:t>
      </w:r>
      <w:r w:rsidR="003E736D">
        <w:t xml:space="preserve"> </w:t>
      </w:r>
      <w:r w:rsidR="00B253FB">
        <w:t>Protective</w:t>
      </w:r>
      <w:r w:rsidR="003E736D">
        <w:t xml:space="preserve"> </w:t>
      </w:r>
      <w:r w:rsidR="00B253FB">
        <w:t>Equipment</w:t>
      </w:r>
      <w:r w:rsidR="003E736D">
        <w:t xml:space="preserve"> </w:t>
      </w:r>
      <w:r w:rsidR="00B253FB">
        <w:t>Assessment</w:t>
      </w:r>
      <w:r w:rsidR="003E736D">
        <w:t xml:space="preserve"> </w:t>
      </w:r>
      <w:r w:rsidR="00B253FB">
        <w:t>for</w:t>
      </w:r>
      <w:r w:rsidR="003E736D">
        <w:t xml:space="preserve"> </w:t>
      </w:r>
      <w:r w:rsidR="00B253FB">
        <w:t>head,</w:t>
      </w:r>
      <w:r w:rsidR="003E736D">
        <w:t xml:space="preserve"> </w:t>
      </w:r>
      <w:r w:rsidR="00B253FB">
        <w:t>face,</w:t>
      </w:r>
      <w:r w:rsidR="003E736D">
        <w:t xml:space="preserve"> </w:t>
      </w:r>
      <w:r w:rsidR="00B253FB">
        <w:t>eye,</w:t>
      </w:r>
      <w:r w:rsidR="003E736D">
        <w:t xml:space="preserve"> </w:t>
      </w:r>
      <w:r w:rsidR="00B253FB">
        <w:t>hand</w:t>
      </w:r>
      <w:r w:rsidR="003E736D">
        <w:t xml:space="preserve"> </w:t>
      </w:r>
      <w:r w:rsidR="00B253FB">
        <w:t>and</w:t>
      </w:r>
      <w:r w:rsidR="003E736D">
        <w:t xml:space="preserve"> </w:t>
      </w:r>
      <w:r w:rsidR="00B253FB">
        <w:t>torso</w:t>
      </w:r>
      <w:r w:rsidR="003E736D">
        <w:t xml:space="preserve"> </w:t>
      </w:r>
      <w:r w:rsidR="00B253FB">
        <w:t>protection</w:t>
      </w:r>
      <w:r w:rsidR="003E736D">
        <w:t xml:space="preserve"> </w:t>
      </w:r>
      <w:r w:rsidR="00B253FB">
        <w:t>shall</w:t>
      </w:r>
      <w:r w:rsidR="003E736D">
        <w:t xml:space="preserve"> </w:t>
      </w:r>
      <w:r w:rsidR="00B253FB">
        <w:t>be</w:t>
      </w:r>
      <w:r w:rsidR="003E736D">
        <w:t xml:space="preserve"> </w:t>
      </w:r>
      <w:r w:rsidR="00B253FB">
        <w:t>included.</w:t>
      </w:r>
    </w:p>
    <w:p w14:paraId="65A843CA" w14:textId="1F6478BA" w:rsidR="002273C1" w:rsidRPr="000D3C24" w:rsidRDefault="002273C1" w:rsidP="002273C1">
      <w:pPr>
        <w:pStyle w:val="Spec"/>
        <w:numPr>
          <w:ilvl w:val="3"/>
          <w:numId w:val="2"/>
        </w:numPr>
      </w:pPr>
      <w:r>
        <w:rPr>
          <w:b/>
        </w:rPr>
        <w:t>C</w:t>
      </w:r>
      <w:r w:rsidRPr="00EF7D8F">
        <w:rPr>
          <w:b/>
        </w:rPr>
        <w:t>OVID-</w:t>
      </w:r>
      <w:r w:rsidRPr="00CD7207">
        <w:rPr>
          <w:b/>
        </w:rPr>
        <w:t>19</w:t>
      </w:r>
      <w:r>
        <w:t xml:space="preserve">: </w:t>
      </w:r>
      <w:r w:rsidR="00B67A04">
        <w:t>section shall address the site-specific application of the L&amp;I Requirements and Guidance for Preventing COVID-</w:t>
      </w:r>
      <w:proofErr w:type="gramStart"/>
      <w:r w:rsidR="00B67A04">
        <w:t>19.</w:t>
      </w:r>
      <w:r w:rsidR="0065053F">
        <w:t>.</w:t>
      </w:r>
      <w:proofErr w:type="gramEnd"/>
    </w:p>
    <w:p w14:paraId="4BB6AC65" w14:textId="10FF0BB4" w:rsidR="00B253FB" w:rsidRDefault="00B253FB" w:rsidP="004F1BCE">
      <w:pPr>
        <w:pStyle w:val="Spec"/>
        <w:numPr>
          <w:ilvl w:val="2"/>
          <w:numId w:val="2"/>
        </w:numPr>
      </w:pPr>
      <w:r>
        <w:rPr>
          <w:b/>
        </w:rPr>
        <w:t>Personnel</w:t>
      </w:r>
      <w:r w:rsidR="003E736D">
        <w:rPr>
          <w:b/>
        </w:rPr>
        <w:t xml:space="preserve"> </w:t>
      </w:r>
      <w:r>
        <w:rPr>
          <w:b/>
        </w:rPr>
        <w:t>Instruction</w:t>
      </w:r>
      <w:r w:rsidRPr="00DF77C6">
        <w:t>:</w:t>
      </w:r>
      <w:r w:rsidR="003E736D" w:rsidRPr="00DF77C6">
        <w:t xml:space="preserve"> </w:t>
      </w:r>
      <w:r>
        <w:t>The</w:t>
      </w:r>
      <w:r w:rsidR="003E736D">
        <w:t xml:space="preserve"> </w:t>
      </w:r>
      <w:r>
        <w:t>Contractor</w:t>
      </w:r>
      <w:r w:rsidR="003E736D">
        <w:t xml:space="preserve"> </w:t>
      </w:r>
      <w:r>
        <w:t>must</w:t>
      </w:r>
      <w:r w:rsidR="003E736D">
        <w:t xml:space="preserve"> </w:t>
      </w:r>
      <w:r>
        <w:t>identify</w:t>
      </w:r>
      <w:r w:rsidR="003E736D">
        <w:t xml:space="preserve"> </w:t>
      </w:r>
      <w:r>
        <w:t>the</w:t>
      </w:r>
      <w:r w:rsidR="003E736D">
        <w:t xml:space="preserve"> </w:t>
      </w:r>
      <w:r>
        <w:t>greatest</w:t>
      </w:r>
      <w:r w:rsidR="003E736D">
        <w:t xml:space="preserve"> </w:t>
      </w:r>
      <w:r>
        <w:t>number</w:t>
      </w:r>
      <w:r w:rsidR="003E736D">
        <w:t xml:space="preserve"> </w:t>
      </w:r>
      <w:r>
        <w:t>of</w:t>
      </w:r>
      <w:r w:rsidR="003E736D">
        <w:t xml:space="preserve"> </w:t>
      </w:r>
      <w:r>
        <w:t>employees</w:t>
      </w:r>
      <w:r w:rsidR="003E736D">
        <w:t xml:space="preserve"> </w:t>
      </w:r>
      <w:r>
        <w:t>to</w:t>
      </w:r>
      <w:r w:rsidR="003E736D">
        <w:t xml:space="preserve"> </w:t>
      </w:r>
      <w:r>
        <w:t>be</w:t>
      </w:r>
      <w:r w:rsidR="003E736D">
        <w:t xml:space="preserve"> </w:t>
      </w:r>
      <w:r>
        <w:t>working</w:t>
      </w:r>
      <w:r w:rsidR="003E736D">
        <w:t xml:space="preserve"> </w:t>
      </w:r>
      <w:r>
        <w:t>at</w:t>
      </w:r>
      <w:r w:rsidR="003E736D">
        <w:t xml:space="preserve"> </w:t>
      </w:r>
      <w:r>
        <w:t>any</w:t>
      </w:r>
      <w:r w:rsidR="003E736D">
        <w:t xml:space="preserve"> </w:t>
      </w:r>
      <w:r>
        <w:t>one</w:t>
      </w:r>
      <w:r w:rsidR="003E736D">
        <w:t xml:space="preserve"> </w:t>
      </w:r>
      <w:r>
        <w:t>time</w:t>
      </w:r>
      <w:r w:rsidR="003E736D">
        <w:t xml:space="preserve"> </w:t>
      </w:r>
      <w:r>
        <w:t>during</w:t>
      </w:r>
      <w:r w:rsidR="003E736D">
        <w:t xml:space="preserve"> </w:t>
      </w:r>
      <w:r>
        <w:t>peak</w:t>
      </w:r>
      <w:r w:rsidR="003E736D">
        <w:t xml:space="preserve"> </w:t>
      </w:r>
      <w:r>
        <w:t>construction</w:t>
      </w:r>
      <w:r w:rsidR="003E736D">
        <w:t xml:space="preserve"> </w:t>
      </w:r>
      <w:r>
        <w:t>periods,</w:t>
      </w:r>
      <w:r w:rsidR="003E736D">
        <w:t xml:space="preserve"> </w:t>
      </w:r>
      <w:r>
        <w:t>the</w:t>
      </w:r>
      <w:r w:rsidR="003E736D">
        <w:t xml:space="preserve"> </w:t>
      </w:r>
      <w:r>
        <w:t>company</w:t>
      </w:r>
      <w:r w:rsidR="003E736D">
        <w:t xml:space="preserve"> </w:t>
      </w:r>
      <w:r>
        <w:t>policies</w:t>
      </w:r>
      <w:r w:rsidR="003E736D">
        <w:t xml:space="preserve"> </w:t>
      </w:r>
      <w:r>
        <w:t>for</w:t>
      </w:r>
      <w:r w:rsidR="003E736D">
        <w:t xml:space="preserve"> </w:t>
      </w:r>
      <w:r>
        <w:t>initial</w:t>
      </w:r>
      <w:r w:rsidR="003E736D">
        <w:t xml:space="preserve"> </w:t>
      </w:r>
      <w:r>
        <w:t>safety</w:t>
      </w:r>
      <w:r w:rsidR="003E736D">
        <w:t xml:space="preserve"> </w:t>
      </w:r>
      <w:r>
        <w:t>indoctrination</w:t>
      </w:r>
      <w:r w:rsidR="003E736D">
        <w:t xml:space="preserve"> </w:t>
      </w:r>
      <w:r>
        <w:t>of</w:t>
      </w:r>
      <w:r w:rsidR="003E736D">
        <w:t xml:space="preserve"> </w:t>
      </w:r>
      <w:r>
        <w:t>all</w:t>
      </w:r>
      <w:r w:rsidR="003E736D">
        <w:t xml:space="preserve"> </w:t>
      </w:r>
      <w:r>
        <w:t>employees,</w:t>
      </w:r>
      <w:r w:rsidR="003E736D">
        <w:t xml:space="preserve"> </w:t>
      </w:r>
      <w:r>
        <w:t>and</w:t>
      </w:r>
      <w:r w:rsidR="003E736D">
        <w:t xml:space="preserve"> </w:t>
      </w:r>
      <w:r>
        <w:t>company</w:t>
      </w:r>
      <w:r w:rsidR="003E736D">
        <w:t xml:space="preserve"> </w:t>
      </w:r>
      <w:r>
        <w:t>plans</w:t>
      </w:r>
      <w:r w:rsidR="003E736D">
        <w:t xml:space="preserve"> </w:t>
      </w:r>
      <w:r>
        <w:t>for</w:t>
      </w:r>
      <w:r w:rsidR="003E736D">
        <w:t xml:space="preserve"> </w:t>
      </w:r>
      <w:r>
        <w:t>continued</w:t>
      </w:r>
      <w:r w:rsidR="003E736D">
        <w:t xml:space="preserve"> </w:t>
      </w:r>
      <w:r>
        <w:t>safety</w:t>
      </w:r>
      <w:r w:rsidR="003E736D">
        <w:t xml:space="preserve"> </w:t>
      </w:r>
      <w:r>
        <w:t>education</w:t>
      </w:r>
      <w:r w:rsidR="003E736D">
        <w:t xml:space="preserve"> </w:t>
      </w:r>
      <w:r>
        <w:t>for</w:t>
      </w:r>
      <w:r w:rsidR="003E736D">
        <w:t xml:space="preserve"> </w:t>
      </w:r>
      <w:r>
        <w:t>all</w:t>
      </w:r>
      <w:r w:rsidR="003E736D">
        <w:t xml:space="preserve"> </w:t>
      </w:r>
      <w:r>
        <w:t>employees,</w:t>
      </w:r>
      <w:r w:rsidR="003E736D">
        <w:t xml:space="preserve"> </w:t>
      </w:r>
      <w:r>
        <w:t>including:</w:t>
      </w:r>
      <w:r w:rsidR="003E736D">
        <w:t xml:space="preserve"> </w:t>
      </w:r>
      <w:r>
        <w:t>weekly</w:t>
      </w:r>
      <w:r w:rsidR="003E736D">
        <w:t xml:space="preserve"> </w:t>
      </w:r>
      <w:r>
        <w:t>safety</w:t>
      </w:r>
      <w:r w:rsidR="003E736D">
        <w:t xml:space="preserve"> </w:t>
      </w:r>
      <w:r>
        <w:t>meetings,</w:t>
      </w:r>
      <w:r w:rsidR="003E736D">
        <w:t xml:space="preserve"> </w:t>
      </w:r>
      <w:r>
        <w:t>POS</w:t>
      </w:r>
      <w:r w:rsidR="003E736D">
        <w:t xml:space="preserve"> </w:t>
      </w:r>
      <w:r>
        <w:t>Safety</w:t>
      </w:r>
      <w:r w:rsidR="003E736D">
        <w:t xml:space="preserve"> </w:t>
      </w:r>
      <w:r>
        <w:t>Orientation,</w:t>
      </w:r>
      <w:r w:rsidR="003E736D">
        <w:t xml:space="preserve"> </w:t>
      </w:r>
      <w:r w:rsidR="00F35CF9">
        <w:lastRenderedPageBreak/>
        <w:t>Ergonomics</w:t>
      </w:r>
      <w:r>
        <w:t>,</w:t>
      </w:r>
      <w:r w:rsidR="003E736D">
        <w:t xml:space="preserve"> </w:t>
      </w:r>
      <w:r>
        <w:t>Asbestos</w:t>
      </w:r>
      <w:r w:rsidR="003E736D">
        <w:t xml:space="preserve"> </w:t>
      </w:r>
      <w:r>
        <w:t>Awareness</w:t>
      </w:r>
      <w:r w:rsidR="003E736D">
        <w:t xml:space="preserve"> </w:t>
      </w:r>
      <w:r>
        <w:t>training,</w:t>
      </w:r>
      <w:r w:rsidR="003E736D">
        <w:t xml:space="preserve"> </w:t>
      </w:r>
      <w:r>
        <w:t>and</w:t>
      </w:r>
      <w:r w:rsidR="003E736D">
        <w:t xml:space="preserve"> </w:t>
      </w:r>
      <w:r>
        <w:t>English</w:t>
      </w:r>
      <w:r w:rsidR="003E736D">
        <w:t xml:space="preserve"> </w:t>
      </w:r>
      <w:r>
        <w:t>as</w:t>
      </w:r>
      <w:r w:rsidR="003E736D">
        <w:t xml:space="preserve"> </w:t>
      </w:r>
      <w:r>
        <w:t>a</w:t>
      </w:r>
      <w:r w:rsidR="003E736D">
        <w:t xml:space="preserve"> </w:t>
      </w:r>
      <w:r>
        <w:t>second</w:t>
      </w:r>
      <w:r w:rsidR="003E736D">
        <w:t xml:space="preserve"> </w:t>
      </w:r>
      <w:r>
        <w:t>language.</w:t>
      </w:r>
    </w:p>
    <w:p w14:paraId="3A007E4D" w14:textId="2370B72F" w:rsidR="00B253FB" w:rsidRDefault="00B253FB" w:rsidP="004F1BCE">
      <w:pPr>
        <w:pStyle w:val="Spec"/>
        <w:numPr>
          <w:ilvl w:val="2"/>
          <w:numId w:val="2"/>
        </w:numPr>
      </w:pPr>
      <w:r>
        <w:rPr>
          <w:b/>
        </w:rPr>
        <w:t>Responsibilities</w:t>
      </w:r>
      <w:r w:rsidRPr="00DF77C6">
        <w:t>:</w:t>
      </w:r>
      <w:r w:rsidR="003E736D" w:rsidRPr="00DF77C6">
        <w:t xml:space="preserve"> </w:t>
      </w:r>
      <w:r>
        <w:t>Acknowledgment</w:t>
      </w:r>
      <w:r w:rsidR="003E736D">
        <w:t xml:space="preserve"> </w:t>
      </w:r>
      <w:r>
        <w:t>that</w:t>
      </w:r>
      <w:r w:rsidR="003E736D">
        <w:t xml:space="preserve"> </w:t>
      </w:r>
      <w:r>
        <w:t>the</w:t>
      </w:r>
      <w:r w:rsidR="003E736D">
        <w:t xml:space="preserve"> </w:t>
      </w:r>
      <w:r>
        <w:t>Contractor</w:t>
      </w:r>
      <w:r w:rsidR="003E736D">
        <w:t xml:space="preserve"> </w:t>
      </w:r>
      <w:r>
        <w:t>is</w:t>
      </w:r>
      <w:r w:rsidR="003E736D">
        <w:t xml:space="preserve"> </w:t>
      </w:r>
      <w:r>
        <w:t>totally</w:t>
      </w:r>
      <w:r w:rsidR="003E736D">
        <w:t xml:space="preserve"> </w:t>
      </w:r>
      <w:r>
        <w:t>responsible</w:t>
      </w:r>
      <w:r w:rsidR="003E736D">
        <w:t xml:space="preserve"> </w:t>
      </w:r>
      <w:r>
        <w:t>for</w:t>
      </w:r>
      <w:r w:rsidR="003E736D">
        <w:t xml:space="preserve"> </w:t>
      </w:r>
      <w:r>
        <w:t>compliance</w:t>
      </w:r>
      <w:r w:rsidR="003E736D">
        <w:t xml:space="preserve"> </w:t>
      </w:r>
      <w:r>
        <w:t>with</w:t>
      </w:r>
      <w:r w:rsidR="003E736D">
        <w:t xml:space="preserve"> </w:t>
      </w:r>
      <w:r>
        <w:t>OSHA,</w:t>
      </w:r>
      <w:r w:rsidR="003E736D">
        <w:t xml:space="preserve"> </w:t>
      </w:r>
      <w:r w:rsidR="00E060F7">
        <w:t>DOSH</w:t>
      </w:r>
      <w:r>
        <w:t>,</w:t>
      </w:r>
      <w:r w:rsidR="003E736D">
        <w:t xml:space="preserve"> </w:t>
      </w:r>
      <w:r>
        <w:t>Port</w:t>
      </w:r>
      <w:r w:rsidR="003E736D">
        <w:t xml:space="preserve"> </w:t>
      </w:r>
      <w:r>
        <w:t>or</w:t>
      </w:r>
      <w:r w:rsidR="003E736D">
        <w:t xml:space="preserve"> </w:t>
      </w:r>
      <w:r>
        <w:t>other</w:t>
      </w:r>
      <w:r w:rsidR="003E736D">
        <w:t xml:space="preserve"> </w:t>
      </w:r>
      <w:r>
        <w:t>applicable</w:t>
      </w:r>
      <w:r w:rsidR="003E736D">
        <w:t xml:space="preserve"> </w:t>
      </w:r>
      <w:r>
        <w:t>rules</w:t>
      </w:r>
      <w:r w:rsidR="003E736D">
        <w:t xml:space="preserve"> </w:t>
      </w:r>
      <w:r>
        <w:t>and</w:t>
      </w:r>
      <w:r w:rsidR="003E736D">
        <w:t xml:space="preserve"> </w:t>
      </w:r>
      <w:r>
        <w:t>orders.</w:t>
      </w:r>
      <w:r w:rsidR="003E736D">
        <w:t xml:space="preserve"> </w:t>
      </w:r>
      <w:r>
        <w:t>Additionally,</w:t>
      </w:r>
      <w:r w:rsidR="003E736D">
        <w:t xml:space="preserve"> </w:t>
      </w:r>
      <w:r>
        <w:t>the</w:t>
      </w:r>
      <w:r w:rsidR="003E736D">
        <w:t xml:space="preserve"> </w:t>
      </w:r>
      <w:r>
        <w:t>plan</w:t>
      </w:r>
      <w:r w:rsidR="003E736D">
        <w:t xml:space="preserve"> </w:t>
      </w:r>
      <w:r>
        <w:t>will</w:t>
      </w:r>
      <w:r w:rsidR="003E736D">
        <w:t xml:space="preserve"> </w:t>
      </w:r>
      <w:r>
        <w:t>require</w:t>
      </w:r>
      <w:r w:rsidR="003E736D">
        <w:t xml:space="preserve"> </w:t>
      </w:r>
      <w:r>
        <w:t>a</w:t>
      </w:r>
      <w:r w:rsidR="003E736D">
        <w:t xml:space="preserve"> </w:t>
      </w:r>
      <w:r>
        <w:t>place</w:t>
      </w:r>
      <w:r w:rsidR="003E736D">
        <w:t xml:space="preserve"> </w:t>
      </w:r>
      <w:r>
        <w:t>of</w:t>
      </w:r>
      <w:r w:rsidR="003E736D">
        <w:t xml:space="preserve"> </w:t>
      </w:r>
      <w:r>
        <w:t>employment</w:t>
      </w:r>
      <w:r w:rsidR="003E736D">
        <w:t xml:space="preserve"> </w:t>
      </w:r>
      <w:r>
        <w:t>that</w:t>
      </w:r>
      <w:r w:rsidR="003E736D">
        <w:t xml:space="preserve"> </w:t>
      </w:r>
      <w:r>
        <w:t>is</w:t>
      </w:r>
      <w:r w:rsidR="003E736D">
        <w:t xml:space="preserve"> </w:t>
      </w:r>
      <w:r>
        <w:t>free</w:t>
      </w:r>
      <w:r w:rsidR="003E736D">
        <w:t xml:space="preserve"> </w:t>
      </w:r>
      <w:r>
        <w:t>of</w:t>
      </w:r>
      <w:r w:rsidR="003E736D">
        <w:t xml:space="preserve"> </w:t>
      </w:r>
      <w:r>
        <w:t>unsanitary</w:t>
      </w:r>
      <w:r w:rsidR="003E736D">
        <w:t xml:space="preserve"> </w:t>
      </w:r>
      <w:r>
        <w:t>or</w:t>
      </w:r>
      <w:r w:rsidR="003E736D">
        <w:t xml:space="preserve"> </w:t>
      </w:r>
      <w:r>
        <w:t>hazardous</w:t>
      </w:r>
      <w:r w:rsidR="003E736D">
        <w:t xml:space="preserve"> </w:t>
      </w:r>
      <w:r>
        <w:t>conditions</w:t>
      </w:r>
      <w:r w:rsidR="003E736D">
        <w:t xml:space="preserve"> </w:t>
      </w:r>
      <w:r>
        <w:t>that</w:t>
      </w:r>
      <w:r w:rsidR="003E736D">
        <w:t xml:space="preserve"> </w:t>
      </w:r>
      <w:r>
        <w:t>would</w:t>
      </w:r>
      <w:r w:rsidR="003E736D">
        <w:t xml:space="preserve"> </w:t>
      </w:r>
      <w:r>
        <w:t>harm</w:t>
      </w:r>
      <w:r w:rsidR="003E736D">
        <w:t xml:space="preserve"> </w:t>
      </w:r>
      <w:r>
        <w:t>an</w:t>
      </w:r>
      <w:r w:rsidR="003E736D">
        <w:t xml:space="preserve"> </w:t>
      </w:r>
      <w:r>
        <w:t>employee's</w:t>
      </w:r>
      <w:r w:rsidR="003E736D">
        <w:t xml:space="preserve"> </w:t>
      </w:r>
      <w:r>
        <w:t>health</w:t>
      </w:r>
      <w:r w:rsidR="003E736D">
        <w:t xml:space="preserve"> </w:t>
      </w:r>
      <w:r>
        <w:t>or</w:t>
      </w:r>
      <w:r w:rsidR="003E736D">
        <w:t xml:space="preserve"> </w:t>
      </w:r>
      <w:r>
        <w:t>safety.</w:t>
      </w:r>
    </w:p>
    <w:p w14:paraId="3FFA211F" w14:textId="77777777" w:rsidR="00B253FB" w:rsidRDefault="00B253FB" w:rsidP="004F1BCE">
      <w:pPr>
        <w:pStyle w:val="Spec"/>
        <w:numPr>
          <w:ilvl w:val="2"/>
          <w:numId w:val="2"/>
        </w:numPr>
      </w:pPr>
      <w:r>
        <w:rPr>
          <w:b/>
        </w:rPr>
        <w:t>Safety</w:t>
      </w:r>
      <w:r w:rsidR="003E736D">
        <w:rPr>
          <w:b/>
        </w:rPr>
        <w:t xml:space="preserve"> </w:t>
      </w:r>
      <w:r>
        <w:rPr>
          <w:b/>
        </w:rPr>
        <w:t>Inspections</w:t>
      </w:r>
      <w:r w:rsidRPr="00DF77C6">
        <w:t>:</w:t>
      </w:r>
      <w:r w:rsidR="003E736D" w:rsidRPr="00DF77C6">
        <w:t xml:space="preserve"> </w:t>
      </w:r>
      <w:r>
        <w:t>Detailed</w:t>
      </w:r>
      <w:r w:rsidR="003E736D">
        <w:t xml:space="preserve"> </w:t>
      </w:r>
      <w:r>
        <w:t>information</w:t>
      </w:r>
      <w:r w:rsidR="003E736D">
        <w:t xml:space="preserve"> </w:t>
      </w:r>
      <w:r>
        <w:t>concerning</w:t>
      </w:r>
      <w:r w:rsidR="003E736D">
        <w:t xml:space="preserve"> </w:t>
      </w:r>
      <w:r>
        <w:t>how</w:t>
      </w:r>
      <w:r w:rsidR="003E736D">
        <w:t xml:space="preserve"> </w:t>
      </w:r>
      <w:r>
        <w:t>safety</w:t>
      </w:r>
      <w:r w:rsidR="003E736D">
        <w:t xml:space="preserve"> </w:t>
      </w:r>
      <w:r>
        <w:t>inspections</w:t>
      </w:r>
      <w:r w:rsidR="003E736D">
        <w:t xml:space="preserve"> </w:t>
      </w:r>
      <w:r>
        <w:t>will</w:t>
      </w:r>
      <w:r w:rsidR="003E736D">
        <w:t xml:space="preserve"> </w:t>
      </w:r>
      <w:r>
        <w:t>be</w:t>
      </w:r>
      <w:r w:rsidR="003E736D">
        <w:t xml:space="preserve"> </w:t>
      </w:r>
      <w:r>
        <w:t>conducted,</w:t>
      </w:r>
      <w:r w:rsidR="003E736D">
        <w:t xml:space="preserve"> </w:t>
      </w:r>
      <w:r>
        <w:t>their</w:t>
      </w:r>
      <w:r w:rsidR="003E736D">
        <w:t xml:space="preserve"> </w:t>
      </w:r>
      <w:r>
        <w:t>frequency,</w:t>
      </w:r>
      <w:r w:rsidR="003E736D">
        <w:t xml:space="preserve"> </w:t>
      </w:r>
      <w:r>
        <w:t>and</w:t>
      </w:r>
      <w:r w:rsidR="003E736D">
        <w:t xml:space="preserve"> </w:t>
      </w:r>
      <w:r>
        <w:t>their</w:t>
      </w:r>
      <w:r w:rsidR="003E736D">
        <w:t xml:space="preserve"> </w:t>
      </w:r>
      <w:r>
        <w:t>documentation.</w:t>
      </w:r>
    </w:p>
    <w:p w14:paraId="79D5713C" w14:textId="363041CB" w:rsidR="00B253FB" w:rsidRDefault="00B253FB" w:rsidP="004F1BCE">
      <w:pPr>
        <w:pStyle w:val="Spec"/>
        <w:numPr>
          <w:ilvl w:val="2"/>
          <w:numId w:val="2"/>
        </w:numPr>
      </w:pPr>
      <w:r>
        <w:rPr>
          <w:b/>
        </w:rPr>
        <w:t>Safety</w:t>
      </w:r>
      <w:r w:rsidR="003E736D">
        <w:rPr>
          <w:b/>
        </w:rPr>
        <w:t xml:space="preserve"> </w:t>
      </w:r>
      <w:r>
        <w:rPr>
          <w:b/>
        </w:rPr>
        <w:t>Personnel</w:t>
      </w:r>
      <w:r w:rsidRPr="00DF77C6">
        <w:t>:</w:t>
      </w:r>
      <w:r w:rsidR="003E736D" w:rsidRPr="00DF77C6">
        <w:t xml:space="preserve"> </w:t>
      </w:r>
      <w:r>
        <w:t>State</w:t>
      </w:r>
      <w:r w:rsidR="003E736D">
        <w:t xml:space="preserve"> </w:t>
      </w:r>
      <w:r>
        <w:t>the</w:t>
      </w:r>
      <w:r w:rsidR="003E736D">
        <w:t xml:space="preserve"> </w:t>
      </w:r>
      <w:r>
        <w:t>name</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Representative(s),</w:t>
      </w:r>
      <w:r w:rsidR="003E736D">
        <w:t xml:space="preserve"> </w:t>
      </w:r>
      <w:r>
        <w:t>their</w:t>
      </w:r>
      <w:r w:rsidR="003E736D">
        <w:t xml:space="preserve"> </w:t>
      </w:r>
      <w:r>
        <w:t>experience</w:t>
      </w:r>
      <w:r w:rsidR="003E736D">
        <w:t xml:space="preserve"> </w:t>
      </w:r>
      <w:r>
        <w:t>and</w:t>
      </w:r>
      <w:r w:rsidR="003E736D">
        <w:t xml:space="preserve"> </w:t>
      </w:r>
      <w:r>
        <w:t>qualifications</w:t>
      </w:r>
      <w:r w:rsidR="003E736D">
        <w:t xml:space="preserve"> </w:t>
      </w:r>
      <w:r>
        <w:t>(i.e.</w:t>
      </w:r>
      <w:r w:rsidR="003E736D">
        <w:t xml:space="preserve"> </w:t>
      </w:r>
      <w:r>
        <w:t>Training</w:t>
      </w:r>
      <w:r w:rsidR="003E736D">
        <w:t xml:space="preserve"> </w:t>
      </w:r>
      <w:r>
        <w:t>in</w:t>
      </w:r>
      <w:r w:rsidR="003E736D">
        <w:t xml:space="preserve"> </w:t>
      </w:r>
      <w:r>
        <w:t>the</w:t>
      </w:r>
      <w:r w:rsidR="003E736D">
        <w:t xml:space="preserve"> </w:t>
      </w:r>
      <w:r>
        <w:t>OSHA</w:t>
      </w:r>
      <w:r w:rsidR="003E736D">
        <w:t xml:space="preserve"> </w:t>
      </w:r>
      <w:r>
        <w:t>500</w:t>
      </w:r>
      <w:r w:rsidR="00A45589">
        <w:t xml:space="preserve"> (or equivalent)</w:t>
      </w:r>
      <w:r>
        <w:t>,</w:t>
      </w:r>
      <w:r w:rsidR="003E736D">
        <w:t xml:space="preserve"> </w:t>
      </w:r>
      <w:r>
        <w:t>30-hour</w:t>
      </w:r>
      <w:r w:rsidR="003E736D">
        <w:t xml:space="preserve"> </w:t>
      </w:r>
      <w:r>
        <w:t>or</w:t>
      </w:r>
      <w:r w:rsidR="003E736D">
        <w:t xml:space="preserve"> </w:t>
      </w:r>
      <w:r>
        <w:t>10-hour)</w:t>
      </w:r>
      <w:r w:rsidR="003E736D">
        <w:t xml:space="preserve"> </w:t>
      </w:r>
      <w:r>
        <w:t>Indicate</w:t>
      </w:r>
      <w:r w:rsidR="003E736D">
        <w:t xml:space="preserve"> </w:t>
      </w:r>
      <w:r>
        <w:t>their</w:t>
      </w:r>
      <w:r w:rsidR="003E736D">
        <w:t xml:space="preserve"> </w:t>
      </w:r>
      <w:r>
        <w:t>authority</w:t>
      </w:r>
      <w:r w:rsidR="003E736D">
        <w:t xml:space="preserve"> </w:t>
      </w:r>
      <w:r>
        <w:t>to</w:t>
      </w:r>
      <w:r w:rsidR="003E736D">
        <w:t xml:space="preserve"> </w:t>
      </w:r>
      <w:r>
        <w:t>take</w:t>
      </w:r>
      <w:r w:rsidR="003E736D">
        <w:t xml:space="preserve"> </w:t>
      </w:r>
      <w:r>
        <w:t>the</w:t>
      </w:r>
      <w:r w:rsidR="003E736D">
        <w:t xml:space="preserve"> </w:t>
      </w:r>
      <w:r>
        <w:t>appropriate</w:t>
      </w:r>
      <w:r w:rsidR="003E736D">
        <w:t xml:space="preserve"> </w:t>
      </w:r>
      <w:r>
        <w:t>measures</w:t>
      </w:r>
      <w:r w:rsidR="003E736D">
        <w:t xml:space="preserve"> </w:t>
      </w:r>
      <w:r>
        <w:t>to</w:t>
      </w:r>
      <w:r w:rsidR="003E736D">
        <w:t xml:space="preserve"> </w:t>
      </w:r>
      <w:r>
        <w:t>eliminate</w:t>
      </w:r>
      <w:r w:rsidR="003E736D">
        <w:t xml:space="preserve"> </w:t>
      </w:r>
      <w:r>
        <w:t>hazards</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hazardous</w:t>
      </w:r>
      <w:r w:rsidR="003E736D">
        <w:t xml:space="preserve"> </w:t>
      </w:r>
      <w:r>
        <w:t>conditions</w:t>
      </w:r>
      <w:r w:rsidR="003E736D">
        <w:t xml:space="preserve"> </w:t>
      </w:r>
      <w:r>
        <w:t>are</w:t>
      </w:r>
      <w:r w:rsidR="003E736D">
        <w:t xml:space="preserve"> </w:t>
      </w:r>
      <w:r>
        <w:t>corrected.</w:t>
      </w:r>
    </w:p>
    <w:p w14:paraId="0C65F5DF" w14:textId="7458D9AA" w:rsidR="00050C10" w:rsidRDefault="00050C10" w:rsidP="004F1BCE">
      <w:pPr>
        <w:pStyle w:val="Spec"/>
        <w:numPr>
          <w:ilvl w:val="2"/>
          <w:numId w:val="2"/>
        </w:numPr>
      </w:pPr>
      <w:r>
        <w:rPr>
          <w:b/>
        </w:rPr>
        <w:t>Safety Requirements, Electrical</w:t>
      </w:r>
      <w:r w:rsidRPr="001A1ED9">
        <w:t xml:space="preserve">: </w:t>
      </w:r>
      <w:r>
        <w:t>Testing, inspection and repair of electrical equipment, GFCI Program, lockout/tagout procedures, how existing circuits will be located and the installation of electrical circuits in accordance with the National Electric Code or Port Mandated Requirements.</w:t>
      </w:r>
    </w:p>
    <w:p w14:paraId="3E963538" w14:textId="03499C55"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Equipment</w:t>
      </w:r>
      <w:r>
        <w:t>:</w:t>
      </w:r>
      <w:r w:rsidR="003E736D">
        <w:t xml:space="preserve"> </w:t>
      </w:r>
      <w:r w:rsidRPr="00526499">
        <w:t>Operation,</w:t>
      </w:r>
      <w:r w:rsidR="00A45589">
        <w:t xml:space="preserve"> </w:t>
      </w:r>
      <w:r w:rsidR="0068784F">
        <w:t xml:space="preserve">documented daily </w:t>
      </w:r>
      <w:r>
        <w:t>inspection,</w:t>
      </w:r>
      <w:r w:rsidR="003E736D">
        <w:t xml:space="preserve"> </w:t>
      </w:r>
      <w:r>
        <w:t>and</w:t>
      </w:r>
      <w:r w:rsidR="003E736D">
        <w:t xml:space="preserve"> </w:t>
      </w:r>
      <w:r>
        <w:t>maintenance</w:t>
      </w:r>
      <w:r w:rsidR="003E736D">
        <w:t xml:space="preserve"> </w:t>
      </w:r>
      <w:r>
        <w:t>for</w:t>
      </w:r>
      <w:r w:rsidR="003E736D">
        <w:t xml:space="preserve"> </w:t>
      </w:r>
      <w:r>
        <w:t>trucks</w:t>
      </w:r>
      <w:r w:rsidR="003E736D">
        <w:t xml:space="preserve"> </w:t>
      </w:r>
      <w:r>
        <w:t>and</w:t>
      </w:r>
      <w:r w:rsidR="003E736D">
        <w:t xml:space="preserve"> </w:t>
      </w:r>
      <w:r>
        <w:t>heavy</w:t>
      </w:r>
      <w:r w:rsidR="003E736D">
        <w:t xml:space="preserve"> </w:t>
      </w:r>
      <w:r>
        <w:t>equipment</w:t>
      </w:r>
      <w:r w:rsidR="003E736D">
        <w:t xml:space="preserve"> </w:t>
      </w:r>
      <w:r>
        <w:t>such</w:t>
      </w:r>
      <w:r w:rsidR="003E736D">
        <w:t xml:space="preserve"> </w:t>
      </w:r>
      <w:r>
        <w:t>as</w:t>
      </w:r>
      <w:r w:rsidR="003E736D">
        <w:t xml:space="preserve"> </w:t>
      </w:r>
      <w:r>
        <w:t>backhoes,</w:t>
      </w:r>
      <w:r w:rsidR="003E736D">
        <w:t xml:space="preserve"> </w:t>
      </w:r>
      <w:r>
        <w:t>dozers,</w:t>
      </w:r>
      <w:r w:rsidR="003E736D">
        <w:t xml:space="preserve"> </w:t>
      </w:r>
      <w:r>
        <w:t>motor</w:t>
      </w:r>
      <w:r w:rsidR="003E736D">
        <w:t xml:space="preserve"> </w:t>
      </w:r>
      <w:r>
        <w:t>graders,</w:t>
      </w:r>
      <w:r w:rsidR="003E736D">
        <w:t xml:space="preserve"> </w:t>
      </w:r>
      <w:r>
        <w:t>elevated</w:t>
      </w:r>
      <w:r w:rsidR="003E736D">
        <w:t xml:space="preserve"> </w:t>
      </w:r>
      <w:r>
        <w:t>work</w:t>
      </w:r>
      <w:r w:rsidR="003E736D">
        <w:t xml:space="preserve"> </w:t>
      </w:r>
      <w:r>
        <w:t>platforms,</w:t>
      </w:r>
      <w:r w:rsidR="003E736D">
        <w:t xml:space="preserve"> </w:t>
      </w:r>
      <w:r>
        <w:t>powered</w:t>
      </w:r>
      <w:r w:rsidR="003E736D">
        <w:t xml:space="preserve"> </w:t>
      </w:r>
      <w:r>
        <w:t>industrial</w:t>
      </w:r>
      <w:r w:rsidR="003E736D">
        <w:t xml:space="preserve"> </w:t>
      </w:r>
      <w:r>
        <w:t>trucks,</w:t>
      </w:r>
      <w:r w:rsidR="003E736D">
        <w:t xml:space="preserve"> </w:t>
      </w:r>
      <w:r w:rsidR="0041675C">
        <w:t xml:space="preserve">and </w:t>
      </w:r>
      <w:r>
        <w:t>all</w:t>
      </w:r>
      <w:r w:rsidR="003E736D">
        <w:t xml:space="preserve"> </w:t>
      </w:r>
      <w:r>
        <w:t>hand</w:t>
      </w:r>
      <w:r w:rsidR="003E736D">
        <w:t xml:space="preserve"> </w:t>
      </w:r>
      <w:r>
        <w:t>and</w:t>
      </w:r>
      <w:r w:rsidR="003E736D">
        <w:t xml:space="preserve"> </w:t>
      </w:r>
      <w:r>
        <w:t>power</w:t>
      </w:r>
      <w:r w:rsidR="003E736D">
        <w:t xml:space="preserve"> </w:t>
      </w:r>
      <w:r>
        <w:t>tools.</w:t>
      </w:r>
    </w:p>
    <w:p w14:paraId="23846A94"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Ladders</w:t>
      </w:r>
      <w:r w:rsidRPr="00DF77C6">
        <w:t>:</w:t>
      </w:r>
      <w:r w:rsidR="003E736D" w:rsidRPr="00DF77C6">
        <w:t xml:space="preserve"> </w:t>
      </w:r>
      <w:r>
        <w:t>Types</w:t>
      </w:r>
      <w:r w:rsidR="003E736D">
        <w:t xml:space="preserve"> </w:t>
      </w:r>
      <w:r>
        <w:t>of</w:t>
      </w:r>
      <w:r w:rsidR="003E736D">
        <w:t xml:space="preserve"> </w:t>
      </w:r>
      <w:r>
        <w:t>ladders</w:t>
      </w:r>
      <w:r w:rsidR="003E736D">
        <w:t xml:space="preserve"> </w:t>
      </w:r>
      <w:r>
        <w:t>for</w:t>
      </w:r>
      <w:r w:rsidR="003E736D">
        <w:t xml:space="preserve"> </w:t>
      </w:r>
      <w:r>
        <w:t>specific</w:t>
      </w:r>
      <w:r w:rsidR="003E736D">
        <w:t xml:space="preserve"> </w:t>
      </w:r>
      <w:r>
        <w:t>uses</w:t>
      </w:r>
      <w:r w:rsidR="003E736D">
        <w:t xml:space="preserve"> </w:t>
      </w:r>
      <w:r>
        <w:t>and</w:t>
      </w:r>
      <w:r w:rsidR="003E736D">
        <w:t xml:space="preserve"> </w:t>
      </w:r>
      <w:r>
        <w:t>their</w:t>
      </w:r>
      <w:r w:rsidR="003E736D">
        <w:t xml:space="preserve"> </w:t>
      </w:r>
      <w:r>
        <w:t>training</w:t>
      </w:r>
      <w:r w:rsidR="003E736D">
        <w:t xml:space="preserve"> </w:t>
      </w:r>
      <w:r>
        <w:t>requirements.</w:t>
      </w:r>
    </w:p>
    <w:p w14:paraId="29F98350" w14:textId="77777777" w:rsidR="00B253FB" w:rsidRDefault="00B253FB" w:rsidP="004F1BCE">
      <w:pPr>
        <w:pStyle w:val="Spec"/>
        <w:numPr>
          <w:ilvl w:val="2"/>
          <w:numId w:val="2"/>
        </w:numPr>
      </w:pPr>
      <w:r>
        <w:rPr>
          <w:b/>
        </w:rPr>
        <w:t>Site</w:t>
      </w:r>
      <w:r w:rsidR="003E736D">
        <w:rPr>
          <w:b/>
        </w:rPr>
        <w:t xml:space="preserve"> </w:t>
      </w:r>
      <w:r>
        <w:rPr>
          <w:b/>
        </w:rPr>
        <w:t>Layout</w:t>
      </w:r>
      <w:r w:rsidRPr="00DF77C6">
        <w:t>:</w:t>
      </w:r>
      <w:r w:rsidR="003E736D" w:rsidRPr="00DF77C6">
        <w:t xml:space="preserve"> </w:t>
      </w:r>
      <w:r>
        <w:t>A</w:t>
      </w:r>
      <w:r w:rsidR="003E736D">
        <w:t xml:space="preserve"> </w:t>
      </w:r>
      <w:r>
        <w:t>layout</w:t>
      </w:r>
      <w:r w:rsidR="003E736D">
        <w:t xml:space="preserve"> </w:t>
      </w:r>
      <w:r>
        <w:t>drawing</w:t>
      </w:r>
      <w:r w:rsidR="003E736D">
        <w:t xml:space="preserve"> </w:t>
      </w:r>
      <w:r>
        <w:t>of</w:t>
      </w:r>
      <w:r w:rsidR="003E736D">
        <w:t xml:space="preserve"> </w:t>
      </w:r>
      <w:r>
        <w:t>the</w:t>
      </w:r>
      <w:r w:rsidR="003E736D">
        <w:t xml:space="preserve"> </w:t>
      </w:r>
      <w:r>
        <w:t>site</w:t>
      </w:r>
      <w:r w:rsidR="003E736D">
        <w:t xml:space="preserve"> </w:t>
      </w:r>
      <w:r>
        <w:t>indicating</w:t>
      </w:r>
      <w:r w:rsidR="003E736D">
        <w:t xml:space="preserve"> </w:t>
      </w:r>
      <w:r>
        <w:t>access</w:t>
      </w:r>
      <w:r w:rsidR="003E736D">
        <w:t xml:space="preserve"> </w:t>
      </w:r>
      <w:r>
        <w:t>roads,</w:t>
      </w:r>
      <w:r w:rsidR="003E736D">
        <w:t xml:space="preserve"> </w:t>
      </w:r>
      <w:r>
        <w:t>fire</w:t>
      </w:r>
      <w:r w:rsidR="003E736D">
        <w:t xml:space="preserve"> </w:t>
      </w:r>
      <w:r>
        <w:t>and</w:t>
      </w:r>
      <w:r w:rsidR="003E736D">
        <w:t xml:space="preserve"> </w:t>
      </w:r>
      <w:r>
        <w:t>ambulance</w:t>
      </w:r>
      <w:r w:rsidR="003E736D">
        <w:t xml:space="preserve"> </w:t>
      </w:r>
      <w:r>
        <w:t>lanes,</w:t>
      </w:r>
      <w:r w:rsidR="003E736D">
        <w:t xml:space="preserve"> </w:t>
      </w:r>
      <w:r>
        <w:t>location</w:t>
      </w:r>
      <w:r w:rsidR="003E736D">
        <w:t xml:space="preserve"> </w:t>
      </w:r>
      <w:r>
        <w:t>of</w:t>
      </w:r>
      <w:r w:rsidR="003E736D">
        <w:t xml:space="preserve"> </w:t>
      </w:r>
      <w:r>
        <w:t>first</w:t>
      </w:r>
      <w:r w:rsidR="003E736D">
        <w:t xml:space="preserve"> </w:t>
      </w:r>
      <w:r>
        <w:t>aid</w:t>
      </w:r>
      <w:r w:rsidR="003E736D">
        <w:t xml:space="preserve"> </w:t>
      </w:r>
      <w:r>
        <w:t>stations,</w:t>
      </w:r>
      <w:r w:rsidR="003E736D">
        <w:t xml:space="preserve"> </w:t>
      </w:r>
      <w:r>
        <w:t>location</w:t>
      </w:r>
      <w:r w:rsidR="003E736D">
        <w:t xml:space="preserve"> </w:t>
      </w:r>
      <w:r>
        <w:t>of</w:t>
      </w:r>
      <w:r w:rsidR="003E736D">
        <w:t xml:space="preserve"> </w:t>
      </w:r>
      <w:r>
        <w:t>required</w:t>
      </w:r>
      <w:r w:rsidR="003E736D">
        <w:t xml:space="preserve"> </w:t>
      </w:r>
      <w:r>
        <w:t>alarm</w:t>
      </w:r>
      <w:r w:rsidR="003E736D">
        <w:t xml:space="preserve"> </w:t>
      </w:r>
      <w:r>
        <w:t>systems,</w:t>
      </w:r>
      <w:r w:rsidR="003E736D">
        <w:t xml:space="preserve"> </w:t>
      </w:r>
      <w:r>
        <w:t>location</w:t>
      </w:r>
      <w:r w:rsidR="003E736D">
        <w:t xml:space="preserve"> </w:t>
      </w:r>
      <w:r>
        <w:t>of</w:t>
      </w:r>
      <w:r w:rsidR="003E736D">
        <w:t xml:space="preserve"> </w:t>
      </w:r>
      <w:r>
        <w:t>offices,</w:t>
      </w:r>
      <w:r w:rsidR="003E736D">
        <w:t xml:space="preserve"> </w:t>
      </w:r>
      <w:r>
        <w:t>parking</w:t>
      </w:r>
      <w:r w:rsidR="003E736D">
        <w:t xml:space="preserve"> </w:t>
      </w:r>
      <w:r>
        <w:t>for</w:t>
      </w:r>
      <w:r w:rsidR="003E736D">
        <w:t xml:space="preserve"> </w:t>
      </w:r>
      <w:r>
        <w:t>private</w:t>
      </w:r>
      <w:r w:rsidR="003E736D">
        <w:t xml:space="preserve"> </w:t>
      </w:r>
      <w:r>
        <w:t>vehicles</w:t>
      </w:r>
      <w:r w:rsidR="003E736D">
        <w:t xml:space="preserve"> </w:t>
      </w:r>
      <w:r>
        <w:t>and</w:t>
      </w:r>
      <w:r w:rsidR="003E736D">
        <w:t xml:space="preserve"> </w:t>
      </w:r>
      <w:r>
        <w:t>equipment,</w:t>
      </w:r>
      <w:r w:rsidR="003E736D">
        <w:t xml:space="preserve"> </w:t>
      </w:r>
      <w:r>
        <w:t>and</w:t>
      </w:r>
      <w:r w:rsidR="003E736D">
        <w:t xml:space="preserve"> </w:t>
      </w:r>
      <w:r>
        <w:t>storage</w:t>
      </w:r>
      <w:r w:rsidR="003E736D">
        <w:t xml:space="preserve"> </w:t>
      </w:r>
      <w:r>
        <w:t>of</w:t>
      </w:r>
      <w:r w:rsidR="003E736D">
        <w:t xml:space="preserve"> </w:t>
      </w:r>
      <w:r>
        <w:t>all</w:t>
      </w:r>
      <w:r w:rsidR="003E736D">
        <w:t xml:space="preserve"> </w:t>
      </w:r>
      <w:r>
        <w:t>flammable</w:t>
      </w:r>
      <w:r w:rsidR="003E736D">
        <w:t xml:space="preserve"> </w:t>
      </w:r>
      <w:r>
        <w:t>and/or</w:t>
      </w:r>
      <w:r w:rsidR="003E736D">
        <w:t xml:space="preserve"> </w:t>
      </w:r>
      <w:r>
        <w:t>combustible</w:t>
      </w:r>
      <w:r w:rsidR="003E736D">
        <w:t xml:space="preserve"> </w:t>
      </w:r>
      <w:r>
        <w:t>liquids,</w:t>
      </w:r>
      <w:r w:rsidR="003E736D">
        <w:t xml:space="preserve"> </w:t>
      </w:r>
      <w:r>
        <w:t>gases,</w:t>
      </w:r>
      <w:r w:rsidR="003E736D">
        <w:t xml:space="preserve"> </w:t>
      </w:r>
      <w:r>
        <w:t>or</w:t>
      </w:r>
      <w:r w:rsidR="003E736D">
        <w:t xml:space="preserve"> </w:t>
      </w:r>
      <w:r>
        <w:t>other</w:t>
      </w:r>
      <w:r w:rsidR="003E736D">
        <w:t xml:space="preserve"> </w:t>
      </w:r>
      <w:r>
        <w:t>hazardous</w:t>
      </w:r>
      <w:r w:rsidR="003E736D">
        <w:t xml:space="preserve"> </w:t>
      </w:r>
      <w:r>
        <w:t>materials.</w:t>
      </w:r>
    </w:p>
    <w:p w14:paraId="642F5BD8" w14:textId="77777777" w:rsidR="00B253FB" w:rsidRDefault="00B253FB" w:rsidP="004F1BCE">
      <w:pPr>
        <w:pStyle w:val="Spec"/>
        <w:numPr>
          <w:ilvl w:val="2"/>
          <w:numId w:val="2"/>
        </w:numPr>
      </w:pPr>
      <w:r>
        <w:rPr>
          <w:b/>
        </w:rPr>
        <w:t>Storage</w:t>
      </w:r>
      <w:r w:rsidRPr="00DF77C6">
        <w:t>:</w:t>
      </w:r>
      <w:r w:rsidR="003E736D" w:rsidRPr="00DF77C6">
        <w:t xml:space="preserve"> </w:t>
      </w:r>
      <w:r>
        <w:t>Requirements</w:t>
      </w:r>
      <w:r w:rsidR="003E736D">
        <w:t xml:space="preserve"> </w:t>
      </w:r>
      <w:r>
        <w:t>for</w:t>
      </w:r>
      <w:r w:rsidR="003E736D">
        <w:t xml:space="preserve"> </w:t>
      </w:r>
      <w:r>
        <w:t>storage</w:t>
      </w:r>
      <w:r w:rsidR="003E736D">
        <w:t xml:space="preserve"> </w:t>
      </w:r>
      <w:r>
        <w:t>of</w:t>
      </w:r>
      <w:r w:rsidR="003E736D">
        <w:t xml:space="preserve"> </w:t>
      </w:r>
      <w:r>
        <w:t>flammable</w:t>
      </w:r>
      <w:r w:rsidR="003E736D">
        <w:t xml:space="preserve"> </w:t>
      </w:r>
      <w:r>
        <w:t>and</w:t>
      </w:r>
      <w:r w:rsidR="003E736D">
        <w:t xml:space="preserve"> </w:t>
      </w:r>
      <w:r>
        <w:t>combustible</w:t>
      </w:r>
      <w:r w:rsidR="003E736D">
        <w:t xml:space="preserve"> </w:t>
      </w:r>
      <w:r>
        <w:t>liquids</w:t>
      </w:r>
      <w:r w:rsidR="003E736D">
        <w:t xml:space="preserve"> </w:t>
      </w:r>
      <w:r>
        <w:t>or</w:t>
      </w:r>
      <w:r w:rsidR="003E736D">
        <w:t xml:space="preserve"> </w:t>
      </w:r>
      <w:r>
        <w:t>gases.</w:t>
      </w:r>
    </w:p>
    <w:p w14:paraId="07E347C3" w14:textId="77777777" w:rsidR="00B253FB" w:rsidRPr="00D70382" w:rsidRDefault="00B253FB" w:rsidP="004F1BCE">
      <w:pPr>
        <w:pStyle w:val="Spec"/>
        <w:numPr>
          <w:ilvl w:val="2"/>
          <w:numId w:val="2"/>
        </w:numPr>
      </w:pPr>
      <w:r>
        <w:rPr>
          <w:b/>
        </w:rPr>
        <w:t>Field</w:t>
      </w:r>
      <w:r w:rsidR="003E736D">
        <w:rPr>
          <w:b/>
        </w:rPr>
        <w:t xml:space="preserve"> </w:t>
      </w:r>
      <w:r>
        <w:rPr>
          <w:b/>
        </w:rPr>
        <w:t>Sanitation</w:t>
      </w:r>
      <w:r w:rsidRPr="00DF77C6">
        <w:t>:</w:t>
      </w:r>
      <w:r w:rsidR="003E736D" w:rsidRPr="00DF77C6">
        <w:t xml:space="preserve"> </w:t>
      </w:r>
      <w:r>
        <w:t>Provisions</w:t>
      </w:r>
      <w:r w:rsidR="003E736D">
        <w:t xml:space="preserve"> </w:t>
      </w:r>
      <w:r>
        <w:t>for</w:t>
      </w:r>
      <w:r w:rsidR="003E736D">
        <w:t xml:space="preserve"> </w:t>
      </w:r>
      <w:r>
        <w:t>toilet</w:t>
      </w:r>
      <w:r w:rsidR="003E736D">
        <w:t xml:space="preserve"> </w:t>
      </w:r>
      <w:r>
        <w:t>and</w:t>
      </w:r>
      <w:r w:rsidR="003E736D">
        <w:t xml:space="preserve"> </w:t>
      </w:r>
      <w:r>
        <w:t>hand</w:t>
      </w:r>
      <w:r w:rsidR="003E736D">
        <w:t xml:space="preserve"> </w:t>
      </w:r>
      <w:r>
        <w:t>washing</w:t>
      </w:r>
      <w:r w:rsidR="003E736D">
        <w:t xml:space="preserve"> </w:t>
      </w:r>
      <w:r>
        <w:t>facilities,</w:t>
      </w:r>
      <w:r w:rsidR="003E736D">
        <w:t xml:space="preserve"> </w:t>
      </w:r>
      <w:r>
        <w:t>including</w:t>
      </w:r>
      <w:r w:rsidR="003E736D">
        <w:t xml:space="preserve"> </w:t>
      </w:r>
      <w:r>
        <w:t>the</w:t>
      </w:r>
      <w:r w:rsidR="003E736D">
        <w:t xml:space="preserve"> </w:t>
      </w:r>
      <w:r>
        <w:t>frequency</w:t>
      </w:r>
      <w:r w:rsidR="003E736D">
        <w:t xml:space="preserve"> </w:t>
      </w:r>
      <w:r>
        <w:t>at</w:t>
      </w:r>
      <w:r w:rsidR="003E736D">
        <w:t xml:space="preserve"> </w:t>
      </w:r>
      <w:r>
        <w:t>which</w:t>
      </w:r>
      <w:r w:rsidR="003E736D">
        <w:t xml:space="preserve"> </w:t>
      </w:r>
      <w:r>
        <w:t>they</w:t>
      </w:r>
      <w:r w:rsidR="003E736D">
        <w:t xml:space="preserve"> </w:t>
      </w:r>
      <w:r>
        <w:t>will</w:t>
      </w:r>
      <w:r w:rsidR="003E736D">
        <w:t xml:space="preserve"> </w:t>
      </w:r>
      <w:r>
        <w:t>be</w:t>
      </w:r>
      <w:r w:rsidR="003E736D">
        <w:t xml:space="preserve"> </w:t>
      </w:r>
      <w:r>
        <w:t>cleaned</w:t>
      </w:r>
      <w:r w:rsidR="003E736D">
        <w:t xml:space="preserve"> </w:t>
      </w:r>
      <w:r>
        <w:t>and</w:t>
      </w:r>
      <w:r w:rsidR="003E736D">
        <w:t xml:space="preserve"> </w:t>
      </w:r>
      <w:r>
        <w:t>maintained.</w:t>
      </w:r>
    </w:p>
    <w:p w14:paraId="3544B299" w14:textId="77777777" w:rsidR="00FF7E60" w:rsidRDefault="00B253FB" w:rsidP="00015466">
      <w:pPr>
        <w:pStyle w:val="Spec"/>
        <w:numPr>
          <w:ilvl w:val="1"/>
          <w:numId w:val="2"/>
        </w:numPr>
      </w:pPr>
      <w:r>
        <w:t>SPECIAL</w:t>
      </w:r>
      <w:r w:rsidR="003E736D">
        <w:t xml:space="preserve"> </w:t>
      </w:r>
      <w:r>
        <w:t>PROVISIONS</w:t>
      </w:r>
    </w:p>
    <w:p w14:paraId="2784583F" w14:textId="77777777" w:rsidR="00B253FB" w:rsidRDefault="00B253FB" w:rsidP="00FF7E60">
      <w:pPr>
        <w:pStyle w:val="Spec"/>
        <w:numPr>
          <w:ilvl w:val="0"/>
          <w:numId w:val="0"/>
        </w:numPr>
        <w:ind w:left="2160"/>
      </w:pPr>
      <w:r>
        <w:t>Depending</w:t>
      </w:r>
      <w:r w:rsidR="003E736D">
        <w:t xml:space="preserve"> </w:t>
      </w:r>
      <w:r>
        <w:t>on</w:t>
      </w:r>
      <w:r w:rsidR="003E736D">
        <w:t xml:space="preserve"> </w:t>
      </w:r>
      <w:r>
        <w:t>the</w:t>
      </w:r>
      <w:r w:rsidR="003E736D">
        <w:t xml:space="preserve"> </w:t>
      </w:r>
      <w:r>
        <w:t>type</w:t>
      </w:r>
      <w:r w:rsidR="003E736D">
        <w:t xml:space="preserve"> </w:t>
      </w:r>
      <w:r>
        <w:t>of</w:t>
      </w:r>
      <w:r w:rsidR="003E736D">
        <w:t xml:space="preserve"> </w:t>
      </w:r>
      <w:r>
        <w:t>construction,</w:t>
      </w:r>
      <w:r w:rsidR="003E736D">
        <w:t xml:space="preserve"> </w:t>
      </w:r>
      <w:r>
        <w:t>additional</w:t>
      </w:r>
      <w:r w:rsidR="003E736D">
        <w:t xml:space="preserve"> </w:t>
      </w:r>
      <w:r>
        <w:t>items</w:t>
      </w:r>
      <w:r w:rsidR="003E736D">
        <w:t xml:space="preserve"> </w:t>
      </w:r>
      <w:r>
        <w:t>must</w:t>
      </w:r>
      <w:r w:rsidR="003E736D">
        <w:t xml:space="preserve"> </w:t>
      </w:r>
      <w:r>
        <w:t>be</w:t>
      </w:r>
      <w:r w:rsidR="003E736D">
        <w:t xml:space="preserve"> </w:t>
      </w:r>
      <w:r>
        <w:t>incorporated</w:t>
      </w:r>
      <w:r w:rsidR="003E736D">
        <w:t xml:space="preserve"> </w:t>
      </w:r>
      <w:r>
        <w:t>into</w:t>
      </w:r>
      <w:r w:rsidR="003E736D">
        <w:t xml:space="preserve"> </w:t>
      </w:r>
      <w:r>
        <w:t>the</w:t>
      </w:r>
      <w:r w:rsidR="003E736D">
        <w:t xml:space="preserve"> </w:t>
      </w:r>
      <w:r>
        <w:t>Contractor’s</w:t>
      </w:r>
      <w:r w:rsidR="003E736D">
        <w:t xml:space="preserve"> </w:t>
      </w:r>
      <w:r>
        <w:t>Safety</w:t>
      </w:r>
      <w:r w:rsidR="003E736D">
        <w:t xml:space="preserve"> </w:t>
      </w:r>
      <w:r>
        <w:t>Plan.</w:t>
      </w:r>
    </w:p>
    <w:p w14:paraId="1B3A395D" w14:textId="0FA3558F" w:rsidR="00B253FB" w:rsidRDefault="00B253FB" w:rsidP="00015466">
      <w:pPr>
        <w:pStyle w:val="Spec"/>
        <w:numPr>
          <w:ilvl w:val="2"/>
          <w:numId w:val="2"/>
        </w:numPr>
      </w:pPr>
      <w:r>
        <w:rPr>
          <w:b/>
        </w:rPr>
        <w:t>Confined</w:t>
      </w:r>
      <w:r w:rsidR="003E736D">
        <w:rPr>
          <w:b/>
        </w:rPr>
        <w:t xml:space="preserve"> </w:t>
      </w:r>
      <w:r>
        <w:rPr>
          <w:b/>
        </w:rPr>
        <w:t>Space</w:t>
      </w:r>
      <w:r w:rsidR="003E736D">
        <w:rPr>
          <w:b/>
        </w:rPr>
        <w:t xml:space="preserve"> </w:t>
      </w:r>
      <w:r>
        <w:rPr>
          <w:b/>
        </w:rPr>
        <w:t>Entry</w:t>
      </w:r>
      <w:r w:rsidRPr="00DF77C6">
        <w:t>:</w:t>
      </w:r>
      <w:r w:rsidR="003E736D" w:rsidRPr="00DF77C6">
        <w:t xml:space="preserve"> </w:t>
      </w:r>
      <w:r w:rsidRPr="00DF77C6">
        <w:t>Procedures</w:t>
      </w:r>
      <w:r w:rsidR="003E736D">
        <w:t xml:space="preserve"> </w:t>
      </w:r>
      <w:r>
        <w:t>for</w:t>
      </w:r>
      <w:r w:rsidR="003E736D">
        <w:t xml:space="preserve"> </w:t>
      </w:r>
      <w:r>
        <w:t>confined</w:t>
      </w:r>
      <w:r w:rsidR="003E736D">
        <w:t xml:space="preserve"> </w:t>
      </w:r>
      <w:r>
        <w:t>space</w:t>
      </w:r>
      <w:r w:rsidR="003E736D">
        <w:t xml:space="preserve"> </w:t>
      </w:r>
      <w:r>
        <w:t>entry</w:t>
      </w:r>
      <w:r w:rsidR="003E736D">
        <w:t xml:space="preserve"> </w:t>
      </w:r>
      <w:r>
        <w:t>and</w:t>
      </w:r>
      <w:r w:rsidR="003E736D">
        <w:t xml:space="preserve"> </w:t>
      </w:r>
      <w:r>
        <w:t>work</w:t>
      </w:r>
      <w:r w:rsidR="003E736D">
        <w:t xml:space="preserve"> </w:t>
      </w:r>
      <w:r>
        <w:t>operations</w:t>
      </w:r>
      <w:r w:rsidR="003E736D">
        <w:t xml:space="preserve"> </w:t>
      </w:r>
      <w:r>
        <w:t>in</w:t>
      </w:r>
      <w:r w:rsidR="003E736D">
        <w:t xml:space="preserve"> </w:t>
      </w:r>
      <w:r>
        <w:t>and</w:t>
      </w:r>
      <w:r w:rsidR="003E736D">
        <w:t xml:space="preserve"> </w:t>
      </w:r>
      <w:r>
        <w:t>around</w:t>
      </w:r>
      <w:r w:rsidR="003E736D">
        <w:t xml:space="preserve"> </w:t>
      </w:r>
      <w:r>
        <w:t>confined</w:t>
      </w:r>
      <w:r w:rsidR="003E736D">
        <w:t xml:space="preserve"> </w:t>
      </w:r>
      <w:r>
        <w:t>spaces</w:t>
      </w:r>
      <w:r w:rsidR="003E736D">
        <w:t xml:space="preserve"> </w:t>
      </w:r>
      <w:r>
        <w:t>(including</w:t>
      </w:r>
      <w:r w:rsidR="003E736D">
        <w:t xml:space="preserve"> </w:t>
      </w:r>
      <w:r>
        <w:t>elevator</w:t>
      </w:r>
      <w:r w:rsidR="003E736D">
        <w:t xml:space="preserve"> </w:t>
      </w:r>
      <w:r>
        <w:t>shafts)</w:t>
      </w:r>
      <w:r w:rsidR="003E736D">
        <w:t xml:space="preserve"> </w:t>
      </w:r>
      <w:r>
        <w:t>as</w:t>
      </w:r>
      <w:r w:rsidR="003E736D">
        <w:t xml:space="preserve"> </w:t>
      </w:r>
      <w:r>
        <w:t>well</w:t>
      </w:r>
      <w:r w:rsidR="003E736D">
        <w:t xml:space="preserve"> </w:t>
      </w:r>
      <w:r>
        <w:t>as</w:t>
      </w:r>
      <w:r w:rsidR="003E736D">
        <w:t xml:space="preserve"> </w:t>
      </w:r>
      <w:r>
        <w:t>emergency</w:t>
      </w:r>
      <w:r w:rsidR="003E736D">
        <w:t xml:space="preserve"> </w:t>
      </w:r>
      <w:r>
        <w:t>measures.</w:t>
      </w:r>
      <w:r w:rsidR="003E736D">
        <w:t xml:space="preserve"> </w:t>
      </w:r>
      <w:r>
        <w:t>These</w:t>
      </w:r>
      <w:r w:rsidR="003E736D">
        <w:t xml:space="preserve"> </w:t>
      </w:r>
      <w:r>
        <w:t>procedures</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requirements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C23B5D">
        <w:t xml:space="preserve">  Prior to daily entry, prime/general contractor shall be notified.</w:t>
      </w:r>
    </w:p>
    <w:p w14:paraId="23B75B69" w14:textId="0A7CA5E9" w:rsidR="0041675C" w:rsidRDefault="0041675C" w:rsidP="000A3C2D">
      <w:pPr>
        <w:pStyle w:val="Spec"/>
        <w:numPr>
          <w:ilvl w:val="3"/>
          <w:numId w:val="2"/>
        </w:numPr>
      </w:pPr>
      <w:r>
        <w:rPr>
          <w:b/>
        </w:rPr>
        <w:lastRenderedPageBreak/>
        <w:t>Airport</w:t>
      </w:r>
      <w:r w:rsidRPr="0041675C">
        <w:t>:</w:t>
      </w:r>
      <w:r>
        <w:t xml:space="preserve"> When entry is to be made into a Permit Required Confined Space the Port of Seattle Fire Department </w:t>
      </w:r>
      <w:r w:rsidR="00A45589">
        <w:t xml:space="preserve">Emergency Dispatch </w:t>
      </w:r>
      <w:r>
        <w:t>shall be contacted</w:t>
      </w:r>
      <w:r w:rsidR="00AB71B3">
        <w:t xml:space="preserve"> prior to entry and at completion</w:t>
      </w:r>
      <w:r w:rsidR="00410191">
        <w:t xml:space="preserve"> of shift</w:t>
      </w:r>
      <w:r>
        <w:t>.</w:t>
      </w:r>
    </w:p>
    <w:p w14:paraId="4C3A8E94" w14:textId="77777777" w:rsidR="00D2384B" w:rsidRDefault="00D2384B" w:rsidP="00015466">
      <w:pPr>
        <w:pStyle w:val="Spec"/>
        <w:numPr>
          <w:ilvl w:val="2"/>
          <w:numId w:val="2"/>
        </w:numPr>
      </w:pPr>
      <w:r>
        <w:rPr>
          <w:b/>
        </w:rPr>
        <w:t>Respiratory Protection Plan</w:t>
      </w:r>
    </w:p>
    <w:p w14:paraId="7D7CAFE2" w14:textId="77777777" w:rsidR="00D2384B" w:rsidRDefault="00D2384B" w:rsidP="00015466">
      <w:pPr>
        <w:pStyle w:val="Spec"/>
        <w:numPr>
          <w:ilvl w:val="3"/>
          <w:numId w:val="2"/>
        </w:numPr>
      </w:pPr>
      <w:r w:rsidRPr="00826DF2">
        <w:t xml:space="preserve">Submit a letter signed by the Contractor stating that all employees or agents required to wear a negative pressure or supplied air respirator have been medically evaluated in accordance with WAC </w:t>
      </w:r>
      <w:r>
        <w:t>296-842.</w:t>
      </w:r>
    </w:p>
    <w:p w14:paraId="3374756D" w14:textId="77777777" w:rsidR="00D2384B" w:rsidRDefault="00D2384B" w:rsidP="00015466">
      <w:pPr>
        <w:pStyle w:val="Spec"/>
        <w:numPr>
          <w:ilvl w:val="3"/>
          <w:numId w:val="2"/>
        </w:numPr>
      </w:pPr>
      <w:r w:rsidRPr="00826DF2">
        <w:t xml:space="preserve">Submit </w:t>
      </w:r>
      <w:r>
        <w:t>National Institute for Occupational Safety and Health (</w:t>
      </w:r>
      <w:r w:rsidRPr="00826DF2">
        <w:t>NIOSH</w:t>
      </w:r>
      <w:r>
        <w:t>)</w:t>
      </w:r>
      <w:r w:rsidRPr="00826DF2">
        <w:t xml:space="preserve"> certification for all respiratory protective devices utilized on site, including a list of approved components (parts) for each type of respirator that may potentially be used on the project</w:t>
      </w:r>
      <w:r>
        <w:t>.</w:t>
      </w:r>
    </w:p>
    <w:p w14:paraId="15C9A80C" w14:textId="77777777" w:rsidR="00D2384B" w:rsidRDefault="00D2384B" w:rsidP="00015466">
      <w:pPr>
        <w:pStyle w:val="Spec"/>
        <w:numPr>
          <w:ilvl w:val="3"/>
          <w:numId w:val="2"/>
        </w:numPr>
      </w:pPr>
      <w:r>
        <w:rPr>
          <w:rFonts w:cs="Arial"/>
          <w:szCs w:val="22"/>
        </w:rPr>
        <w:t>Submit a</w:t>
      </w:r>
      <w:r w:rsidRPr="00F7318D">
        <w:rPr>
          <w:rFonts w:cs="Arial"/>
          <w:szCs w:val="22"/>
        </w:rPr>
        <w:t xml:space="preserve"> letter signed by </w:t>
      </w:r>
      <w:r>
        <w:rPr>
          <w:rFonts w:cs="Arial"/>
          <w:szCs w:val="22"/>
        </w:rPr>
        <w:t xml:space="preserve">the </w:t>
      </w:r>
      <w:r w:rsidRPr="00F7318D">
        <w:rPr>
          <w:rFonts w:cs="Arial"/>
          <w:szCs w:val="22"/>
        </w:rPr>
        <w:t xml:space="preserve">Contractor </w:t>
      </w:r>
      <w:r>
        <w:rPr>
          <w:rFonts w:cs="Arial"/>
          <w:szCs w:val="22"/>
        </w:rPr>
        <w:t xml:space="preserve">stating </w:t>
      </w:r>
      <w:r w:rsidRPr="00F7318D">
        <w:rPr>
          <w:rFonts w:cs="Arial"/>
          <w:szCs w:val="22"/>
        </w:rPr>
        <w:t xml:space="preserve">that respirator fit testing is current for all Contractor employees and agents who wear negative pressure </w:t>
      </w:r>
      <w:r>
        <w:rPr>
          <w:rFonts w:cs="Arial"/>
          <w:szCs w:val="22"/>
        </w:rPr>
        <w:t xml:space="preserve">or supplied air </w:t>
      </w:r>
      <w:r w:rsidRPr="00F7318D">
        <w:rPr>
          <w:rFonts w:cs="Arial"/>
          <w:szCs w:val="22"/>
        </w:rPr>
        <w:t>respirator</w:t>
      </w:r>
      <w:r>
        <w:rPr>
          <w:rFonts w:cs="Arial"/>
          <w:szCs w:val="22"/>
        </w:rPr>
        <w:t>s</w:t>
      </w:r>
      <w:r w:rsidRPr="00F7318D">
        <w:rPr>
          <w:rFonts w:cs="Arial"/>
          <w:szCs w:val="22"/>
        </w:rPr>
        <w:t xml:space="preserve">.  This fit testing shall be in accordance with quantitative procedures as detailed in WAC </w:t>
      </w:r>
      <w:r>
        <w:rPr>
          <w:rFonts w:cs="Arial"/>
          <w:szCs w:val="22"/>
        </w:rPr>
        <w:t xml:space="preserve">296-842 and </w:t>
      </w:r>
      <w:r w:rsidRPr="00F7318D">
        <w:rPr>
          <w:rFonts w:cs="Arial"/>
          <w:szCs w:val="22"/>
        </w:rPr>
        <w:t>296</w:t>
      </w:r>
      <w:r w:rsidRPr="00F7318D">
        <w:rPr>
          <w:rFonts w:cs="Arial"/>
          <w:szCs w:val="22"/>
        </w:rPr>
        <w:noBreakHyphen/>
        <w:t>62-07715</w:t>
      </w:r>
      <w:r>
        <w:rPr>
          <w:rFonts w:cs="Arial"/>
          <w:szCs w:val="22"/>
        </w:rPr>
        <w:t>.</w:t>
      </w:r>
    </w:p>
    <w:p w14:paraId="744098D7" w14:textId="4E1A7045" w:rsidR="00D2384B" w:rsidRPr="00826DF2" w:rsidRDefault="00D2384B" w:rsidP="00015466">
      <w:pPr>
        <w:pStyle w:val="Spec"/>
        <w:numPr>
          <w:ilvl w:val="3"/>
          <w:numId w:val="2"/>
        </w:numPr>
      </w:pPr>
      <w:r>
        <w:rPr>
          <w:rFonts w:cs="Arial"/>
          <w:szCs w:val="22"/>
        </w:rPr>
        <w:t>Respiratory protection requirements for work impacting the following regulated materials</w:t>
      </w:r>
      <w:r w:rsidR="008F3603">
        <w:rPr>
          <w:rFonts w:cs="Arial"/>
          <w:szCs w:val="22"/>
        </w:rPr>
        <w:t xml:space="preserve"> </w:t>
      </w:r>
      <w:r w:rsidR="00CE7A7B">
        <w:rPr>
          <w:rFonts w:cs="Arial"/>
          <w:szCs w:val="22"/>
        </w:rPr>
        <w:t>[</w:t>
      </w:r>
      <w:r w:rsidR="008F3603" w:rsidRPr="00F16148">
        <w:rPr>
          <w:bCs w:val="0"/>
          <w:color w:val="auto"/>
          <w:szCs w:val="24"/>
          <w:shd w:val="clear" w:color="auto" w:fill="FBD4B4"/>
        </w:rPr>
        <w:t>edit list below as necessary</w:t>
      </w:r>
      <w:r w:rsidR="00CE7A7B">
        <w:rPr>
          <w:rFonts w:cs="Arial"/>
          <w:szCs w:val="22"/>
        </w:rPr>
        <w:t>]</w:t>
      </w:r>
      <w:r>
        <w:rPr>
          <w:rFonts w:cs="Arial"/>
          <w:szCs w:val="22"/>
        </w:rPr>
        <w:t>:</w:t>
      </w:r>
    </w:p>
    <w:p w14:paraId="4DBBBB7B" w14:textId="6751F223" w:rsidR="008F3603" w:rsidRDefault="008F3603" w:rsidP="008F3603">
      <w:pPr>
        <w:pStyle w:val="NumberedMaterial"/>
        <w:numPr>
          <w:ilvl w:val="4"/>
          <w:numId w:val="2"/>
        </w:numPr>
        <w:contextualSpacing/>
      </w:pPr>
      <w:r>
        <w:t>Asbestos</w:t>
      </w:r>
    </w:p>
    <w:p w14:paraId="36144935" w14:textId="4DC31835" w:rsidR="008F3603" w:rsidRDefault="008F3603" w:rsidP="008F3603">
      <w:pPr>
        <w:pStyle w:val="NumberedMaterial"/>
        <w:numPr>
          <w:ilvl w:val="4"/>
          <w:numId w:val="2"/>
        </w:numPr>
        <w:contextualSpacing/>
      </w:pPr>
      <w:r>
        <w:t>Lead</w:t>
      </w:r>
    </w:p>
    <w:p w14:paraId="434942D5" w14:textId="0843EEC5" w:rsidR="008F3603" w:rsidRDefault="008F3603" w:rsidP="008F3603">
      <w:pPr>
        <w:pStyle w:val="NumberedMaterial"/>
        <w:numPr>
          <w:ilvl w:val="4"/>
          <w:numId w:val="2"/>
        </w:numPr>
        <w:contextualSpacing/>
      </w:pPr>
      <w:r>
        <w:t>Light ballasts and universal waste lamps</w:t>
      </w:r>
    </w:p>
    <w:p w14:paraId="6C95B147" w14:textId="312BC2F9" w:rsidR="008F3603" w:rsidRDefault="008F3603" w:rsidP="008F3603">
      <w:pPr>
        <w:pStyle w:val="NumberedMaterial"/>
        <w:numPr>
          <w:ilvl w:val="4"/>
          <w:numId w:val="2"/>
        </w:numPr>
        <w:contextualSpacing/>
      </w:pPr>
      <w:r>
        <w:t>PCBs and PCB-containing materials</w:t>
      </w:r>
    </w:p>
    <w:p w14:paraId="45BEF112" w14:textId="76E3A844" w:rsidR="008F3603" w:rsidRDefault="008F3603" w:rsidP="008F3603">
      <w:pPr>
        <w:pStyle w:val="NumberedMaterial"/>
        <w:numPr>
          <w:ilvl w:val="4"/>
          <w:numId w:val="2"/>
        </w:numPr>
        <w:contextualSpacing/>
      </w:pPr>
      <w:r>
        <w:t>PCB caulk</w:t>
      </w:r>
    </w:p>
    <w:p w14:paraId="3BFFB6C7" w14:textId="2A6E4BB4" w:rsidR="00C903D9" w:rsidRDefault="00833B3C" w:rsidP="00015466">
      <w:pPr>
        <w:pStyle w:val="NumberedMaterial"/>
        <w:numPr>
          <w:ilvl w:val="4"/>
          <w:numId w:val="2"/>
        </w:numPr>
        <w:contextualSpacing/>
      </w:pPr>
      <w:r>
        <w:t>Fugitive and silica dust</w:t>
      </w:r>
    </w:p>
    <w:p w14:paraId="7E7D892D" w14:textId="2AF47339" w:rsidR="00B253FB" w:rsidRDefault="00B253FB" w:rsidP="00015466">
      <w:pPr>
        <w:pStyle w:val="Spec"/>
        <w:numPr>
          <w:ilvl w:val="2"/>
          <w:numId w:val="2"/>
        </w:numPr>
      </w:pPr>
      <w:r>
        <w:rPr>
          <w:b/>
        </w:rPr>
        <w:t>Steel</w:t>
      </w:r>
      <w:r w:rsidR="003E736D">
        <w:rPr>
          <w:b/>
        </w:rPr>
        <w:t xml:space="preserve"> </w:t>
      </w:r>
      <w:r>
        <w:rPr>
          <w:b/>
        </w:rPr>
        <w:t>Erection</w:t>
      </w:r>
      <w:r w:rsidRPr="00DF77C6">
        <w:t>:</w:t>
      </w:r>
      <w:r w:rsidR="003E736D">
        <w:t xml:space="preserve"> </w:t>
      </w:r>
      <w:r>
        <w:t>These</w:t>
      </w:r>
      <w:r w:rsidR="003E736D">
        <w:t xml:space="preserve"> </w:t>
      </w:r>
      <w:r>
        <w:t>requirements</w:t>
      </w:r>
      <w:r w:rsidR="003E736D">
        <w:t xml:space="preserve"> </w:t>
      </w:r>
      <w:r>
        <w:t>shall</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guidelines</w:t>
      </w:r>
      <w:r w:rsidR="003E736D">
        <w:t xml:space="preserve"> </w:t>
      </w:r>
      <w:r>
        <w:t>of</w:t>
      </w:r>
      <w:r w:rsidR="003E736D">
        <w:t xml:space="preserve"> </w:t>
      </w:r>
      <w:r>
        <w:t>Chapter</w:t>
      </w:r>
      <w:r w:rsidR="003E736D">
        <w:t xml:space="preserve"> </w:t>
      </w:r>
      <w:r>
        <w:t>296-155</w:t>
      </w:r>
      <w:r w:rsidR="003E736D">
        <w:t xml:space="preserve"> </w:t>
      </w:r>
      <w:r>
        <w:t>WAC</w:t>
      </w:r>
      <w:r w:rsidR="003E736D">
        <w:t xml:space="preserve"> </w:t>
      </w:r>
      <w:r>
        <w:t>Part</w:t>
      </w:r>
      <w:r w:rsidR="003E736D">
        <w:t xml:space="preserve"> </w:t>
      </w:r>
      <w:r>
        <w:t>P,</w:t>
      </w:r>
      <w:r w:rsidR="003E736D">
        <w:t xml:space="preserve"> </w:t>
      </w:r>
      <w:r>
        <w:t>and</w:t>
      </w:r>
      <w:r w:rsidR="003E736D">
        <w:t xml:space="preserve"> </w:t>
      </w:r>
      <w:r>
        <w:t>shall</w:t>
      </w:r>
      <w:r w:rsidR="003E736D">
        <w:t xml:space="preserve"> </w:t>
      </w:r>
      <w:r>
        <w:t>include:</w:t>
      </w:r>
      <w:r w:rsidR="003E736D">
        <w:t xml:space="preserve"> </w:t>
      </w:r>
      <w:r>
        <w:t>pre-planning,</w:t>
      </w:r>
      <w:r w:rsidR="003E736D">
        <w:t xml:space="preserve"> </w:t>
      </w:r>
      <w:r>
        <w:t>hoisting</w:t>
      </w:r>
      <w:r w:rsidR="003E736D">
        <w:t xml:space="preserve"> </w:t>
      </w:r>
      <w:r>
        <w:t>operations,</w:t>
      </w:r>
      <w:r w:rsidR="003E736D">
        <w:t xml:space="preserve"> </w:t>
      </w:r>
      <w:r>
        <w:t>fall</w:t>
      </w:r>
      <w:r w:rsidR="003E736D">
        <w:t xml:space="preserve"> </w:t>
      </w:r>
      <w:r>
        <w:t>protection</w:t>
      </w:r>
      <w:r w:rsidR="003E736D">
        <w:t xml:space="preserve"> </w:t>
      </w:r>
      <w:r>
        <w:t>procedures,</w:t>
      </w:r>
      <w:r w:rsidR="003E736D">
        <w:t xml:space="preserve"> </w:t>
      </w:r>
      <w:r>
        <w:t>overhead</w:t>
      </w:r>
      <w:r w:rsidR="003E736D">
        <w:t xml:space="preserve"> </w:t>
      </w:r>
      <w:r>
        <w:t>protection</w:t>
      </w:r>
      <w:r w:rsidR="003E736D">
        <w:t xml:space="preserve"> </w:t>
      </w:r>
      <w:r>
        <w:t>and</w:t>
      </w:r>
      <w:r w:rsidR="003E736D">
        <w:t xml:space="preserve"> </w:t>
      </w:r>
      <w:r>
        <w:t>Site-Specific</w:t>
      </w:r>
      <w:r w:rsidR="003E736D">
        <w:t xml:space="preserve"> </w:t>
      </w:r>
      <w:r>
        <w:t>Erection</w:t>
      </w:r>
      <w:r w:rsidR="003E736D">
        <w:t xml:space="preserve"> </w:t>
      </w:r>
      <w:r>
        <w:t>Plan.</w:t>
      </w:r>
    </w:p>
    <w:p w14:paraId="3104752A" w14:textId="77777777" w:rsidR="00B253FB" w:rsidRDefault="00B253FB" w:rsidP="00015466">
      <w:pPr>
        <w:pStyle w:val="Spec"/>
        <w:numPr>
          <w:ilvl w:val="2"/>
          <w:numId w:val="2"/>
        </w:numPr>
      </w:pPr>
      <w:r w:rsidRPr="0090302F">
        <w:rPr>
          <w:b/>
        </w:rPr>
        <w:t>Cranes</w:t>
      </w:r>
      <w:r w:rsidRPr="00DF77C6">
        <w:t>:</w:t>
      </w:r>
      <w:r w:rsidR="003E736D">
        <w:t xml:space="preserve"> </w:t>
      </w:r>
      <w:r w:rsidRPr="0090302F">
        <w:t>Use</w:t>
      </w:r>
      <w:r w:rsidR="003E736D">
        <w:t xml:space="preserve"> </w:t>
      </w:r>
      <w:r w:rsidRPr="0090302F">
        <w:t>of</w:t>
      </w:r>
      <w:r w:rsidR="003E736D">
        <w:t xml:space="preserve"> </w:t>
      </w:r>
      <w:r w:rsidRPr="0090302F">
        <w:t>cranes</w:t>
      </w:r>
      <w:r w:rsidR="003E736D">
        <w:t xml:space="preserve"> </w:t>
      </w:r>
      <w:r w:rsidRPr="0090302F">
        <w:t>or</w:t>
      </w:r>
      <w:r w:rsidR="003E736D">
        <w:t xml:space="preserve"> </w:t>
      </w:r>
      <w:r w:rsidRPr="0090302F">
        <w:t>derricks</w:t>
      </w:r>
      <w:r w:rsidR="003E736D">
        <w:t xml:space="preserve"> </w:t>
      </w:r>
      <w:r w:rsidRPr="0090302F">
        <w:t>and</w:t>
      </w:r>
      <w:r w:rsidR="003E736D">
        <w:t xml:space="preserve"> </w:t>
      </w:r>
      <w:r w:rsidRPr="0090302F">
        <w:t>the</w:t>
      </w:r>
      <w:r w:rsidR="003E736D">
        <w:t xml:space="preserve"> </w:t>
      </w:r>
      <w:r w:rsidRPr="0090302F">
        <w:t>testing</w:t>
      </w:r>
      <w:r w:rsidR="003E736D">
        <w:t xml:space="preserve"> </w:t>
      </w:r>
      <w:r w:rsidRPr="0090302F">
        <w:t>and</w:t>
      </w:r>
      <w:r w:rsidR="003E736D">
        <w:t xml:space="preserve"> </w:t>
      </w:r>
      <w:r w:rsidRPr="0090302F">
        <w:t>inspection</w:t>
      </w:r>
      <w:r w:rsidR="003E736D">
        <w:t xml:space="preserve"> </w:t>
      </w:r>
      <w:r w:rsidRPr="0090302F">
        <w:t>thereof,</w:t>
      </w:r>
      <w:r w:rsidR="003E736D">
        <w:t xml:space="preserve"> </w:t>
      </w:r>
      <w:r w:rsidRPr="0090302F">
        <w:t>including</w:t>
      </w:r>
      <w:r w:rsidR="003E736D">
        <w:t xml:space="preserve"> </w:t>
      </w:r>
      <w:r w:rsidRPr="0090302F">
        <w:t>hooks,</w:t>
      </w:r>
      <w:r w:rsidR="003E736D">
        <w:t xml:space="preserve"> </w:t>
      </w:r>
      <w:r w:rsidRPr="0090302F">
        <w:t>latches,</w:t>
      </w:r>
      <w:r w:rsidR="003E736D">
        <w:t xml:space="preserve"> </w:t>
      </w:r>
      <w:r w:rsidRPr="0090302F">
        <w:t>wire</w:t>
      </w:r>
      <w:r w:rsidR="003E736D">
        <w:t xml:space="preserve"> </w:t>
      </w:r>
      <w:r w:rsidRPr="0090302F">
        <w:t>rope,</w:t>
      </w:r>
      <w:r w:rsidR="003E736D">
        <w:t xml:space="preserve"> </w:t>
      </w:r>
      <w:r>
        <w:t>operator</w:t>
      </w:r>
      <w:r w:rsidR="003E736D">
        <w:t xml:space="preserve"> </w:t>
      </w:r>
      <w:r>
        <w:t>certification,</w:t>
      </w:r>
      <w:r w:rsidR="003E736D">
        <w:t xml:space="preserve"> </w:t>
      </w:r>
      <w:r>
        <w:t>boom</w:t>
      </w:r>
      <w:r w:rsidR="003E736D">
        <w:t xml:space="preserve"> </w:t>
      </w:r>
      <w:r>
        <w:t>stops,</w:t>
      </w:r>
      <w:r w:rsidR="003E736D">
        <w:t xml:space="preserve"> </w:t>
      </w:r>
      <w:r>
        <w:t>load</w:t>
      </w:r>
      <w:r w:rsidR="003E736D">
        <w:t xml:space="preserve"> </w:t>
      </w:r>
      <w:r>
        <w:t>charts,</w:t>
      </w:r>
      <w:r w:rsidR="003E736D">
        <w:t xml:space="preserve"> </w:t>
      </w:r>
      <w:r>
        <w:t>wind</w:t>
      </w:r>
      <w:r w:rsidR="003E736D">
        <w:t xml:space="preserve"> </w:t>
      </w:r>
      <w:r>
        <w:t>speed,</w:t>
      </w:r>
      <w:r w:rsidR="003E736D">
        <w:t xml:space="preserve"> </w:t>
      </w:r>
      <w:r>
        <w:t>warning</w:t>
      </w:r>
      <w:r w:rsidR="003E736D">
        <w:t xml:space="preserve"> </w:t>
      </w:r>
      <w:r>
        <w:t>devices,</w:t>
      </w:r>
      <w:r w:rsidR="003E736D">
        <w:t xml:space="preserve"> </w:t>
      </w:r>
      <w:r>
        <w:t>fire</w:t>
      </w:r>
      <w:r w:rsidR="003E736D">
        <w:t xml:space="preserve"> </w:t>
      </w:r>
      <w:r>
        <w:t>extinguishers,</w:t>
      </w:r>
      <w:r w:rsidR="003E736D">
        <w:t xml:space="preserve"> </w:t>
      </w:r>
      <w:r>
        <w:t>crane</w:t>
      </w:r>
      <w:r w:rsidR="003E736D">
        <w:t xml:space="preserve"> </w:t>
      </w:r>
      <w:r>
        <w:t>operation</w:t>
      </w:r>
      <w:r w:rsidR="003E736D">
        <w:t xml:space="preserve"> </w:t>
      </w:r>
      <w:r>
        <w:t>signals,</w:t>
      </w:r>
      <w:r w:rsidR="003E736D">
        <w:t xml:space="preserve"> </w:t>
      </w:r>
      <w:r>
        <w:t>suspended</w:t>
      </w:r>
      <w:r w:rsidR="003E736D">
        <w:t xml:space="preserve"> </w:t>
      </w:r>
      <w:r>
        <w:t>work</w:t>
      </w:r>
      <w:r w:rsidR="003E736D">
        <w:t xml:space="preserve"> </w:t>
      </w:r>
      <w:r>
        <w:t>platform</w:t>
      </w:r>
      <w:r w:rsidR="003E736D">
        <w:t xml:space="preserve"> </w:t>
      </w:r>
      <w:r>
        <w:t>pre-lift</w:t>
      </w:r>
      <w:r w:rsidR="003E736D">
        <w:t xml:space="preserve"> </w:t>
      </w:r>
      <w:r>
        <w:t>planning</w:t>
      </w:r>
      <w:r w:rsidR="0041675C">
        <w:t>, and critical lift plans.</w:t>
      </w:r>
    </w:p>
    <w:p w14:paraId="130FA2CE" w14:textId="77777777" w:rsidR="00B253FB" w:rsidRPr="00526499" w:rsidRDefault="00B253FB" w:rsidP="00015466">
      <w:pPr>
        <w:pStyle w:val="Spec"/>
        <w:numPr>
          <w:ilvl w:val="2"/>
          <w:numId w:val="2"/>
        </w:numPr>
      </w:pPr>
      <w:r w:rsidRPr="00526499">
        <w:rPr>
          <w:b/>
        </w:rPr>
        <w:t>Excavations</w:t>
      </w:r>
      <w:r w:rsidRPr="00526499">
        <w:t>:</w:t>
      </w:r>
      <w:r w:rsidR="003E736D" w:rsidRPr="00526499">
        <w:t xml:space="preserve"> </w:t>
      </w:r>
      <w:r w:rsidRPr="00526499">
        <w:t>Excavation</w:t>
      </w:r>
      <w:r w:rsidR="003E736D" w:rsidRPr="00526499">
        <w:t xml:space="preserve"> </w:t>
      </w:r>
      <w:r w:rsidRPr="00526499">
        <w:t>plans</w:t>
      </w:r>
      <w:r w:rsidR="003E736D" w:rsidRPr="00526499">
        <w:t xml:space="preserve"> </w:t>
      </w:r>
      <w:r w:rsidRPr="00526499">
        <w:t>must</w:t>
      </w:r>
      <w:r w:rsidR="003E736D" w:rsidRPr="00526499">
        <w:t xml:space="preserve"> </w:t>
      </w:r>
      <w:r w:rsidRPr="00526499">
        <w:t>indicate</w:t>
      </w:r>
      <w:r w:rsidR="003E736D" w:rsidRPr="00526499">
        <w:t xml:space="preserve"> </w:t>
      </w:r>
      <w:r w:rsidRPr="00526499">
        <w:t>sloping,</w:t>
      </w:r>
      <w:r w:rsidR="003E736D" w:rsidRPr="00526499">
        <w:t xml:space="preserve"> </w:t>
      </w:r>
      <w:r w:rsidRPr="00526499">
        <w:t>documented</w:t>
      </w:r>
      <w:r w:rsidR="003E736D" w:rsidRPr="00526499">
        <w:t xml:space="preserve"> </w:t>
      </w:r>
      <w:r w:rsidRPr="00526499">
        <w:t>daily</w:t>
      </w:r>
      <w:r w:rsidR="003E736D" w:rsidRPr="00526499">
        <w:t xml:space="preserve"> </w:t>
      </w:r>
      <w:r w:rsidRPr="00526499">
        <w:t>inspections,</w:t>
      </w:r>
      <w:r w:rsidR="003E736D" w:rsidRPr="00526499">
        <w:t xml:space="preserve"> </w:t>
      </w:r>
      <w:r w:rsidRPr="00526499">
        <w:t>shoring,</w:t>
      </w:r>
      <w:r w:rsidR="003E736D" w:rsidRPr="00526499">
        <w:t xml:space="preserve"> </w:t>
      </w:r>
      <w:r w:rsidRPr="00526499">
        <w:t>barricading,</w:t>
      </w:r>
      <w:r w:rsidR="003E736D" w:rsidRPr="00526499">
        <w:t xml:space="preserve"> </w:t>
      </w:r>
      <w:r w:rsidRPr="00526499">
        <w:t>excavation</w:t>
      </w:r>
      <w:r w:rsidR="003E736D" w:rsidRPr="00526499">
        <w:t xml:space="preserve"> </w:t>
      </w:r>
      <w:r w:rsidRPr="00526499">
        <w:t>access,</w:t>
      </w:r>
      <w:r w:rsidR="003E736D" w:rsidRPr="00526499">
        <w:t xml:space="preserve"> </w:t>
      </w:r>
      <w:r w:rsidRPr="000A3C2D">
        <w:rPr>
          <w:i/>
        </w:rPr>
        <w:t>fall</w:t>
      </w:r>
      <w:r w:rsidR="003E736D" w:rsidRPr="000A3C2D">
        <w:rPr>
          <w:i/>
        </w:rPr>
        <w:t xml:space="preserve"> </w:t>
      </w:r>
      <w:r w:rsidRPr="000A3C2D">
        <w:rPr>
          <w:i/>
        </w:rPr>
        <w:t>protection</w:t>
      </w:r>
      <w:r w:rsidRPr="00526499">
        <w:t>,</w:t>
      </w:r>
      <w:r w:rsidR="003E736D" w:rsidRPr="00526499">
        <w:t xml:space="preserve"> </w:t>
      </w:r>
      <w:r w:rsidRPr="00526499">
        <w:t>and</w:t>
      </w:r>
      <w:r w:rsidR="003E736D" w:rsidRPr="00526499">
        <w:t xml:space="preserve"> </w:t>
      </w:r>
      <w:r w:rsidRPr="00526499">
        <w:t>excavated</w:t>
      </w:r>
      <w:r w:rsidR="003E736D" w:rsidRPr="00526499">
        <w:t xml:space="preserve"> </w:t>
      </w:r>
      <w:r w:rsidRPr="00526499">
        <w:t>material</w:t>
      </w:r>
      <w:r w:rsidR="003E736D" w:rsidRPr="00526499">
        <w:t xml:space="preserve"> </w:t>
      </w:r>
      <w:r w:rsidRPr="00526499">
        <w:t>storage.</w:t>
      </w:r>
    </w:p>
    <w:p w14:paraId="59E56471" w14:textId="7EF52B78" w:rsidR="00B253FB" w:rsidRPr="00526499" w:rsidRDefault="00B253FB" w:rsidP="00015466">
      <w:pPr>
        <w:pStyle w:val="Spec"/>
        <w:numPr>
          <w:ilvl w:val="2"/>
          <w:numId w:val="2"/>
        </w:numPr>
      </w:pPr>
      <w:r w:rsidRPr="00526499">
        <w:rPr>
          <w:b/>
        </w:rPr>
        <w:t>Fall</w:t>
      </w:r>
      <w:r w:rsidR="003E736D" w:rsidRPr="00526499">
        <w:rPr>
          <w:b/>
        </w:rPr>
        <w:t xml:space="preserve"> </w:t>
      </w:r>
      <w:r w:rsidRPr="00526499">
        <w:rPr>
          <w:b/>
        </w:rPr>
        <w:t>Protection</w:t>
      </w:r>
      <w:r w:rsidRPr="00526499">
        <w:t>:</w:t>
      </w:r>
      <w:r w:rsidR="003E736D" w:rsidRPr="00526499">
        <w:t xml:space="preserve"> </w:t>
      </w:r>
      <w:r w:rsidRPr="00526499">
        <w:t>How</w:t>
      </w:r>
      <w:r w:rsidR="003E736D" w:rsidRPr="00526499">
        <w:t xml:space="preserve"> </w:t>
      </w:r>
      <w:r w:rsidRPr="00526499">
        <w:t>100%</w:t>
      </w:r>
      <w:r w:rsidR="003E736D" w:rsidRPr="00526499">
        <w:t xml:space="preserve"> </w:t>
      </w:r>
      <w:r w:rsidRPr="00526499">
        <w:t>protection</w:t>
      </w:r>
      <w:r w:rsidR="003E736D" w:rsidRPr="00526499">
        <w:t xml:space="preserve"> </w:t>
      </w:r>
      <w:r w:rsidRPr="00526499">
        <w:t>will</w:t>
      </w:r>
      <w:r w:rsidR="003E736D" w:rsidRPr="00526499">
        <w:t xml:space="preserve"> </w:t>
      </w:r>
      <w:r w:rsidRPr="00526499">
        <w:t>be</w:t>
      </w:r>
      <w:r w:rsidR="003E736D" w:rsidRPr="00526499">
        <w:t xml:space="preserve"> </w:t>
      </w:r>
      <w:r w:rsidRPr="00526499">
        <w:t>maintained,</w:t>
      </w:r>
      <w:r w:rsidR="003E736D" w:rsidRPr="00526499">
        <w:t xml:space="preserve"> </w:t>
      </w:r>
      <w:r w:rsidRPr="00526499">
        <w:t>identify</w:t>
      </w:r>
      <w:r w:rsidR="003E736D" w:rsidRPr="00526499">
        <w:t xml:space="preserve"> </w:t>
      </w:r>
      <w:r w:rsidRPr="00526499">
        <w:t>the</w:t>
      </w:r>
      <w:r w:rsidR="003E736D" w:rsidRPr="00526499">
        <w:t xml:space="preserve"> </w:t>
      </w:r>
      <w:r w:rsidRPr="00526499">
        <w:t>use</w:t>
      </w:r>
      <w:r w:rsidR="003E736D" w:rsidRPr="00526499">
        <w:t xml:space="preserve"> </w:t>
      </w:r>
      <w:r w:rsidRPr="00526499">
        <w:t>of</w:t>
      </w:r>
      <w:r w:rsidR="003E736D" w:rsidRPr="00526499">
        <w:t xml:space="preserve"> </w:t>
      </w:r>
      <w:r w:rsidRPr="00526499">
        <w:t>personal</w:t>
      </w:r>
      <w:r w:rsidR="003E736D" w:rsidRPr="00526499">
        <w:t xml:space="preserve"> </w:t>
      </w:r>
      <w:r w:rsidRPr="00526499">
        <w:t>fall</w:t>
      </w:r>
      <w:r w:rsidR="003E736D" w:rsidRPr="00526499">
        <w:t xml:space="preserve"> </w:t>
      </w:r>
      <w:r w:rsidRPr="00526499">
        <w:t>arrest</w:t>
      </w:r>
      <w:r w:rsidR="003E736D" w:rsidRPr="00526499">
        <w:t xml:space="preserve"> </w:t>
      </w:r>
      <w:r w:rsidRPr="00526499">
        <w:t>equipment,</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systems,</w:t>
      </w:r>
      <w:r w:rsidR="003E736D" w:rsidRPr="00526499">
        <w:t xml:space="preserve"> </w:t>
      </w:r>
      <w:r w:rsidRPr="00526499">
        <w:t>and</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work</w:t>
      </w:r>
      <w:r w:rsidR="003E736D" w:rsidRPr="00526499">
        <w:t xml:space="preserve"> </w:t>
      </w:r>
      <w:r w:rsidRPr="00526499">
        <w:t>plans</w:t>
      </w:r>
      <w:r w:rsidR="003E736D" w:rsidRPr="00526499">
        <w:t xml:space="preserve"> </w:t>
      </w:r>
      <w:r w:rsidRPr="00526499">
        <w:t>for</w:t>
      </w:r>
      <w:r w:rsidR="003E736D" w:rsidRPr="00526499">
        <w:t xml:space="preserve"> </w:t>
      </w:r>
      <w:r w:rsidRPr="00526499">
        <w:t>heights</w:t>
      </w:r>
      <w:r w:rsidR="003E736D" w:rsidRPr="00526499">
        <w:t xml:space="preserve"> </w:t>
      </w:r>
      <w:r w:rsidRPr="00526499">
        <w:t>4-feet.</w:t>
      </w:r>
      <w:r w:rsidR="003E736D" w:rsidRPr="00526499">
        <w:t xml:space="preserve"> </w:t>
      </w:r>
      <w:r w:rsidRPr="00526499">
        <w:t>NOTE:</w:t>
      </w:r>
      <w:r w:rsidR="003E736D" w:rsidRPr="00526499">
        <w:t xml:space="preserve"> </w:t>
      </w:r>
      <w:r w:rsidRPr="00526499">
        <w:t>The</w:t>
      </w:r>
      <w:r w:rsidR="003E736D" w:rsidRPr="00526499">
        <w:t xml:space="preserve"> </w:t>
      </w:r>
      <w:r w:rsidRPr="000A3C2D">
        <w:rPr>
          <w:i/>
        </w:rPr>
        <w:t>Monitor</w:t>
      </w:r>
      <w:r w:rsidR="003E736D" w:rsidRPr="000A3C2D">
        <w:rPr>
          <w:i/>
        </w:rPr>
        <w:t xml:space="preserve"> </w:t>
      </w:r>
      <w:r w:rsidRPr="000A3C2D">
        <w:rPr>
          <w:i/>
        </w:rPr>
        <w:t>System</w:t>
      </w:r>
      <w:r w:rsidR="003E736D" w:rsidRPr="000A3C2D">
        <w:rPr>
          <w:i/>
        </w:rPr>
        <w:t xml:space="preserve"> </w:t>
      </w:r>
      <w:r w:rsidRPr="000A3C2D">
        <w:rPr>
          <w:i/>
        </w:rPr>
        <w:t>is</w:t>
      </w:r>
      <w:r w:rsidR="003E736D" w:rsidRPr="000A3C2D">
        <w:rPr>
          <w:i/>
        </w:rPr>
        <w:t xml:space="preserve"> </w:t>
      </w:r>
      <w:r w:rsidRPr="000A3C2D">
        <w:rPr>
          <w:i/>
        </w:rPr>
        <w:t>prohibited</w:t>
      </w:r>
      <w:r w:rsidRPr="00526499">
        <w:t>.</w:t>
      </w:r>
    </w:p>
    <w:p w14:paraId="504B3850" w14:textId="525E22E9" w:rsidR="00B253FB" w:rsidRPr="00526499" w:rsidRDefault="00B253FB" w:rsidP="00015466">
      <w:pPr>
        <w:pStyle w:val="Spec"/>
        <w:numPr>
          <w:ilvl w:val="2"/>
          <w:numId w:val="2"/>
        </w:numPr>
      </w:pPr>
      <w:r w:rsidRPr="00526499">
        <w:rPr>
          <w:b/>
        </w:rPr>
        <w:t>Formwork</w:t>
      </w:r>
      <w:r w:rsidRPr="00526499">
        <w:t>:</w:t>
      </w:r>
      <w:r w:rsidR="003E736D" w:rsidRPr="00526499">
        <w:t xml:space="preserve"> </w:t>
      </w:r>
      <w:r w:rsidRPr="00526499">
        <w:t>Submittal</w:t>
      </w:r>
      <w:r w:rsidR="003E736D" w:rsidRPr="00526499">
        <w:t xml:space="preserve"> </w:t>
      </w:r>
      <w:r w:rsidRPr="00526499">
        <w:t>of</w:t>
      </w:r>
      <w:r w:rsidR="003E736D" w:rsidRPr="00526499">
        <w:t xml:space="preserve"> </w:t>
      </w:r>
      <w:r w:rsidRPr="00526499">
        <w:t>formwork</w:t>
      </w:r>
      <w:r w:rsidR="003E736D" w:rsidRPr="00526499">
        <w:t xml:space="preserve"> </w:t>
      </w:r>
      <w:r w:rsidRPr="00526499">
        <w:t>and</w:t>
      </w:r>
      <w:r w:rsidR="003E736D" w:rsidRPr="00526499">
        <w:t xml:space="preserve"> </w:t>
      </w:r>
      <w:r w:rsidRPr="00526499">
        <w:t>false</w:t>
      </w:r>
      <w:r w:rsidR="003E736D" w:rsidRPr="00526499">
        <w:t xml:space="preserve"> </w:t>
      </w:r>
      <w:r w:rsidRPr="00526499">
        <w:t>work</w:t>
      </w:r>
      <w:r w:rsidR="003E736D" w:rsidRPr="00526499">
        <w:t xml:space="preserve"> </w:t>
      </w:r>
      <w:r w:rsidRPr="00526499">
        <w:t>drawings</w:t>
      </w:r>
      <w:r w:rsidR="003E736D" w:rsidRPr="00526499">
        <w:t xml:space="preserve"> </w:t>
      </w:r>
      <w:r w:rsidRPr="00526499">
        <w:t>for</w:t>
      </w:r>
      <w:r w:rsidR="003E736D" w:rsidRPr="00526499">
        <w:t xml:space="preserve"> </w:t>
      </w:r>
      <w:r w:rsidRPr="00526499">
        <w:t>review</w:t>
      </w:r>
      <w:r w:rsidR="003E736D" w:rsidRPr="00526499">
        <w:t xml:space="preserve"> </w:t>
      </w:r>
      <w:r w:rsidRPr="00526499">
        <w:t>and</w:t>
      </w:r>
      <w:r w:rsidR="003E736D" w:rsidRPr="00526499">
        <w:t xml:space="preserve"> </w:t>
      </w:r>
      <w:r w:rsidRPr="00526499">
        <w:t>approval</w:t>
      </w:r>
      <w:r w:rsidR="003E736D" w:rsidRPr="00526499">
        <w:t xml:space="preserve"> </w:t>
      </w:r>
      <w:r w:rsidRPr="00526499">
        <w:t>to</w:t>
      </w:r>
      <w:r w:rsidR="003E736D" w:rsidRPr="00526499">
        <w:t xml:space="preserve"> </w:t>
      </w:r>
      <w:r w:rsidRPr="00526499">
        <w:t>the</w:t>
      </w:r>
      <w:r w:rsidR="003E736D" w:rsidRPr="00526499">
        <w:t xml:space="preserve"> </w:t>
      </w:r>
      <w:r w:rsidR="00155B23" w:rsidRPr="00155B23">
        <w:t xml:space="preserve">Port </w:t>
      </w:r>
      <w:r w:rsidR="00A604FE">
        <w:t>P</w:t>
      </w:r>
      <w:r w:rsidR="00907B09">
        <w:t xml:space="preserve">roject </w:t>
      </w:r>
      <w:r w:rsidR="00A604FE">
        <w:t>M</w:t>
      </w:r>
      <w:r w:rsidR="00907B09">
        <w:t>anager</w:t>
      </w:r>
    </w:p>
    <w:p w14:paraId="70BC392A" w14:textId="77777777" w:rsidR="00B253FB" w:rsidRPr="00526499" w:rsidRDefault="00B253FB" w:rsidP="00015466">
      <w:pPr>
        <w:pStyle w:val="Spec"/>
        <w:numPr>
          <w:ilvl w:val="2"/>
          <w:numId w:val="2"/>
        </w:numPr>
      </w:pPr>
      <w:r w:rsidRPr="00526499">
        <w:rPr>
          <w:b/>
        </w:rPr>
        <w:t>Hazard</w:t>
      </w:r>
      <w:r w:rsidR="003E736D" w:rsidRPr="00526499">
        <w:rPr>
          <w:b/>
        </w:rPr>
        <w:t xml:space="preserve"> </w:t>
      </w:r>
      <w:r w:rsidRPr="00526499">
        <w:rPr>
          <w:b/>
        </w:rPr>
        <w:t>Communication</w:t>
      </w:r>
      <w:r w:rsidR="003E736D" w:rsidRPr="00526499">
        <w:rPr>
          <w:b/>
        </w:rPr>
        <w:t xml:space="preserve"> </w:t>
      </w:r>
      <w:r w:rsidRPr="00526499">
        <w:rPr>
          <w:b/>
        </w:rPr>
        <w:t>Program</w:t>
      </w:r>
      <w:r w:rsidRPr="00526499">
        <w:t>:</w:t>
      </w:r>
      <w:r w:rsidR="003E736D" w:rsidRPr="00526499">
        <w:t xml:space="preserve"> </w:t>
      </w:r>
      <w:r w:rsidRPr="00526499">
        <w:t>Including</w:t>
      </w:r>
      <w:r w:rsidR="003E736D" w:rsidRPr="00526499">
        <w:t xml:space="preserve"> </w:t>
      </w:r>
      <w:r w:rsidRPr="00526499">
        <w:t>SDS,</w:t>
      </w:r>
      <w:r w:rsidR="003E736D" w:rsidRPr="00526499">
        <w:t xml:space="preserve"> </w:t>
      </w:r>
      <w:r w:rsidRPr="00526499">
        <w:t>their</w:t>
      </w:r>
      <w:r w:rsidR="003E736D" w:rsidRPr="00526499">
        <w:t xml:space="preserve"> </w:t>
      </w:r>
      <w:r w:rsidRPr="00526499">
        <w:t>location,</w:t>
      </w:r>
      <w:r w:rsidR="003E736D" w:rsidRPr="00526499">
        <w:t xml:space="preserve"> </w:t>
      </w:r>
      <w:r w:rsidRPr="00526499">
        <w:t>Master</w:t>
      </w:r>
      <w:r w:rsidR="003E736D" w:rsidRPr="00526499">
        <w:t xml:space="preserve"> </w:t>
      </w:r>
      <w:r w:rsidRPr="00526499">
        <w:t>List</w:t>
      </w:r>
      <w:r w:rsidR="003E736D" w:rsidRPr="00526499">
        <w:t xml:space="preserve"> </w:t>
      </w:r>
      <w:r w:rsidRPr="00526499">
        <w:t>of</w:t>
      </w:r>
      <w:r w:rsidR="003E736D" w:rsidRPr="00526499">
        <w:t xml:space="preserve"> </w:t>
      </w:r>
      <w:r w:rsidRPr="00526499">
        <w:t>Chemicals,</w:t>
      </w:r>
      <w:r w:rsidR="003E736D" w:rsidRPr="00526499">
        <w:t xml:space="preserve"> </w:t>
      </w:r>
      <w:r w:rsidRPr="00526499">
        <w:t>Personal</w:t>
      </w:r>
      <w:r w:rsidR="003E736D" w:rsidRPr="00526499">
        <w:t xml:space="preserve"> </w:t>
      </w:r>
      <w:r w:rsidRPr="00526499">
        <w:t>Protective</w:t>
      </w:r>
      <w:r w:rsidR="003E736D" w:rsidRPr="00526499">
        <w:t xml:space="preserve"> </w:t>
      </w:r>
      <w:r w:rsidRPr="00526499">
        <w:t>Equipment,</w:t>
      </w:r>
      <w:r w:rsidR="003E736D" w:rsidRPr="00526499">
        <w:t xml:space="preserve"> </w:t>
      </w:r>
      <w:r w:rsidRPr="00526499">
        <w:t>Training,</w:t>
      </w:r>
      <w:r w:rsidR="003E736D" w:rsidRPr="00526499">
        <w:t xml:space="preserve"> </w:t>
      </w:r>
      <w:r w:rsidRPr="00526499">
        <w:t>Labeling,</w:t>
      </w:r>
      <w:r w:rsidR="003E736D" w:rsidRPr="00526499">
        <w:t xml:space="preserve"> </w:t>
      </w:r>
      <w:r w:rsidRPr="00526499">
        <w:t>and</w:t>
      </w:r>
      <w:r w:rsidR="003E736D" w:rsidRPr="00526499">
        <w:t xml:space="preserve"> </w:t>
      </w:r>
      <w:r w:rsidRPr="00526499">
        <w:t>SDS</w:t>
      </w:r>
      <w:r w:rsidR="003E736D" w:rsidRPr="00526499">
        <w:t xml:space="preserve"> </w:t>
      </w:r>
      <w:r w:rsidRPr="00526499">
        <w:t>review</w:t>
      </w:r>
      <w:r w:rsidR="003E736D" w:rsidRPr="00526499">
        <w:t xml:space="preserve"> </w:t>
      </w:r>
      <w:r w:rsidRPr="00526499">
        <w:t>and</w:t>
      </w:r>
      <w:r w:rsidR="003E736D" w:rsidRPr="00526499">
        <w:t xml:space="preserve"> </w:t>
      </w:r>
      <w:r w:rsidRPr="00526499">
        <w:t>special</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sealers,</w:t>
      </w:r>
      <w:r w:rsidR="003E736D" w:rsidRPr="00526499">
        <w:t xml:space="preserve"> </w:t>
      </w:r>
      <w:r w:rsidRPr="00526499">
        <w:t>coatings</w:t>
      </w:r>
      <w:r w:rsidR="003E736D" w:rsidRPr="00526499">
        <w:t xml:space="preserve"> </w:t>
      </w:r>
      <w:r w:rsidRPr="00526499">
        <w:t>or</w:t>
      </w:r>
      <w:r w:rsidR="003E736D" w:rsidRPr="00526499">
        <w:t xml:space="preserve"> </w:t>
      </w:r>
      <w:r w:rsidRPr="00526499">
        <w:t>specialty</w:t>
      </w:r>
      <w:r w:rsidR="003E736D" w:rsidRPr="00526499">
        <w:t xml:space="preserve"> </w:t>
      </w:r>
      <w:r w:rsidRPr="00526499">
        <w:t>paints.</w:t>
      </w:r>
    </w:p>
    <w:p w14:paraId="7FE9F3DE" w14:textId="006E2023" w:rsidR="00B253FB" w:rsidRPr="00526499" w:rsidRDefault="00B253FB" w:rsidP="00015466">
      <w:pPr>
        <w:pStyle w:val="Spec"/>
        <w:numPr>
          <w:ilvl w:val="2"/>
          <w:numId w:val="2"/>
        </w:numPr>
      </w:pPr>
      <w:r w:rsidRPr="00526499">
        <w:rPr>
          <w:b/>
        </w:rPr>
        <w:lastRenderedPageBreak/>
        <w:t>Interruption</w:t>
      </w:r>
      <w:r w:rsidR="003E736D" w:rsidRPr="00526499">
        <w:rPr>
          <w:b/>
        </w:rPr>
        <w:t xml:space="preserve"> </w:t>
      </w:r>
      <w:r w:rsidRPr="00526499">
        <w:rPr>
          <w:b/>
        </w:rPr>
        <w:t>of</w:t>
      </w:r>
      <w:r w:rsidR="003E736D" w:rsidRPr="00526499">
        <w:rPr>
          <w:b/>
        </w:rPr>
        <w:t xml:space="preserve"> </w:t>
      </w:r>
      <w:r w:rsidRPr="00526499">
        <w:rPr>
          <w:b/>
        </w:rPr>
        <w:t>Fire/Security</w:t>
      </w:r>
      <w:r w:rsidR="003E736D" w:rsidRPr="00526499">
        <w:rPr>
          <w:b/>
        </w:rPr>
        <w:t xml:space="preserve"> </w:t>
      </w:r>
      <w:r w:rsidRPr="00526499">
        <w:rPr>
          <w:b/>
        </w:rPr>
        <w:t>Systems</w:t>
      </w:r>
      <w:r w:rsidRPr="00526499">
        <w:t>:</w:t>
      </w:r>
      <w:r w:rsidR="003E736D" w:rsidRPr="00526499">
        <w:t xml:space="preserve"> </w:t>
      </w:r>
      <w:r w:rsidRPr="00526499">
        <w:t>Plans</w:t>
      </w:r>
      <w:r w:rsidR="003E736D" w:rsidRPr="00526499">
        <w:t xml:space="preserve"> </w:t>
      </w:r>
      <w:r w:rsidRPr="00526499">
        <w:t>shall</w:t>
      </w:r>
      <w:r w:rsidR="003E736D" w:rsidRPr="00526499">
        <w:t xml:space="preserve"> </w:t>
      </w:r>
      <w:r w:rsidRPr="00526499">
        <w:t>include</w:t>
      </w:r>
      <w:r w:rsidR="003E736D" w:rsidRPr="00526499">
        <w:t xml:space="preserve"> </w:t>
      </w:r>
      <w:r w:rsidRPr="00526499">
        <w:t>measures</w:t>
      </w:r>
      <w:r w:rsidR="003E736D" w:rsidRPr="00526499">
        <w:t xml:space="preserve"> </w:t>
      </w:r>
      <w:r w:rsidRPr="00526499">
        <w:t>and/or</w:t>
      </w:r>
      <w:r w:rsidR="003E736D" w:rsidRPr="00526499">
        <w:t xml:space="preserve"> </w:t>
      </w:r>
      <w:r w:rsidRPr="00526499">
        <w:t>procedures</w:t>
      </w:r>
      <w:r w:rsidR="003E736D" w:rsidRPr="00526499">
        <w:t xml:space="preserve"> </w:t>
      </w:r>
      <w:r w:rsidRPr="00526499">
        <w:t>to</w:t>
      </w:r>
      <w:r w:rsidR="003E736D" w:rsidRPr="00526499">
        <w:t xml:space="preserve"> </w:t>
      </w:r>
      <w:r w:rsidRPr="00526499">
        <w:t>provide</w:t>
      </w:r>
      <w:r w:rsidR="003E736D" w:rsidRPr="00526499">
        <w:t xml:space="preserve"> </w:t>
      </w:r>
      <w:r w:rsidRPr="00526499">
        <w:t>interim</w:t>
      </w:r>
      <w:r w:rsidR="003E736D" w:rsidRPr="00526499">
        <w:t xml:space="preserve"> </w:t>
      </w:r>
      <w:r w:rsidRPr="00526499">
        <w:t>fire</w:t>
      </w:r>
      <w:r w:rsidR="003E736D" w:rsidRPr="00526499">
        <w:t xml:space="preserve"> </w:t>
      </w:r>
      <w:r w:rsidRPr="00526499">
        <w:t>and</w:t>
      </w:r>
      <w:r w:rsidR="003E736D" w:rsidRPr="00526499">
        <w:t xml:space="preserve"> </w:t>
      </w:r>
      <w:r w:rsidRPr="00526499">
        <w:t>security</w:t>
      </w:r>
      <w:r w:rsidR="003E736D" w:rsidRPr="00526499">
        <w:t xml:space="preserve"> </w:t>
      </w:r>
      <w:r w:rsidRPr="00526499">
        <w:t>protection</w:t>
      </w:r>
      <w:r w:rsidR="003E736D" w:rsidRPr="00526499">
        <w:t xml:space="preserve"> </w:t>
      </w:r>
      <w:r w:rsidRPr="00526499">
        <w:t>to</w:t>
      </w:r>
      <w:r w:rsidR="003E736D" w:rsidRPr="00526499">
        <w:t xml:space="preserve"> </w:t>
      </w:r>
      <w:r w:rsidRPr="00526499">
        <w:t>facilities</w:t>
      </w:r>
      <w:r w:rsidR="003E736D" w:rsidRPr="00526499">
        <w:t xml:space="preserve"> </w:t>
      </w:r>
      <w:r w:rsidRPr="00526499">
        <w:t>or</w:t>
      </w:r>
      <w:r w:rsidR="003E736D" w:rsidRPr="00526499">
        <w:t xml:space="preserve"> </w:t>
      </w:r>
      <w:r w:rsidRPr="00526499">
        <w:t>areas</w:t>
      </w:r>
      <w:r w:rsidR="003E736D" w:rsidRPr="00526499">
        <w:t xml:space="preserve"> </w:t>
      </w:r>
      <w:r w:rsidRPr="00526499">
        <w:t>affected</w:t>
      </w:r>
      <w:r w:rsidR="003E736D" w:rsidRPr="00526499">
        <w:t xml:space="preserve"> </w:t>
      </w:r>
      <w:r w:rsidRPr="00526499">
        <w:t>by</w:t>
      </w:r>
      <w:r w:rsidR="003E736D" w:rsidRPr="00526499">
        <w:t xml:space="preserve"> </w:t>
      </w:r>
      <w:r w:rsidRPr="00526499">
        <w:t>interruptions.</w:t>
      </w:r>
      <w:r w:rsidR="003E736D" w:rsidRPr="00526499">
        <w:t xml:space="preserve"> </w:t>
      </w:r>
      <w:r w:rsidRPr="00526499">
        <w:t>These</w:t>
      </w:r>
      <w:r w:rsidR="003E736D" w:rsidRPr="00526499">
        <w:t xml:space="preserve"> </w:t>
      </w:r>
      <w:r w:rsidRPr="00526499">
        <w:t>include</w:t>
      </w:r>
      <w:r w:rsidR="003E736D" w:rsidRPr="00526499">
        <w:t xml:space="preserve"> </w:t>
      </w:r>
      <w:r w:rsidRPr="00526499">
        <w:t>automatic</w:t>
      </w:r>
      <w:r w:rsidR="003E736D" w:rsidRPr="00526499">
        <w:t xml:space="preserve"> </w:t>
      </w:r>
      <w:r w:rsidRPr="00526499">
        <w:t>detection</w:t>
      </w:r>
      <w:r w:rsidR="003E736D" w:rsidRPr="00526499">
        <w:t xml:space="preserve"> </w:t>
      </w:r>
      <w:r w:rsidRPr="00526499">
        <w:t>devices</w:t>
      </w:r>
      <w:r w:rsidR="003E736D" w:rsidRPr="00526499">
        <w:t xml:space="preserve"> </w:t>
      </w:r>
      <w:r w:rsidRPr="00526499">
        <w:t>and</w:t>
      </w:r>
      <w:r w:rsidR="003E736D" w:rsidRPr="00526499">
        <w:t xml:space="preserve"> </w:t>
      </w:r>
      <w:r w:rsidRPr="00526499">
        <w:t>alarms,</w:t>
      </w:r>
      <w:r w:rsidR="003E736D" w:rsidRPr="00526499">
        <w:t xml:space="preserve"> </w:t>
      </w:r>
      <w:r w:rsidRPr="00526499">
        <w:t>automatic</w:t>
      </w:r>
      <w:r w:rsidR="003E736D" w:rsidRPr="00526499">
        <w:t xml:space="preserve"> </w:t>
      </w:r>
      <w:r w:rsidRPr="00526499">
        <w:t>sprinkler</w:t>
      </w:r>
      <w:r w:rsidR="003E736D" w:rsidRPr="00526499">
        <w:t xml:space="preserve"> </w:t>
      </w:r>
      <w:r w:rsidRPr="00526499">
        <w:t>systems,</w:t>
      </w:r>
      <w:r w:rsidR="003E736D" w:rsidRPr="00526499">
        <w:t xml:space="preserve"> </w:t>
      </w:r>
      <w:r w:rsidRPr="00526499">
        <w:t>fire</w:t>
      </w:r>
      <w:r w:rsidR="003E736D" w:rsidRPr="00526499">
        <w:t xml:space="preserve"> </w:t>
      </w:r>
      <w:r w:rsidRPr="00526499">
        <w:t>pumps,</w:t>
      </w:r>
      <w:r w:rsidR="003E736D" w:rsidRPr="00526499">
        <w:t xml:space="preserve"> </w:t>
      </w:r>
      <w:r w:rsidRPr="00526499">
        <w:t>fire</w:t>
      </w:r>
      <w:r w:rsidR="003E736D" w:rsidRPr="00526499">
        <w:t xml:space="preserve"> </w:t>
      </w:r>
      <w:r w:rsidRPr="00526499">
        <w:t>hydrants,</w:t>
      </w:r>
      <w:r w:rsidR="003E736D" w:rsidRPr="00526499">
        <w:t xml:space="preserve"> </w:t>
      </w:r>
      <w:r w:rsidRPr="00526499">
        <w:t>applicable</w:t>
      </w:r>
      <w:r w:rsidR="003E736D" w:rsidRPr="00526499">
        <w:t xml:space="preserve"> </w:t>
      </w:r>
      <w:r w:rsidRPr="00526499">
        <w:t>water</w:t>
      </w:r>
      <w:r w:rsidR="003E736D" w:rsidRPr="00526499">
        <w:t xml:space="preserve"> </w:t>
      </w:r>
      <w:r w:rsidRPr="00526499">
        <w:t>supplies</w:t>
      </w:r>
      <w:r w:rsidR="003E736D" w:rsidRPr="00526499">
        <w:t xml:space="preserve"> </w:t>
      </w:r>
      <w:r w:rsidRPr="00526499">
        <w:t>and</w:t>
      </w:r>
      <w:r w:rsidR="003E736D" w:rsidRPr="00526499">
        <w:t xml:space="preserve"> </w:t>
      </w:r>
      <w:r w:rsidRPr="00526499">
        <w:t>reservoirs.</w:t>
      </w:r>
    </w:p>
    <w:p w14:paraId="4D3D9657" w14:textId="1BD389E0" w:rsidR="0041675C" w:rsidRPr="00526499" w:rsidRDefault="00B253FB" w:rsidP="00015466">
      <w:pPr>
        <w:pStyle w:val="Spec"/>
        <w:numPr>
          <w:ilvl w:val="2"/>
          <w:numId w:val="2"/>
        </w:numPr>
      </w:pPr>
      <w:r w:rsidRPr="00526499">
        <w:rPr>
          <w:b/>
        </w:rPr>
        <w:t>Lock</w:t>
      </w:r>
      <w:r w:rsidR="0041675C" w:rsidRPr="00526499">
        <w:rPr>
          <w:b/>
        </w:rPr>
        <w:t>-</w:t>
      </w:r>
      <w:r w:rsidRPr="00526499">
        <w:rPr>
          <w:b/>
        </w:rPr>
        <w:t>out/Tag</w:t>
      </w:r>
      <w:r w:rsidR="0041675C" w:rsidRPr="00526499">
        <w:rPr>
          <w:b/>
        </w:rPr>
        <w:t>-</w:t>
      </w:r>
      <w:r w:rsidRPr="00526499">
        <w:rPr>
          <w:b/>
        </w:rPr>
        <w:t>out</w:t>
      </w:r>
      <w:r w:rsidRPr="00526499">
        <w:t>:</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lock</w:t>
      </w:r>
      <w:r w:rsidR="0041675C" w:rsidRPr="00526499">
        <w:t>-</w:t>
      </w:r>
      <w:r w:rsidRPr="00526499">
        <w:t>out/tag</w:t>
      </w:r>
      <w:r w:rsidR="0041675C" w:rsidRPr="00526499">
        <w:t>-</w:t>
      </w:r>
      <w:r w:rsidRPr="00526499">
        <w:t>out</w:t>
      </w:r>
      <w:r w:rsidR="003E736D" w:rsidRPr="00526499">
        <w:t xml:space="preserve"> </w:t>
      </w:r>
      <w:r w:rsidRPr="00526499">
        <w:t>of</w:t>
      </w:r>
      <w:r w:rsidR="003E736D" w:rsidRPr="00526499">
        <w:t xml:space="preserve"> </w:t>
      </w:r>
      <w:r w:rsidRPr="00526499">
        <w:t>energy</w:t>
      </w:r>
      <w:r w:rsidR="003E736D" w:rsidRPr="00526499">
        <w:t xml:space="preserve"> </w:t>
      </w:r>
      <w:r w:rsidRPr="00526499">
        <w:t>sources</w:t>
      </w:r>
      <w:r w:rsidR="003E736D" w:rsidRPr="00526499">
        <w:t xml:space="preserve"> </w:t>
      </w:r>
      <w:r w:rsidRPr="00526499">
        <w:t>during</w:t>
      </w:r>
      <w:r w:rsidR="003E736D" w:rsidRPr="00526499">
        <w:t xml:space="preserve"> </w:t>
      </w:r>
      <w:r w:rsidRPr="00526499">
        <w:t>work</w:t>
      </w:r>
      <w:r w:rsidR="003E736D" w:rsidRPr="00526499">
        <w:t xml:space="preserve"> </w:t>
      </w:r>
      <w:r w:rsidRPr="00526499">
        <w:t>operations.</w:t>
      </w:r>
      <w:r w:rsidR="0041675C" w:rsidRPr="00526499">
        <w:t xml:space="preserve"> The Contractor shall include as part of the Lock-out/Tag-out program protocol for </w:t>
      </w:r>
      <w:r w:rsidR="0041675C" w:rsidRPr="000A3C2D">
        <w:rPr>
          <w:i/>
        </w:rPr>
        <w:t>Clearance Orders and Switching Orders</w:t>
      </w:r>
      <w:r w:rsidR="0041675C" w:rsidRPr="00526499">
        <w:t xml:space="preserve"> on electrical and mechanical systems.</w:t>
      </w:r>
    </w:p>
    <w:p w14:paraId="4EBD69D6" w14:textId="77777777" w:rsidR="00B253FB" w:rsidRPr="00526499" w:rsidRDefault="00B253FB" w:rsidP="00015466">
      <w:pPr>
        <w:pStyle w:val="Spec"/>
        <w:numPr>
          <w:ilvl w:val="2"/>
          <w:numId w:val="2"/>
        </w:numPr>
      </w:pPr>
      <w:r w:rsidRPr="00526499">
        <w:rPr>
          <w:b/>
        </w:rPr>
        <w:t>Scaffolding</w:t>
      </w:r>
      <w:r w:rsidRPr="00526499">
        <w:t>:</w:t>
      </w:r>
      <w:r w:rsidR="003E736D" w:rsidRPr="00526499">
        <w:t xml:space="preserve"> </w:t>
      </w:r>
      <w:r w:rsidR="00FA0AA7" w:rsidRPr="00526499">
        <w:t xml:space="preserve">Red/Yellow/Green </w:t>
      </w:r>
      <w:r w:rsidRPr="00526499">
        <w:t>“Use”</w:t>
      </w:r>
      <w:r w:rsidR="003E736D" w:rsidRPr="00526499">
        <w:t xml:space="preserve"> </w:t>
      </w:r>
      <w:r w:rsidRPr="00526499">
        <w:t>tag</w:t>
      </w:r>
      <w:r w:rsidR="003E736D" w:rsidRPr="00526499">
        <w:t xml:space="preserve"> </w:t>
      </w:r>
      <w:r w:rsidRPr="00526499">
        <w:t>system,</w:t>
      </w:r>
      <w:r w:rsidR="003E736D" w:rsidRPr="00526499">
        <w:t xml:space="preserve"> </w:t>
      </w:r>
      <w:r w:rsidRPr="00526499">
        <w:t>planking,</w:t>
      </w:r>
      <w:r w:rsidR="003E736D" w:rsidRPr="00526499">
        <w:t xml:space="preserve"> </w:t>
      </w:r>
      <w:r w:rsidRPr="00526499">
        <w:t>guardrails,</w:t>
      </w:r>
      <w:r w:rsidR="003E736D" w:rsidRPr="00526499">
        <w:t xml:space="preserve"> </w:t>
      </w:r>
      <w:r w:rsidRPr="00526499">
        <w:t>toe</w:t>
      </w:r>
      <w:r w:rsidR="003E736D" w:rsidRPr="00526499">
        <w:t xml:space="preserve"> </w:t>
      </w:r>
      <w:r w:rsidRPr="00526499">
        <w:t>boards,</w:t>
      </w:r>
      <w:r w:rsidR="003E736D" w:rsidRPr="00526499">
        <w:t xml:space="preserve"> </w:t>
      </w:r>
      <w:r w:rsidRPr="00526499">
        <w:t>anchor</w:t>
      </w:r>
      <w:r w:rsidR="003E736D" w:rsidRPr="00526499">
        <w:t xml:space="preserve"> </w:t>
      </w:r>
      <w:r w:rsidRPr="00526499">
        <w:t>points,</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access</w:t>
      </w:r>
      <w:r w:rsidR="003E736D" w:rsidRPr="00526499">
        <w:t xml:space="preserve"> </w:t>
      </w:r>
      <w:r w:rsidRPr="00526499">
        <w:t>points,</w:t>
      </w:r>
      <w:r w:rsidR="003E736D" w:rsidRPr="00526499">
        <w:t xml:space="preserve"> </w:t>
      </w:r>
      <w:r w:rsidRPr="00526499">
        <w:t>and</w:t>
      </w:r>
      <w:r w:rsidR="003E736D" w:rsidRPr="00526499">
        <w:t xml:space="preserve"> </w:t>
      </w:r>
      <w:r w:rsidRPr="00526499">
        <w:t>inspections</w:t>
      </w:r>
      <w:r w:rsidR="003E736D" w:rsidRPr="00526499">
        <w:t xml:space="preserve"> </w:t>
      </w:r>
      <w:r w:rsidRPr="00526499">
        <w:t>of.</w:t>
      </w:r>
    </w:p>
    <w:p w14:paraId="5392159A" w14:textId="77777777" w:rsidR="00B253FB" w:rsidRDefault="00B253FB" w:rsidP="00015466">
      <w:pPr>
        <w:pStyle w:val="Spec"/>
        <w:numPr>
          <w:ilvl w:val="2"/>
          <w:numId w:val="2"/>
        </w:numPr>
      </w:pPr>
      <w:r>
        <w:rPr>
          <w:b/>
        </w:rPr>
        <w:t>Fire</w:t>
      </w:r>
      <w:r w:rsidR="003E736D">
        <w:rPr>
          <w:b/>
        </w:rPr>
        <w:t xml:space="preserve"> </w:t>
      </w:r>
      <w:r>
        <w:rPr>
          <w:b/>
        </w:rPr>
        <w:t>Protection</w:t>
      </w:r>
      <w:r w:rsidRPr="00DF77C6">
        <w:t>:</w:t>
      </w:r>
      <w:r w:rsidR="003E736D" w:rsidRPr="00DF77C6">
        <w:t xml:space="preserve"> </w:t>
      </w:r>
      <w:r>
        <w:t>Including</w:t>
      </w:r>
      <w:r w:rsidR="003E736D">
        <w:t xml:space="preserve"> </w:t>
      </w:r>
      <w:r>
        <w:t>Hot</w:t>
      </w:r>
      <w:r w:rsidR="003E736D">
        <w:t xml:space="preserve"> </w:t>
      </w:r>
      <w:r>
        <w:t>Work</w:t>
      </w:r>
      <w:r w:rsidR="003E736D">
        <w:t xml:space="preserve"> </w:t>
      </w:r>
      <w:r>
        <w:t>Permits,</w:t>
      </w:r>
      <w:r w:rsidR="003E736D">
        <w:t xml:space="preserve"> </w:t>
      </w:r>
      <w:r>
        <w:t>Welding,</w:t>
      </w:r>
      <w:r w:rsidR="003E736D">
        <w:t xml:space="preserve"> </w:t>
      </w:r>
      <w:r>
        <w:t>shields,</w:t>
      </w:r>
      <w:r w:rsidR="003E736D">
        <w:t xml:space="preserve"> </w:t>
      </w:r>
      <w:r>
        <w:t>fire</w:t>
      </w:r>
      <w:r w:rsidR="003E736D">
        <w:t xml:space="preserve"> </w:t>
      </w:r>
      <w:r>
        <w:t>extinguishers,</w:t>
      </w:r>
      <w:r w:rsidR="003E736D">
        <w:t xml:space="preserve"> </w:t>
      </w:r>
      <w:r>
        <w:tab/>
        <w:t>ventilation,</w:t>
      </w:r>
      <w:r w:rsidR="003E736D">
        <w:t xml:space="preserve"> </w:t>
      </w:r>
      <w:r>
        <w:t>PPE,</w:t>
      </w:r>
      <w:r w:rsidR="003E736D">
        <w:t xml:space="preserve"> </w:t>
      </w:r>
      <w:r>
        <w:t>fire</w:t>
      </w:r>
      <w:r w:rsidR="003E736D">
        <w:t xml:space="preserve"> </w:t>
      </w:r>
      <w:r>
        <w:t>watch</w:t>
      </w:r>
      <w:r w:rsidR="003E736D">
        <w:t xml:space="preserve"> </w:t>
      </w:r>
      <w:r>
        <w:t>and</w:t>
      </w:r>
      <w:r w:rsidR="003E736D">
        <w:t xml:space="preserve"> </w:t>
      </w:r>
      <w:r>
        <w:t>cylinder</w:t>
      </w:r>
      <w:r w:rsidR="003E736D">
        <w:t xml:space="preserve"> </w:t>
      </w:r>
      <w:r>
        <w:t>storage.</w:t>
      </w:r>
    </w:p>
    <w:p w14:paraId="26538D23" w14:textId="77777777" w:rsidR="00B253FB" w:rsidRDefault="00B253FB" w:rsidP="00015466">
      <w:pPr>
        <w:pStyle w:val="Spec"/>
        <w:numPr>
          <w:ilvl w:val="2"/>
          <w:numId w:val="2"/>
        </w:numPr>
      </w:pPr>
      <w:r>
        <w:rPr>
          <w:b/>
        </w:rPr>
        <w:t>Work</w:t>
      </w:r>
      <w:r w:rsidR="003E736D">
        <w:rPr>
          <w:b/>
        </w:rPr>
        <w:t xml:space="preserve"> </w:t>
      </w:r>
      <w:r>
        <w:rPr>
          <w:b/>
        </w:rPr>
        <w:t>Adjacent</w:t>
      </w:r>
      <w:r w:rsidR="003E736D">
        <w:rPr>
          <w:b/>
        </w:rPr>
        <w:t xml:space="preserve"> </w:t>
      </w:r>
      <w:r>
        <w:rPr>
          <w:b/>
        </w:rPr>
        <w:t>To</w:t>
      </w:r>
      <w:r w:rsidR="003E736D">
        <w:rPr>
          <w:b/>
        </w:rPr>
        <w:t xml:space="preserve"> </w:t>
      </w:r>
      <w:r>
        <w:rPr>
          <w:b/>
        </w:rPr>
        <w:t>Occupied</w:t>
      </w:r>
      <w:r w:rsidR="003E736D">
        <w:rPr>
          <w:b/>
        </w:rPr>
        <w:t xml:space="preserve"> </w:t>
      </w:r>
      <w:r>
        <w:rPr>
          <w:b/>
        </w:rPr>
        <w:t>Spaces</w:t>
      </w:r>
      <w:r w:rsidRPr="00DF77C6">
        <w:t>:</w:t>
      </w:r>
      <w:r w:rsidR="003E736D" w:rsidRPr="00DF77C6">
        <w:t xml:space="preserve"> </w:t>
      </w:r>
      <w:r>
        <w:t>Procedures</w:t>
      </w:r>
      <w:r w:rsidR="003E736D">
        <w:t xml:space="preserve"> </w:t>
      </w:r>
      <w:r>
        <w:t>for</w:t>
      </w:r>
      <w:r w:rsidR="003E736D">
        <w:t xml:space="preserve"> </w:t>
      </w:r>
      <w:r>
        <w:t>ensuring</w:t>
      </w:r>
      <w:r w:rsidR="003E736D">
        <w:t xml:space="preserve"> </w:t>
      </w:r>
      <w:r>
        <w:t>occupants</w:t>
      </w:r>
      <w:r w:rsidR="003E736D">
        <w:t xml:space="preserve"> </w:t>
      </w:r>
      <w:r>
        <w:t>of</w:t>
      </w:r>
      <w:r w:rsidR="003E736D">
        <w:t xml:space="preserve"> </w:t>
      </w:r>
      <w:r>
        <w:t>spaces</w:t>
      </w:r>
      <w:r w:rsidR="003E736D">
        <w:t xml:space="preserve"> </w:t>
      </w:r>
      <w:r>
        <w:t>adjoining,</w:t>
      </w:r>
      <w:r w:rsidR="003E736D">
        <w:t xml:space="preserve"> </w:t>
      </w:r>
      <w:r>
        <w:t>above</w:t>
      </w:r>
      <w:r w:rsidR="003E736D">
        <w:t xml:space="preserve"> </w:t>
      </w:r>
      <w:r>
        <w:t>and</w:t>
      </w:r>
      <w:r w:rsidR="003E736D">
        <w:t xml:space="preserve"> </w:t>
      </w:r>
      <w:r>
        <w:t>below</w:t>
      </w:r>
      <w:r w:rsidR="003E736D">
        <w:t xml:space="preserve"> </w:t>
      </w:r>
      <w:r>
        <w:t>construction</w:t>
      </w:r>
      <w:r w:rsidR="003E736D">
        <w:t xml:space="preserve"> </w:t>
      </w:r>
      <w:r>
        <w:t>areas</w:t>
      </w:r>
      <w:r w:rsidR="003E736D">
        <w:t xml:space="preserve"> </w:t>
      </w:r>
      <w:r>
        <w:t>will</w:t>
      </w:r>
      <w:r w:rsidR="003E736D">
        <w:t xml:space="preserve"> </w:t>
      </w:r>
      <w:r>
        <w:t>be</w:t>
      </w:r>
      <w:r w:rsidR="003E736D">
        <w:t xml:space="preserve"> </w:t>
      </w:r>
      <w:r>
        <w:t>protected</w:t>
      </w:r>
      <w:r w:rsidR="003E736D">
        <w:t xml:space="preserve"> </w:t>
      </w:r>
      <w:r>
        <w:t>from</w:t>
      </w:r>
      <w:r w:rsidR="003E736D">
        <w:t xml:space="preserve"> </w:t>
      </w:r>
      <w:r>
        <w:t>hazards</w:t>
      </w:r>
      <w:r w:rsidR="003E736D">
        <w:t xml:space="preserve"> </w:t>
      </w:r>
      <w:r>
        <w:t>created</w:t>
      </w:r>
      <w:r w:rsidR="003E736D">
        <w:t xml:space="preserve"> </w:t>
      </w:r>
      <w:r>
        <w:t>by</w:t>
      </w:r>
      <w:r w:rsidR="003E736D">
        <w:t xml:space="preserve"> </w:t>
      </w:r>
      <w:r>
        <w:t>construction,</w:t>
      </w:r>
      <w:r w:rsidR="003E736D">
        <w:t xml:space="preserve"> </w:t>
      </w:r>
      <w:r>
        <w:t>including</w:t>
      </w:r>
      <w:r w:rsidR="003E736D">
        <w:t xml:space="preserve"> </w:t>
      </w:r>
      <w:r>
        <w:t>but</w:t>
      </w:r>
      <w:r w:rsidR="003E736D">
        <w:t xml:space="preserve"> </w:t>
      </w:r>
      <w:r>
        <w:t>not</w:t>
      </w:r>
      <w:r w:rsidR="003E736D">
        <w:t xml:space="preserve"> </w:t>
      </w:r>
      <w:r>
        <w:t>limited</w:t>
      </w:r>
      <w:r w:rsidR="003E736D">
        <w:t xml:space="preserve"> </w:t>
      </w:r>
      <w:r>
        <w:t>to,</w:t>
      </w:r>
      <w:r w:rsidR="003E736D">
        <w:t xml:space="preserve"> </w:t>
      </w:r>
      <w:r>
        <w:t>falling</w:t>
      </w:r>
      <w:r w:rsidR="003E736D">
        <w:t xml:space="preserve"> </w:t>
      </w:r>
      <w:r>
        <w:t>debris,</w:t>
      </w:r>
      <w:r w:rsidR="003E736D">
        <w:t xml:space="preserve"> </w:t>
      </w:r>
      <w:r>
        <w:t>equipment</w:t>
      </w:r>
      <w:r w:rsidR="003E736D">
        <w:t xml:space="preserve"> </w:t>
      </w:r>
      <w:r>
        <w:t>noise,</w:t>
      </w:r>
      <w:r w:rsidR="003E736D">
        <w:t xml:space="preserve"> </w:t>
      </w:r>
      <w:r>
        <w:t>and</w:t>
      </w:r>
      <w:r w:rsidR="003E736D">
        <w:t xml:space="preserve"> </w:t>
      </w:r>
      <w:r>
        <w:t>penetration</w:t>
      </w:r>
      <w:r w:rsidR="003E736D">
        <w:t xml:space="preserve"> </w:t>
      </w:r>
      <w:r>
        <w:t>of</w:t>
      </w:r>
      <w:r w:rsidR="003E736D">
        <w:t xml:space="preserve"> </w:t>
      </w:r>
      <w:r>
        <w:t>partitions,</w:t>
      </w:r>
      <w:r w:rsidR="003E736D">
        <w:t xml:space="preserve"> </w:t>
      </w:r>
      <w:r>
        <w:t>ceilings,</w:t>
      </w:r>
      <w:r w:rsidR="003E736D">
        <w:t xml:space="preserve"> </w:t>
      </w:r>
      <w:r>
        <w:t>and</w:t>
      </w:r>
      <w:r w:rsidR="003E736D">
        <w:t xml:space="preserve"> </w:t>
      </w:r>
      <w:r>
        <w:t>floors.</w:t>
      </w:r>
    </w:p>
    <w:p w14:paraId="6E5A4989" w14:textId="1D5D21D5" w:rsidR="00B253FB" w:rsidRDefault="00B253FB" w:rsidP="00015466">
      <w:pPr>
        <w:pStyle w:val="Spec"/>
        <w:numPr>
          <w:ilvl w:val="2"/>
          <w:numId w:val="2"/>
        </w:numPr>
      </w:pPr>
      <w:r>
        <w:rPr>
          <w:b/>
        </w:rPr>
        <w:t>Competent</w:t>
      </w:r>
      <w:r w:rsidR="003E736D">
        <w:rPr>
          <w:b/>
        </w:rPr>
        <w:t xml:space="preserve"> </w:t>
      </w:r>
      <w:r>
        <w:rPr>
          <w:b/>
        </w:rPr>
        <w:t>Persons</w:t>
      </w:r>
      <w:r w:rsidRPr="00DF77C6">
        <w:t>:</w:t>
      </w:r>
      <w:r w:rsidR="003E736D" w:rsidRPr="00DF77C6">
        <w:t xml:space="preserve"> </w:t>
      </w:r>
      <w:r>
        <w:t>Where</w:t>
      </w:r>
      <w:r w:rsidR="003E736D">
        <w:t xml:space="preserve"> </w:t>
      </w:r>
      <w:r>
        <w:t>regulatory</w:t>
      </w:r>
      <w:r w:rsidR="003E736D">
        <w:t xml:space="preserve"> </w:t>
      </w:r>
      <w:r>
        <w:t>requirements</w:t>
      </w:r>
      <w:r w:rsidR="003E736D">
        <w:t xml:space="preserve"> </w:t>
      </w:r>
      <w:r>
        <w:t>(</w:t>
      </w:r>
      <w:r w:rsidR="00E060F7">
        <w:t>DOSH</w:t>
      </w:r>
      <w:r>
        <w:t>)</w:t>
      </w:r>
      <w:r w:rsidR="003E736D">
        <w:t xml:space="preserve"> </w:t>
      </w:r>
      <w:r>
        <w:t>specify</w:t>
      </w:r>
      <w:r w:rsidR="003E736D">
        <w:t xml:space="preserve"> </w:t>
      </w:r>
      <w:r>
        <w:t>the</w:t>
      </w:r>
      <w:r w:rsidR="003E736D">
        <w:t xml:space="preserve"> </w:t>
      </w:r>
      <w:r>
        <w:t>use</w:t>
      </w:r>
      <w:r w:rsidR="003E736D">
        <w:t xml:space="preserve"> </w:t>
      </w:r>
      <w:r>
        <w:t>of</w:t>
      </w:r>
      <w:r w:rsidR="003E736D">
        <w:t xml:space="preserve"> </w:t>
      </w:r>
      <w:r>
        <w:t>Competent</w:t>
      </w:r>
      <w:r w:rsidR="003E736D">
        <w:t xml:space="preserve"> </w:t>
      </w:r>
      <w:r>
        <w:t>Persons,</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in</w:t>
      </w:r>
      <w:r w:rsidR="003E736D">
        <w:t xml:space="preserve"> </w:t>
      </w:r>
      <w:r>
        <w:t>writing</w:t>
      </w:r>
      <w:r w:rsidR="003E736D">
        <w:t xml:space="preserve"> </w:t>
      </w:r>
      <w:r>
        <w:t>the</w:t>
      </w:r>
      <w:r w:rsidR="003E736D">
        <w:t xml:space="preserve"> </w:t>
      </w:r>
      <w:r>
        <w:t>names</w:t>
      </w:r>
      <w:r w:rsidR="003E736D">
        <w:t xml:space="preserve"> </w:t>
      </w:r>
      <w:r>
        <w:t>of</w:t>
      </w:r>
      <w:r w:rsidR="003E736D">
        <w:t xml:space="preserve"> </w:t>
      </w:r>
      <w:r>
        <w:t>those</w:t>
      </w:r>
      <w:r w:rsidR="003E736D">
        <w:t xml:space="preserve"> </w:t>
      </w:r>
      <w:r>
        <w:t>persons.</w:t>
      </w:r>
      <w:r w:rsidR="003E736D">
        <w:t xml:space="preserve"> </w:t>
      </w:r>
      <w:r>
        <w:t>Their</w:t>
      </w:r>
      <w:r w:rsidR="003E736D">
        <w:t xml:space="preserve"> </w:t>
      </w:r>
      <w:r>
        <w:t>area</w:t>
      </w:r>
      <w:r w:rsidR="003E736D">
        <w:t xml:space="preserve"> </w:t>
      </w:r>
      <w:r>
        <w:t>of</w:t>
      </w:r>
      <w:r w:rsidR="003E736D">
        <w:t xml:space="preserve"> </w:t>
      </w:r>
      <w:r>
        <w:t>competency</w:t>
      </w:r>
      <w:r w:rsidR="003E736D">
        <w:t xml:space="preserve"> </w:t>
      </w:r>
      <w:r>
        <w:t>and</w:t>
      </w:r>
      <w:r w:rsidR="003E736D">
        <w:t xml:space="preserve"> </w:t>
      </w:r>
      <w:r>
        <w:t>applicable</w:t>
      </w:r>
      <w:r w:rsidR="003E736D">
        <w:t xml:space="preserve"> </w:t>
      </w:r>
      <w:r>
        <w:t>experience/training</w:t>
      </w:r>
      <w:r w:rsidR="003E736D">
        <w:t xml:space="preserve"> </w:t>
      </w:r>
      <w:r>
        <w:t>documentation.</w:t>
      </w:r>
    </w:p>
    <w:p w14:paraId="18C3F419" w14:textId="77777777" w:rsidR="00B253FB" w:rsidRPr="00AF1AD0" w:rsidRDefault="00B253FB" w:rsidP="00015466">
      <w:pPr>
        <w:pStyle w:val="Spec"/>
        <w:numPr>
          <w:ilvl w:val="2"/>
          <w:numId w:val="2"/>
        </w:numPr>
      </w:pPr>
      <w:r>
        <w:rPr>
          <w:b/>
        </w:rPr>
        <w:t>Energized</w:t>
      </w:r>
      <w:r w:rsidR="003E736D">
        <w:rPr>
          <w:b/>
        </w:rPr>
        <w:t xml:space="preserve"> </w:t>
      </w:r>
      <w:r>
        <w:rPr>
          <w:b/>
        </w:rPr>
        <w:t>Electrical</w:t>
      </w:r>
      <w:r w:rsidR="003E736D">
        <w:rPr>
          <w:b/>
        </w:rPr>
        <w:t xml:space="preserve"> </w:t>
      </w:r>
      <w:r>
        <w:rPr>
          <w:b/>
        </w:rPr>
        <w:t>Work</w:t>
      </w:r>
      <w:r w:rsidR="003E736D">
        <w:rPr>
          <w:b/>
        </w:rPr>
        <w:t xml:space="preserve"> </w:t>
      </w:r>
      <w:r>
        <w:rPr>
          <w:b/>
        </w:rPr>
        <w:t>Plan</w:t>
      </w:r>
      <w:r w:rsidRPr="00DF77C6">
        <w:t>:</w:t>
      </w:r>
      <w:r w:rsidR="003E736D" w:rsidRPr="00DF77C6">
        <w:t xml:space="preserve"> </w:t>
      </w:r>
      <w:r>
        <w:t>Submit</w:t>
      </w:r>
      <w:r w:rsidR="003E736D">
        <w:t xml:space="preserve"> </w:t>
      </w:r>
      <w:r>
        <w:t>detailed</w:t>
      </w:r>
      <w:r w:rsidR="003E736D">
        <w:t xml:space="preserve"> </w:t>
      </w:r>
      <w:r>
        <w:t>procedures</w:t>
      </w:r>
      <w:r w:rsidR="003E736D">
        <w:t xml:space="preserve"> </w:t>
      </w:r>
      <w:r>
        <w:t>for</w:t>
      </w:r>
      <w:r w:rsidR="003E736D">
        <w:t xml:space="preserve"> </w:t>
      </w:r>
      <w:r>
        <w:t>working</w:t>
      </w:r>
      <w:r w:rsidR="003E736D">
        <w:t xml:space="preserve"> </w:t>
      </w:r>
      <w:r>
        <w:t>on</w:t>
      </w:r>
      <w:r w:rsidR="003E736D">
        <w:t xml:space="preserve"> </w:t>
      </w:r>
      <w:r>
        <w:t>and</w:t>
      </w:r>
      <w:r w:rsidR="003E736D">
        <w:t xml:space="preserve"> </w:t>
      </w:r>
      <w:r>
        <w:t>guarding</w:t>
      </w:r>
      <w:r w:rsidR="003E736D">
        <w:t xml:space="preserve"> </w:t>
      </w:r>
      <w:r>
        <w:t>of</w:t>
      </w:r>
      <w:r w:rsidR="003E736D">
        <w:t xml:space="preserve"> </w:t>
      </w:r>
      <w:r>
        <w:t>energized</w:t>
      </w:r>
      <w:r w:rsidR="003E736D">
        <w:t xml:space="preserve"> </w:t>
      </w:r>
      <w:r>
        <w:t>equipment</w:t>
      </w:r>
      <w:r w:rsidR="003E736D">
        <w:t xml:space="preserve"> </w:t>
      </w:r>
      <w:r>
        <w:t>or</w:t>
      </w:r>
      <w:r w:rsidR="003E736D">
        <w:t xml:space="preserve"> </w:t>
      </w:r>
      <w:r>
        <w:t>conducting</w:t>
      </w:r>
      <w:r w:rsidR="003E736D">
        <w:t xml:space="preserve"> </w:t>
      </w:r>
      <w:r>
        <w:t>system</w:t>
      </w:r>
      <w:r w:rsidR="003E736D">
        <w:t xml:space="preserve"> </w:t>
      </w:r>
      <w:r>
        <w:t>outages.</w:t>
      </w:r>
    </w:p>
    <w:p w14:paraId="0CCF1D8D" w14:textId="098AD434" w:rsidR="00B253FB" w:rsidRDefault="00B253FB" w:rsidP="00015466">
      <w:pPr>
        <w:pStyle w:val="Spec"/>
        <w:numPr>
          <w:ilvl w:val="2"/>
          <w:numId w:val="2"/>
        </w:numPr>
      </w:pPr>
      <w:r>
        <w:rPr>
          <w:b/>
        </w:rPr>
        <w:t>Health</w:t>
      </w:r>
      <w:r w:rsidR="003E736D">
        <w:rPr>
          <w:b/>
        </w:rPr>
        <w:t xml:space="preserve"> </w:t>
      </w:r>
      <w:r>
        <w:rPr>
          <w:b/>
        </w:rPr>
        <w:t>Considerations</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that</w:t>
      </w:r>
      <w:r w:rsidR="003E736D">
        <w:t xml:space="preserve"> </w:t>
      </w:r>
      <w:r>
        <w:t>addresses</w:t>
      </w:r>
      <w:r w:rsidR="003E736D">
        <w:t xml:space="preserve"> </w:t>
      </w:r>
      <w:r>
        <w:t>safety</w:t>
      </w:r>
      <w:r w:rsidR="003E736D">
        <w:t xml:space="preserve"> </w:t>
      </w:r>
      <w:r>
        <w:t>&amp;</w:t>
      </w:r>
      <w:r w:rsidR="003E736D">
        <w:t xml:space="preserve"> </w:t>
      </w:r>
      <w:r>
        <w:t>health</w:t>
      </w:r>
      <w:r w:rsidR="003E736D">
        <w:t xml:space="preserve"> </w:t>
      </w:r>
      <w:r>
        <w:t>procedures</w:t>
      </w:r>
      <w:r w:rsidR="003E736D">
        <w:t xml:space="preserve"> </w:t>
      </w:r>
      <w:r>
        <w:t>for</w:t>
      </w:r>
      <w:r w:rsidR="003E736D">
        <w:t xml:space="preserve"> </w:t>
      </w:r>
      <w:r>
        <w:t>working</w:t>
      </w:r>
      <w:r w:rsidR="003E736D">
        <w:t xml:space="preserve"> </w:t>
      </w:r>
      <w:r>
        <w:t>in</w:t>
      </w:r>
      <w:r w:rsidR="003E736D">
        <w:t xml:space="preserve"> </w:t>
      </w:r>
      <w:r>
        <w:t>contact</w:t>
      </w:r>
      <w:r w:rsidR="003E736D">
        <w:t xml:space="preserve"> </w:t>
      </w:r>
      <w:r>
        <w:t>with</w:t>
      </w:r>
      <w:r w:rsidR="003E736D">
        <w:t xml:space="preserve"> </w:t>
      </w:r>
      <w:r>
        <w:t>contaminated</w:t>
      </w:r>
      <w:r w:rsidR="003E736D">
        <w:t xml:space="preserve"> </w:t>
      </w:r>
      <w:r>
        <w:t>soils.</w:t>
      </w:r>
      <w:r w:rsidR="003E736D">
        <w:t xml:space="preserve"> </w:t>
      </w:r>
      <w:r>
        <w:t>This</w:t>
      </w:r>
      <w:r w:rsidR="003E736D">
        <w:t xml:space="preserve"> </w:t>
      </w:r>
      <w:r>
        <w:t>plan</w:t>
      </w:r>
      <w:r w:rsidR="003E736D">
        <w:t xml:space="preserve"> </w:t>
      </w:r>
      <w:r>
        <w:t>shall</w:t>
      </w:r>
      <w:r w:rsidR="003E736D">
        <w:t xml:space="preserve"> </w:t>
      </w:r>
      <w:r>
        <w:t>be</w:t>
      </w:r>
      <w:r w:rsidR="003E736D">
        <w:t xml:space="preserve"> </w:t>
      </w:r>
      <w:r>
        <w:t>revised</w:t>
      </w:r>
      <w:r w:rsidR="003E736D">
        <w:t xml:space="preserve"> </w:t>
      </w:r>
      <w:r>
        <w:t>and</w:t>
      </w:r>
      <w:r w:rsidR="003E736D">
        <w:t xml:space="preserve"> </w:t>
      </w:r>
      <w:r>
        <w:t>resubmitted</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conditions</w:t>
      </w:r>
      <w:r w:rsidR="003E736D">
        <w:t xml:space="preserve"> </w:t>
      </w:r>
      <w:r>
        <w:t>encountered</w:t>
      </w:r>
      <w:r w:rsidR="003E736D">
        <w:t xml:space="preserve"> </w:t>
      </w:r>
      <w:r>
        <w:t>during</w:t>
      </w:r>
      <w:r w:rsidR="003E736D">
        <w:t xml:space="preserve"> </w:t>
      </w:r>
      <w:r>
        <w:t>the</w:t>
      </w:r>
      <w:r w:rsidR="003E736D">
        <w:t xml:space="preserve"> </w:t>
      </w:r>
      <w:r>
        <w:t>work</w:t>
      </w:r>
      <w:r w:rsidR="003E736D">
        <w:t xml:space="preserve"> </w:t>
      </w:r>
      <w:r>
        <w:t>are</w:t>
      </w:r>
      <w:r w:rsidR="003E736D">
        <w:t xml:space="preserve"> </w:t>
      </w:r>
      <w:r>
        <w:t>different</w:t>
      </w:r>
      <w:r w:rsidR="003E736D">
        <w:t xml:space="preserve"> </w:t>
      </w:r>
      <w:r>
        <w:t>than</w:t>
      </w:r>
      <w:r w:rsidR="003E736D">
        <w:t xml:space="preserve"> </w:t>
      </w:r>
      <w:r>
        <w:t>those</w:t>
      </w:r>
      <w:r w:rsidR="003E736D">
        <w:t xml:space="preserve"> </w:t>
      </w:r>
      <w:r>
        <w:t>initially</w:t>
      </w:r>
      <w:r w:rsidR="003E736D">
        <w:t xml:space="preserve"> </w:t>
      </w:r>
      <w:r>
        <w:t>planned</w:t>
      </w:r>
      <w:r w:rsidR="003E736D">
        <w:t xml:space="preserve"> </w:t>
      </w:r>
      <w:r>
        <w:t>for.</w:t>
      </w:r>
      <w:r w:rsidR="003E736D">
        <w:t xml:space="preserve"> </w:t>
      </w:r>
      <w:r>
        <w:t>It</w:t>
      </w:r>
      <w:r w:rsidR="003E736D">
        <w:t xml:space="preserve"> </w:t>
      </w:r>
      <w:r>
        <w:t>shall</w:t>
      </w:r>
      <w:r w:rsidR="003E736D">
        <w:t xml:space="preserve"> </w:t>
      </w:r>
      <w:r>
        <w:t>also</w:t>
      </w:r>
      <w:r w:rsidR="003E736D">
        <w:t xml:space="preserve"> </w:t>
      </w:r>
      <w:r>
        <w:t>include:</w:t>
      </w:r>
    </w:p>
    <w:p w14:paraId="00AD6B0A" w14:textId="77777777" w:rsidR="00B253FB" w:rsidRDefault="00B253FB" w:rsidP="00015466">
      <w:pPr>
        <w:pStyle w:val="Spec"/>
        <w:numPr>
          <w:ilvl w:val="3"/>
          <w:numId w:val="2"/>
        </w:numPr>
      </w:pPr>
      <w:r>
        <w:t>Identification</w:t>
      </w:r>
      <w:r w:rsidR="003E736D">
        <w:t xml:space="preserve"> </w:t>
      </w:r>
      <w:r>
        <w:t>and</w:t>
      </w:r>
      <w:r w:rsidR="003E736D">
        <w:t xml:space="preserve"> </w:t>
      </w:r>
      <w:r>
        <w:t>evaluation</w:t>
      </w:r>
      <w:r w:rsidR="003E736D">
        <w:t xml:space="preserve"> </w:t>
      </w:r>
      <w:r>
        <w:t>of</w:t>
      </w:r>
      <w:r w:rsidR="003E736D">
        <w:t xml:space="preserve"> </w:t>
      </w:r>
      <w:r>
        <w:t>the</w:t>
      </w:r>
      <w:r w:rsidR="003E736D">
        <w:t xml:space="preserve"> </w:t>
      </w:r>
      <w:r>
        <w:t>hazards</w:t>
      </w:r>
      <w:r w:rsidR="003E736D">
        <w:t xml:space="preserve"> </w:t>
      </w:r>
      <w:r>
        <w:t>and</w:t>
      </w:r>
      <w:r w:rsidR="003E736D">
        <w:t xml:space="preserve"> </w:t>
      </w:r>
      <w:r>
        <w:t>risks</w:t>
      </w:r>
      <w:r w:rsidR="003E736D">
        <w:t xml:space="preserve"> </w:t>
      </w:r>
      <w:r>
        <w:t>associated</w:t>
      </w:r>
      <w:r w:rsidR="003E736D">
        <w:t xml:space="preserve"> </w:t>
      </w:r>
      <w:r>
        <w:t>with</w:t>
      </w:r>
      <w:r w:rsidR="003E736D">
        <w:t xml:space="preserve"> </w:t>
      </w:r>
      <w:r>
        <w:t>each</w:t>
      </w:r>
      <w:r w:rsidR="003E736D">
        <w:t xml:space="preserve"> </w:t>
      </w:r>
      <w:r>
        <w:t>work</w:t>
      </w:r>
      <w:r w:rsidR="003E736D">
        <w:t xml:space="preserve"> </w:t>
      </w:r>
      <w:r>
        <w:t>task.</w:t>
      </w:r>
    </w:p>
    <w:p w14:paraId="17F016AF" w14:textId="77777777" w:rsidR="00B253FB" w:rsidRDefault="00B253FB" w:rsidP="00015466">
      <w:pPr>
        <w:pStyle w:val="Spec"/>
        <w:numPr>
          <w:ilvl w:val="3"/>
          <w:numId w:val="2"/>
        </w:numPr>
      </w:pP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each</w:t>
      </w:r>
      <w:r w:rsidR="003E736D">
        <w:t xml:space="preserve"> </w:t>
      </w:r>
      <w:r>
        <w:t>contractor’s</w:t>
      </w:r>
      <w:r w:rsidR="003E736D">
        <w:t xml:space="preserve"> </w:t>
      </w:r>
      <w:r>
        <w:t>representative(s)</w:t>
      </w:r>
      <w:r w:rsidR="003E736D">
        <w:t xml:space="preserve"> </w:t>
      </w:r>
      <w:r>
        <w:t>in</w:t>
      </w:r>
      <w:r w:rsidR="003E736D">
        <w:t xml:space="preserve"> </w:t>
      </w:r>
      <w:r>
        <w:t>charge</w:t>
      </w:r>
      <w:r w:rsidR="003E736D">
        <w:t xml:space="preserve"> </w:t>
      </w:r>
      <w:r>
        <w:t>of</w:t>
      </w:r>
      <w:r w:rsidR="003E736D">
        <w:t xml:space="preserve"> </w:t>
      </w:r>
      <w:r>
        <w:t>the</w:t>
      </w:r>
      <w:r w:rsidR="003E736D">
        <w:t xml:space="preserve"> </w:t>
      </w:r>
      <w:r>
        <w:t>work</w:t>
      </w:r>
      <w:r w:rsidR="003E736D">
        <w:t xml:space="preserve"> </w:t>
      </w:r>
      <w:r>
        <w:t>and</w:t>
      </w:r>
      <w:r w:rsidR="003E736D">
        <w:t xml:space="preserve"> </w:t>
      </w:r>
      <w:r>
        <w:t>present</w:t>
      </w:r>
      <w:r w:rsidR="003E736D">
        <w:t xml:space="preserve"> </w:t>
      </w:r>
      <w:r>
        <w:t>at</w:t>
      </w:r>
      <w:r w:rsidR="003E736D">
        <w:t xml:space="preserve"> </w:t>
      </w:r>
      <w:r>
        <w:t>the</w:t>
      </w:r>
      <w:r w:rsidR="003E736D">
        <w:t xml:space="preserve"> </w:t>
      </w:r>
      <w:r>
        <w:t>project</w:t>
      </w:r>
      <w:r w:rsidR="003E736D">
        <w:t xml:space="preserve"> </w:t>
      </w:r>
      <w:r>
        <w:t>when</w:t>
      </w:r>
      <w:r w:rsidR="003E736D">
        <w:t xml:space="preserve"> </w:t>
      </w:r>
      <w:r>
        <w:t>pipeline</w:t>
      </w:r>
      <w:r w:rsidR="003E736D">
        <w:t xml:space="preserve"> </w:t>
      </w:r>
      <w:r>
        <w:t>removal</w:t>
      </w:r>
      <w:r w:rsidR="003E736D">
        <w:t xml:space="preserve"> </w:t>
      </w:r>
      <w:r>
        <w:t>is</w:t>
      </w:r>
      <w:r w:rsidR="003E736D">
        <w:t xml:space="preserve"> </w:t>
      </w:r>
      <w:r>
        <w:t>performed.</w:t>
      </w:r>
    </w:p>
    <w:p w14:paraId="70A2E5F4" w14:textId="77777777" w:rsidR="00B253FB" w:rsidRDefault="00B253FB" w:rsidP="00015466">
      <w:pPr>
        <w:pStyle w:val="Spec"/>
        <w:numPr>
          <w:ilvl w:val="3"/>
          <w:numId w:val="2"/>
        </w:numPr>
      </w:pPr>
      <w:r>
        <w:t>Identification</w:t>
      </w:r>
      <w:r w:rsidR="003E736D">
        <w:t xml:space="preserve"> </w:t>
      </w:r>
      <w:r>
        <w:t>of</w:t>
      </w:r>
      <w:r w:rsidR="003E736D">
        <w:t xml:space="preserve"> </w:t>
      </w:r>
      <w:r>
        <w:t>supervisory</w:t>
      </w:r>
      <w:r w:rsidR="003E736D">
        <w:t xml:space="preserve"> </w:t>
      </w:r>
      <w:r>
        <w:t>personnel</w:t>
      </w:r>
      <w:r w:rsidR="003E736D">
        <w:t xml:space="preserve"> </w:t>
      </w:r>
      <w:r>
        <w:t>and</w:t>
      </w:r>
      <w:r w:rsidR="003E736D">
        <w:t xml:space="preserve"> </w:t>
      </w:r>
      <w:r>
        <w:t>alternative</w:t>
      </w:r>
      <w:r w:rsidR="003E736D">
        <w:t xml:space="preserve"> </w:t>
      </w:r>
      <w:r>
        <w:t>responsibilities</w:t>
      </w:r>
      <w:r w:rsidR="003E736D">
        <w:t xml:space="preserve"> </w:t>
      </w:r>
      <w:r>
        <w:t>for</w:t>
      </w:r>
      <w:r w:rsidR="003E736D">
        <w:t xml:space="preserve"> </w:t>
      </w:r>
      <w:r>
        <w:t>site</w:t>
      </w:r>
      <w:r w:rsidR="003E736D">
        <w:t xml:space="preserve"> </w:t>
      </w:r>
      <w:r>
        <w:t>safety/response</w:t>
      </w:r>
      <w:r w:rsidR="003E736D">
        <w:t xml:space="preserve"> </w:t>
      </w:r>
      <w:r>
        <w:t>operations.</w:t>
      </w:r>
    </w:p>
    <w:p w14:paraId="345CB7B1" w14:textId="77777777" w:rsidR="00B253FB" w:rsidRDefault="00B253FB" w:rsidP="00015466">
      <w:pPr>
        <w:pStyle w:val="Spec"/>
        <w:numPr>
          <w:ilvl w:val="3"/>
          <w:numId w:val="2"/>
        </w:numPr>
      </w:pPr>
      <w:r>
        <w:t>Determine</w:t>
      </w:r>
      <w:r w:rsidR="003E736D">
        <w:t xml:space="preserve"> </w:t>
      </w:r>
      <w:r>
        <w:t>levels</w:t>
      </w:r>
      <w:r w:rsidR="003E736D">
        <w:t xml:space="preserve"> </w:t>
      </w:r>
      <w:r>
        <w:t>of</w:t>
      </w:r>
      <w:r w:rsidR="003E736D">
        <w:t xml:space="preserve"> </w:t>
      </w:r>
      <w:r>
        <w:t>personnel</w:t>
      </w:r>
      <w:r w:rsidR="003E736D">
        <w:t xml:space="preserve"> </w:t>
      </w:r>
      <w:r>
        <w:t>protection</w:t>
      </w:r>
      <w:r w:rsidR="003E736D">
        <w:t xml:space="preserve"> </w:t>
      </w:r>
      <w:r>
        <w:t>to</w:t>
      </w:r>
      <w:r w:rsidR="003E736D">
        <w:t xml:space="preserve"> </w:t>
      </w:r>
      <w:r>
        <w:t>be</w:t>
      </w:r>
      <w:r w:rsidR="003E736D">
        <w:t xml:space="preserve"> </w:t>
      </w:r>
      <w:r>
        <w:t>worn</w:t>
      </w:r>
      <w:r w:rsidR="003E736D">
        <w:t xml:space="preserve"> </w:t>
      </w:r>
      <w:r>
        <w:t>for</w:t>
      </w:r>
      <w:r w:rsidR="003E736D">
        <w:t xml:space="preserve"> </w:t>
      </w:r>
      <w:r>
        <w:t>various</w:t>
      </w:r>
      <w:r w:rsidR="003E736D">
        <w:t xml:space="preserve"> </w:t>
      </w:r>
      <w:r>
        <w:t>site</w:t>
      </w:r>
      <w:r w:rsidR="003E736D">
        <w:t xml:space="preserve"> </w:t>
      </w:r>
      <w:r>
        <w:t>operations.</w:t>
      </w:r>
    </w:p>
    <w:p w14:paraId="63FFCEB3" w14:textId="6EAEC576" w:rsidR="00B253FB" w:rsidRDefault="00B253FB" w:rsidP="00015466">
      <w:pPr>
        <w:pStyle w:val="Spec"/>
        <w:numPr>
          <w:ilvl w:val="3"/>
          <w:numId w:val="2"/>
        </w:numPr>
      </w:pPr>
      <w:r>
        <w:t>List</w:t>
      </w:r>
      <w:r w:rsidR="003E736D">
        <w:t xml:space="preserve"> </w:t>
      </w:r>
      <w:r>
        <w:t>equipment</w:t>
      </w:r>
      <w:r w:rsidR="003E736D">
        <w:t xml:space="preserve"> </w:t>
      </w:r>
      <w:r>
        <w:t>with</w:t>
      </w:r>
      <w:r w:rsidR="003E736D">
        <w:t xml:space="preserve"> </w:t>
      </w:r>
      <w:r>
        <w:t>adequate</w:t>
      </w:r>
      <w:r w:rsidR="003E736D">
        <w:t xml:space="preserve"> </w:t>
      </w:r>
      <w:r>
        <w:t>nomenclature</w:t>
      </w:r>
      <w:r w:rsidR="003E736D">
        <w:t xml:space="preserve"> </w:t>
      </w:r>
      <w:r>
        <w:t>by</w:t>
      </w:r>
      <w:r w:rsidR="003E736D">
        <w:t xml:space="preserve"> </w:t>
      </w:r>
      <w:r>
        <w:t>item</w:t>
      </w:r>
      <w:r w:rsidR="003E736D">
        <w:t xml:space="preserve"> </w:t>
      </w:r>
      <w:r>
        <w:t>that</w:t>
      </w:r>
      <w:r w:rsidR="003E736D">
        <w:t xml:space="preserve"> </w:t>
      </w:r>
      <w:r>
        <w:t>will</w:t>
      </w:r>
      <w:r w:rsidR="003E736D">
        <w:t xml:space="preserve"> </w:t>
      </w:r>
      <w:r>
        <w:t>be</w:t>
      </w:r>
      <w:r w:rsidR="003E736D">
        <w:t xml:space="preserve"> </w:t>
      </w:r>
      <w:r>
        <w:t>used</w:t>
      </w:r>
      <w:r w:rsidR="003E736D">
        <w:t xml:space="preserve"> </w:t>
      </w:r>
      <w:r>
        <w:t>at</w:t>
      </w:r>
      <w:r w:rsidR="003E736D">
        <w:t xml:space="preserve"> </w:t>
      </w:r>
      <w:r>
        <w:t>the</w:t>
      </w:r>
      <w:r w:rsidR="003E736D">
        <w:t xml:space="preserve"> </w:t>
      </w:r>
      <w:r>
        <w:t>job</w:t>
      </w:r>
      <w:r w:rsidR="003E736D">
        <w:t xml:space="preserve"> </w:t>
      </w:r>
      <w:r>
        <w:t>site</w:t>
      </w:r>
      <w:r w:rsidR="003E736D">
        <w:t xml:space="preserve"> </w:t>
      </w:r>
      <w:r>
        <w:t>and</w:t>
      </w:r>
      <w:r w:rsidR="003E736D">
        <w:t xml:space="preserve"> </w:t>
      </w:r>
      <w:r>
        <w:t>the</w:t>
      </w:r>
      <w:r w:rsidR="003E736D">
        <w:t xml:space="preserve"> </w:t>
      </w:r>
      <w:r>
        <w:t>date</w:t>
      </w:r>
      <w:r w:rsidR="003E736D">
        <w:t xml:space="preserve"> </w:t>
      </w:r>
      <w:r>
        <w:t>and</w:t>
      </w:r>
      <w:r w:rsidR="003E736D">
        <w:t xml:space="preserve"> </w:t>
      </w:r>
      <w:r>
        <w:t>location</w:t>
      </w:r>
      <w:r w:rsidR="003E736D">
        <w:t xml:space="preserve"> </w:t>
      </w:r>
      <w:r>
        <w:t>where</w:t>
      </w:r>
      <w:r w:rsidR="003E736D">
        <w:t xml:space="preserve"> </w:t>
      </w:r>
      <w:r>
        <w:t>the</w:t>
      </w:r>
      <w:r w:rsidR="003E736D">
        <w:t xml:space="preserve"> </w:t>
      </w:r>
      <w:r w:rsidR="00155B23" w:rsidRPr="00155B23">
        <w:t xml:space="preserve">Port </w:t>
      </w:r>
      <w:r w:rsidR="00D65106">
        <w:t>I</w:t>
      </w:r>
      <w:r w:rsidR="00907B09">
        <w:t>nspector</w:t>
      </w:r>
      <w:r w:rsidR="00155B23">
        <w:t xml:space="preserve"> </w:t>
      </w:r>
      <w:r>
        <w:t>can</w:t>
      </w:r>
      <w:r w:rsidR="003E736D">
        <w:t xml:space="preserve"> </w:t>
      </w:r>
      <w:r>
        <w:t>inspect</w:t>
      </w:r>
      <w:r w:rsidR="003E736D">
        <w:t xml:space="preserve"> </w:t>
      </w:r>
      <w:r>
        <w:t>this</w:t>
      </w:r>
      <w:r w:rsidR="003E736D">
        <w:t xml:space="preserve"> </w:t>
      </w:r>
      <w:r>
        <w:t>equipment.</w:t>
      </w:r>
    </w:p>
    <w:p w14:paraId="67A99B37" w14:textId="77777777" w:rsidR="00B253FB" w:rsidRDefault="00B253FB" w:rsidP="00015466">
      <w:pPr>
        <w:pStyle w:val="Spec"/>
        <w:numPr>
          <w:ilvl w:val="3"/>
          <w:numId w:val="2"/>
        </w:numPr>
      </w:pPr>
      <w:r>
        <w:t>Establishment</w:t>
      </w:r>
      <w:r w:rsidR="003E736D">
        <w:t xml:space="preserve"> </w:t>
      </w:r>
      <w:r>
        <w:t>of</w:t>
      </w:r>
      <w:r w:rsidR="003E736D">
        <w:t xml:space="preserve"> </w:t>
      </w:r>
      <w:r>
        <w:t>emergency</w:t>
      </w:r>
      <w:r w:rsidR="003E736D">
        <w:t xml:space="preserve"> </w:t>
      </w:r>
      <w:r>
        <w:t>procedures,</w:t>
      </w:r>
      <w:r w:rsidR="003E736D">
        <w:t xml:space="preserve"> </w:t>
      </w:r>
      <w:r>
        <w:t>such</w:t>
      </w:r>
      <w:r w:rsidR="003E736D">
        <w:t xml:space="preserve"> </w:t>
      </w:r>
      <w:r>
        <w:t>as:</w:t>
      </w:r>
      <w:r w:rsidR="003E736D">
        <w:t xml:space="preserve"> </w:t>
      </w:r>
      <w:r>
        <w:t>escape</w:t>
      </w:r>
      <w:r w:rsidR="003E736D">
        <w:t xml:space="preserve"> </w:t>
      </w:r>
      <w:r>
        <w:t>routes,</w:t>
      </w:r>
      <w:r w:rsidR="003E736D">
        <w:t xml:space="preserve"> </w:t>
      </w:r>
      <w:r>
        <w:t>fire</w:t>
      </w:r>
      <w:r w:rsidR="003E736D">
        <w:t xml:space="preserve"> </w:t>
      </w:r>
      <w:r>
        <w:t>protection,</w:t>
      </w:r>
      <w:r w:rsidR="003E736D">
        <w:t xml:space="preserve"> </w:t>
      </w:r>
      <w:r>
        <w:t>signals</w:t>
      </w:r>
      <w:r w:rsidR="003E736D">
        <w:t xml:space="preserve"> </w:t>
      </w:r>
      <w:r>
        <w:t>for</w:t>
      </w:r>
      <w:r w:rsidR="003E736D">
        <w:t xml:space="preserve"> </w:t>
      </w:r>
      <w:r>
        <w:t>withdrawing</w:t>
      </w:r>
      <w:r w:rsidR="003E736D">
        <w:t xml:space="preserve"> </w:t>
      </w:r>
      <w:r>
        <w:t>work</w:t>
      </w:r>
      <w:r w:rsidR="003E736D">
        <w:t xml:space="preserve"> </w:t>
      </w:r>
      <w:r>
        <w:t>parties</w:t>
      </w:r>
      <w:r w:rsidR="003E736D">
        <w:t xml:space="preserve"> </w:t>
      </w:r>
      <w:r>
        <w:t>from</w:t>
      </w:r>
      <w:r w:rsidR="003E736D">
        <w:t xml:space="preserve"> </w:t>
      </w:r>
      <w:r>
        <w:t>the</w:t>
      </w:r>
      <w:r w:rsidR="003E736D">
        <w:t xml:space="preserve"> </w:t>
      </w:r>
      <w:r>
        <w:t>site,</w:t>
      </w:r>
      <w:r w:rsidR="003E736D">
        <w:t xml:space="preserve"> </w:t>
      </w:r>
      <w:r>
        <w:t>emergency</w:t>
      </w:r>
      <w:r w:rsidR="003E736D">
        <w:t xml:space="preserve"> </w:t>
      </w:r>
      <w:r>
        <w:t>communications,</w:t>
      </w:r>
      <w:r w:rsidR="003E736D">
        <w:t xml:space="preserve"> </w:t>
      </w:r>
      <w:r>
        <w:t>wind</w:t>
      </w:r>
      <w:r w:rsidR="003E736D">
        <w:t xml:space="preserve"> </w:t>
      </w:r>
      <w:r>
        <w:t>indicators,</w:t>
      </w:r>
      <w:r w:rsidR="003E736D">
        <w:t xml:space="preserve"> </w:t>
      </w:r>
      <w:r>
        <w:t>including</w:t>
      </w:r>
      <w:r w:rsidR="003E736D">
        <w:t xml:space="preserve"> </w:t>
      </w:r>
      <w:r>
        <w:t>facility</w:t>
      </w:r>
      <w:r w:rsidR="003E736D">
        <w:t xml:space="preserve"> </w:t>
      </w:r>
      <w:r>
        <w:t>notification.</w:t>
      </w:r>
    </w:p>
    <w:p w14:paraId="70B48649" w14:textId="41DA2B3D" w:rsidR="00B253FB" w:rsidRDefault="00B253FB" w:rsidP="00015466">
      <w:pPr>
        <w:pStyle w:val="Spec"/>
        <w:numPr>
          <w:ilvl w:val="3"/>
          <w:numId w:val="2"/>
        </w:numPr>
      </w:pPr>
      <w:r>
        <w:lastRenderedPageBreak/>
        <w:t>Identification</w:t>
      </w:r>
      <w:r w:rsidR="003E736D">
        <w:t xml:space="preserve"> </w:t>
      </w:r>
      <w:r>
        <w:t>and</w:t>
      </w:r>
      <w:r w:rsidR="003E736D">
        <w:t xml:space="preserve"> </w:t>
      </w:r>
      <w:r>
        <w:t>arrangements</w:t>
      </w:r>
      <w:r w:rsidR="003E736D">
        <w:t xml:space="preserve"> </w:t>
      </w:r>
      <w:r>
        <w:t>with</w:t>
      </w:r>
      <w:r w:rsidR="003E736D">
        <w:t xml:space="preserve"> </w:t>
      </w:r>
      <w:r>
        <w:t>the</w:t>
      </w:r>
      <w:r w:rsidR="003E736D">
        <w:t xml:space="preserve"> </w:t>
      </w:r>
      <w:r>
        <w:t>nearest</w:t>
      </w:r>
      <w:r w:rsidR="003E736D">
        <w:t xml:space="preserve"> </w:t>
      </w:r>
      <w:r>
        <w:t>medical</w:t>
      </w:r>
      <w:r w:rsidR="003E736D">
        <w:t xml:space="preserve"> </w:t>
      </w:r>
      <w:r>
        <w:t>facility</w:t>
      </w:r>
      <w:r w:rsidR="003E736D">
        <w:t xml:space="preserve"> </w:t>
      </w:r>
      <w:r>
        <w:t>for</w:t>
      </w:r>
      <w:r w:rsidR="003E736D">
        <w:t xml:space="preserve"> </w:t>
      </w:r>
      <w:r>
        <w:t>emergency</w:t>
      </w:r>
      <w:r w:rsidR="003E736D">
        <w:t xml:space="preserve"> </w:t>
      </w:r>
      <w:r>
        <w:t>medical</w:t>
      </w:r>
      <w:r w:rsidR="003E736D">
        <w:t xml:space="preserve"> </w:t>
      </w:r>
      <w:r>
        <w:t>care</w:t>
      </w:r>
      <w:r w:rsidR="003E736D">
        <w:t xml:space="preserve"> </w:t>
      </w:r>
      <w:r>
        <w:t>of</w:t>
      </w:r>
      <w:r w:rsidR="003E736D">
        <w:t xml:space="preserve"> </w:t>
      </w:r>
      <w:r>
        <w:t>both</w:t>
      </w:r>
      <w:r w:rsidR="003E736D">
        <w:t xml:space="preserve"> </w:t>
      </w:r>
      <w:r>
        <w:t>routine-type</w:t>
      </w:r>
      <w:r w:rsidR="003E736D">
        <w:t xml:space="preserve"> </w:t>
      </w:r>
      <w:r>
        <w:t>injuries</w:t>
      </w:r>
      <w:r w:rsidR="003E736D">
        <w:t xml:space="preserve"> </w:t>
      </w:r>
      <w:r>
        <w:t>and</w:t>
      </w:r>
      <w:r w:rsidR="003E736D">
        <w:t xml:space="preserve"> </w:t>
      </w:r>
      <w:r>
        <w:t>toxicological</w:t>
      </w:r>
      <w:r w:rsidR="003E736D">
        <w:t xml:space="preserve"> </w:t>
      </w:r>
      <w:r>
        <w:t>problems.</w:t>
      </w:r>
      <w:r w:rsidR="003E736D">
        <w:t xml:space="preserve"> </w:t>
      </w:r>
      <w:r>
        <w:t>Submit</w:t>
      </w:r>
      <w:r w:rsidR="003E736D">
        <w:t xml:space="preserve"> </w:t>
      </w:r>
      <w:r>
        <w:t>the</w:t>
      </w:r>
      <w:r w:rsidR="003E736D">
        <w:t xml:space="preserve"> </w:t>
      </w:r>
      <w:r>
        <w:t>name,</w:t>
      </w:r>
      <w:r w:rsidR="003E736D">
        <w:t xml:space="preserve"> </w:t>
      </w:r>
      <w:r>
        <w:t>location,</w:t>
      </w:r>
      <w:r w:rsidR="003E736D">
        <w:t xml:space="preserve"> </w:t>
      </w:r>
      <w:r>
        <w:t>and</w:t>
      </w:r>
      <w:r w:rsidR="003E736D">
        <w:t xml:space="preserve"> </w:t>
      </w:r>
      <w:r>
        <w:t>telephone</w:t>
      </w:r>
      <w:r w:rsidR="003E736D">
        <w:t xml:space="preserve"> </w:t>
      </w:r>
      <w:r>
        <w:t>number</w:t>
      </w:r>
      <w:r w:rsidR="003E736D">
        <w:t xml:space="preserve"> </w:t>
      </w:r>
      <w:r>
        <w:t>of</w:t>
      </w:r>
      <w:r w:rsidR="003E736D">
        <w:t xml:space="preserve"> </w:t>
      </w:r>
      <w:r>
        <w:t>this</w:t>
      </w:r>
      <w:r w:rsidR="003E736D">
        <w:t xml:space="preserve"> </w:t>
      </w:r>
      <w:r>
        <w:t>facility.</w:t>
      </w:r>
    </w:p>
    <w:p w14:paraId="5890A1A5" w14:textId="77777777" w:rsidR="00B253FB" w:rsidRDefault="00B253FB" w:rsidP="00015466">
      <w:pPr>
        <w:pStyle w:val="Spec"/>
        <w:numPr>
          <w:ilvl w:val="2"/>
          <w:numId w:val="2"/>
        </w:numPr>
      </w:pPr>
      <w:r w:rsidRPr="00EC4BBF">
        <w:rPr>
          <w:b/>
        </w:rPr>
        <w:t>Conveyor</w:t>
      </w:r>
      <w:r w:rsidR="003E736D">
        <w:rPr>
          <w:b/>
        </w:rPr>
        <w:t xml:space="preserve"> </w:t>
      </w:r>
      <w:r w:rsidRPr="00EC4BBF">
        <w:rPr>
          <w:b/>
        </w:rPr>
        <w:t>Safety</w:t>
      </w:r>
      <w:r w:rsidR="003E736D">
        <w:rPr>
          <w:b/>
        </w:rPr>
        <w:t xml:space="preserve"> </w:t>
      </w:r>
      <w:r w:rsidRPr="00EC4BBF">
        <w:rPr>
          <w:b/>
        </w:rPr>
        <w:t>Policy</w:t>
      </w:r>
      <w:r w:rsidR="00DF77C6" w:rsidRPr="00DF77C6">
        <w:t>:</w:t>
      </w:r>
      <w:r w:rsidR="003E736D">
        <w:t xml:space="preserve"> </w:t>
      </w:r>
      <w:r>
        <w:t>To</w:t>
      </w:r>
      <w:r w:rsidR="003E736D">
        <w:t xml:space="preserve"> </w:t>
      </w:r>
      <w:r w:rsidR="00A45589">
        <w:t>include</w:t>
      </w:r>
      <w:r w:rsidR="003E736D">
        <w:t xml:space="preserve"> </w:t>
      </w:r>
      <w:r>
        <w:t>procedures</w:t>
      </w:r>
      <w:r w:rsidR="003E736D">
        <w:t xml:space="preserve"> </w:t>
      </w:r>
      <w:r>
        <w:t>for</w:t>
      </w:r>
      <w:r w:rsidR="003E736D">
        <w:t xml:space="preserve"> </w:t>
      </w:r>
      <w:r>
        <w:t>deactivation</w:t>
      </w:r>
      <w:r w:rsidR="003E736D">
        <w:t xml:space="preserve"> </w:t>
      </w:r>
      <w:r>
        <w:t>of</w:t>
      </w:r>
      <w:r w:rsidR="003E736D">
        <w:t xml:space="preserve"> </w:t>
      </w:r>
      <w:r>
        <w:t>conveyor</w:t>
      </w:r>
      <w:r w:rsidR="003E736D">
        <w:t xml:space="preserve"> </w:t>
      </w:r>
      <w:r>
        <w:t>systems,</w:t>
      </w:r>
      <w:r w:rsidR="003E736D">
        <w:t xml:space="preserve"> </w:t>
      </w:r>
      <w:r>
        <w:t>lockout/tagout</w:t>
      </w:r>
      <w:r w:rsidR="003E736D">
        <w:t xml:space="preserve"> </w:t>
      </w:r>
      <w:r>
        <w:t>of</w:t>
      </w:r>
      <w:r w:rsidR="003E736D">
        <w:t xml:space="preserve"> </w:t>
      </w:r>
      <w:r>
        <w:t>systems,</w:t>
      </w:r>
      <w:r w:rsidR="003E736D">
        <w:t xml:space="preserve"> </w:t>
      </w:r>
      <w:r>
        <w:t>working</w:t>
      </w:r>
      <w:r w:rsidR="003E736D">
        <w:t xml:space="preserve"> </w:t>
      </w:r>
      <w:r>
        <w:t>around</w:t>
      </w:r>
      <w:r w:rsidR="003E736D">
        <w:t xml:space="preserve"> </w:t>
      </w:r>
      <w:r>
        <w:t>operating</w:t>
      </w:r>
      <w:r w:rsidR="003E736D">
        <w:t xml:space="preserve"> </w:t>
      </w:r>
      <w:r>
        <w:t>conveyors</w:t>
      </w:r>
      <w:r w:rsidR="003E736D">
        <w:t xml:space="preserve"> </w:t>
      </w:r>
      <w:r>
        <w:t>and</w:t>
      </w:r>
      <w:r w:rsidR="003E736D">
        <w:t xml:space="preserve"> </w:t>
      </w:r>
      <w:r>
        <w:t>required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conveyor</w:t>
      </w:r>
      <w:r w:rsidR="003E736D">
        <w:t xml:space="preserve"> </w:t>
      </w:r>
      <w:r>
        <w:t>safety</w:t>
      </w:r>
      <w:r w:rsidR="003E736D">
        <w:t xml:space="preserve"> </w:t>
      </w:r>
      <w:r>
        <w:t>training.</w:t>
      </w:r>
    </w:p>
    <w:p w14:paraId="3F960BFC" w14:textId="77777777" w:rsidR="00B253FB" w:rsidRDefault="00B253FB" w:rsidP="00015466">
      <w:pPr>
        <w:pStyle w:val="Spec"/>
        <w:numPr>
          <w:ilvl w:val="2"/>
          <w:numId w:val="2"/>
        </w:numPr>
      </w:pPr>
      <w:r w:rsidRPr="00EC4BBF">
        <w:rPr>
          <w:b/>
        </w:rPr>
        <w:t>STS</w:t>
      </w:r>
      <w:r w:rsidR="003E736D">
        <w:rPr>
          <w:b/>
        </w:rPr>
        <w:t xml:space="preserve"> </w:t>
      </w:r>
      <w:r w:rsidRPr="00EC4BBF">
        <w:rPr>
          <w:b/>
        </w:rPr>
        <w:t>Tunnel</w:t>
      </w:r>
      <w:r w:rsidR="003E736D">
        <w:rPr>
          <w:b/>
        </w:rPr>
        <w:t xml:space="preserve"> </w:t>
      </w:r>
      <w:r w:rsidRPr="00EC4BBF">
        <w:rPr>
          <w:b/>
        </w:rPr>
        <w:t>Access</w:t>
      </w:r>
      <w:r w:rsidR="003E736D">
        <w:rPr>
          <w:b/>
        </w:rPr>
        <w:t xml:space="preserve"> </w:t>
      </w:r>
      <w:r w:rsidRPr="00EC4BBF">
        <w:rPr>
          <w:b/>
        </w:rPr>
        <w:t>Procedures</w:t>
      </w:r>
      <w:r w:rsidRPr="00DF77C6">
        <w:t>:</w:t>
      </w:r>
      <w:r w:rsidR="003E736D" w:rsidRPr="00DF77C6">
        <w:t xml:space="preserve"> </w:t>
      </w:r>
      <w:r>
        <w:t>What</w:t>
      </w:r>
      <w:r w:rsidR="003E736D">
        <w:t xml:space="preserve"> </w:t>
      </w:r>
      <w:r>
        <w:t>procedures</w:t>
      </w:r>
      <w:r w:rsidR="003E736D">
        <w:t xml:space="preserve"> </w:t>
      </w:r>
      <w:r>
        <w:t>employees</w:t>
      </w:r>
      <w:r w:rsidR="003E736D">
        <w:t xml:space="preserve"> </w:t>
      </w:r>
      <w:r>
        <w:t>will</w:t>
      </w:r>
      <w:r w:rsidR="003E736D">
        <w:t xml:space="preserve"> </w:t>
      </w:r>
      <w:r>
        <w:t>follow</w:t>
      </w:r>
      <w:r w:rsidR="003E736D">
        <w:t xml:space="preserve"> </w:t>
      </w:r>
      <w:r>
        <w:t>if</w:t>
      </w:r>
      <w:r w:rsidR="003E736D">
        <w:t xml:space="preserve"> </w:t>
      </w:r>
      <w:r>
        <w:t>work</w:t>
      </w:r>
      <w:r w:rsidR="003E736D">
        <w:t xml:space="preserve"> </w:t>
      </w:r>
      <w:r>
        <w:t>requires</w:t>
      </w:r>
      <w:r w:rsidR="003E736D">
        <w:t xml:space="preserve"> </w:t>
      </w:r>
      <w:r>
        <w:t>access</w:t>
      </w:r>
      <w:r w:rsidR="003E736D">
        <w:t xml:space="preserve"> </w:t>
      </w:r>
      <w:r>
        <w:t>into</w:t>
      </w:r>
      <w:r w:rsidR="003E736D">
        <w:t xml:space="preserve"> </w:t>
      </w:r>
      <w:r>
        <w:t>the</w:t>
      </w:r>
      <w:r w:rsidR="003E736D">
        <w:t xml:space="preserve"> </w:t>
      </w:r>
      <w:r>
        <w:t>STS</w:t>
      </w:r>
      <w:r w:rsidR="003E736D">
        <w:t xml:space="preserve"> </w:t>
      </w:r>
      <w:r>
        <w:t>system.</w:t>
      </w:r>
    </w:p>
    <w:p w14:paraId="7A56A29A" w14:textId="69B9A83C" w:rsidR="00B253FB" w:rsidRDefault="00B253FB" w:rsidP="00015466">
      <w:pPr>
        <w:pStyle w:val="Spec"/>
        <w:numPr>
          <w:ilvl w:val="2"/>
          <w:numId w:val="2"/>
        </w:numPr>
      </w:pPr>
      <w:r>
        <w:rPr>
          <w:b/>
        </w:rPr>
        <w:t>Demolition</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to</w:t>
      </w:r>
      <w:r w:rsidR="003E736D">
        <w:t xml:space="preserve"> </w:t>
      </w:r>
      <w:r>
        <w:t>include</w:t>
      </w:r>
      <w:r w:rsidR="003E736D">
        <w:t xml:space="preserve"> </w:t>
      </w:r>
      <w:r>
        <w:t>how</w:t>
      </w:r>
      <w:r w:rsidR="003E736D">
        <w:t xml:space="preserve"> </w:t>
      </w:r>
      <w:r>
        <w:t>they</w:t>
      </w:r>
      <w:r w:rsidR="003E736D">
        <w:t xml:space="preserve"> </w:t>
      </w:r>
      <w:r>
        <w:t>will</w:t>
      </w:r>
      <w:r w:rsidR="003E736D">
        <w:t xml:space="preserve"> </w:t>
      </w:r>
      <w:r>
        <w:t>safely</w:t>
      </w:r>
      <w:r w:rsidR="003E736D">
        <w:t xml:space="preserve"> </w:t>
      </w:r>
      <w:r>
        <w:t>demolish</w:t>
      </w:r>
      <w:r w:rsidR="003E736D">
        <w:t xml:space="preserve"> </w:t>
      </w:r>
      <w:r>
        <w:t>existing</w:t>
      </w:r>
      <w:r w:rsidR="003E736D">
        <w:t xml:space="preserve"> </w:t>
      </w:r>
      <w:r>
        <w:t>structures,</w:t>
      </w:r>
      <w:r w:rsidR="003E736D">
        <w:t xml:space="preserve"> </w:t>
      </w:r>
      <w:r>
        <w:t>ensure</w:t>
      </w:r>
      <w:r w:rsidR="003E736D">
        <w:t xml:space="preserve"> </w:t>
      </w:r>
      <w:r>
        <w:t>security,</w:t>
      </w:r>
      <w:r w:rsidR="003E736D">
        <w:t xml:space="preserve"> </w:t>
      </w:r>
      <w:r>
        <w:t>safe</w:t>
      </w:r>
      <w:r w:rsidR="003E736D">
        <w:t xml:space="preserve"> </w:t>
      </w:r>
      <w:r>
        <w:t>guard</w:t>
      </w:r>
      <w:r w:rsidR="003E736D">
        <w:t xml:space="preserve"> </w:t>
      </w:r>
      <w:r>
        <w:t>employees</w:t>
      </w:r>
      <w:r w:rsidR="003E736D">
        <w:t xml:space="preserve"> </w:t>
      </w:r>
      <w:r>
        <w:t>and</w:t>
      </w:r>
      <w:r w:rsidR="003E736D">
        <w:t xml:space="preserve"> </w:t>
      </w:r>
      <w:r>
        <w:t>the</w:t>
      </w:r>
      <w:r w:rsidR="003E736D">
        <w:t xml:space="preserve"> </w:t>
      </w:r>
      <w:r>
        <w:t>public</w:t>
      </w:r>
      <w:r w:rsidR="003E736D">
        <w:t xml:space="preserve"> </w:t>
      </w:r>
      <w:r>
        <w:t>from</w:t>
      </w:r>
      <w:r w:rsidR="003E736D">
        <w:t xml:space="preserve"> </w:t>
      </w:r>
      <w:r>
        <w:t>falling</w:t>
      </w:r>
      <w:r w:rsidR="003E736D">
        <w:t xml:space="preserve"> </w:t>
      </w:r>
      <w:r>
        <w:t>material,</w:t>
      </w:r>
      <w:r w:rsidR="003E736D">
        <w:t xml:space="preserve"> </w:t>
      </w:r>
      <w:r>
        <w:t>electrical</w:t>
      </w:r>
      <w:r w:rsidR="003E736D">
        <w:t xml:space="preserve"> </w:t>
      </w:r>
      <w:r>
        <w:t>hazards</w:t>
      </w:r>
      <w:r w:rsidR="003E736D">
        <w:t xml:space="preserve"> </w:t>
      </w:r>
      <w:r>
        <w:t>and</w:t>
      </w:r>
      <w:r w:rsidR="003E736D">
        <w:t xml:space="preserve"> </w:t>
      </w:r>
      <w:r>
        <w:t>air</w:t>
      </w:r>
      <w:r w:rsidR="003E736D">
        <w:t xml:space="preserve"> </w:t>
      </w:r>
      <w:r>
        <w:t>quality</w:t>
      </w:r>
      <w:r w:rsidR="003E736D">
        <w:t xml:space="preserve"> </w:t>
      </w:r>
      <w:r>
        <w:t>issues.</w:t>
      </w:r>
      <w:r w:rsidR="003E736D">
        <w:t xml:space="preserve"> </w:t>
      </w:r>
      <w:r>
        <w:t>An</w:t>
      </w:r>
      <w:r w:rsidR="003E736D">
        <w:t xml:space="preserve"> </w:t>
      </w:r>
      <w:r>
        <w:t>Engineering</w:t>
      </w:r>
      <w:r w:rsidR="003E736D">
        <w:t xml:space="preserve"> </w:t>
      </w:r>
      <w:r>
        <w:t>Survey</w:t>
      </w:r>
      <w:r w:rsidR="003E736D">
        <w:t xml:space="preserve"> </w:t>
      </w:r>
      <w:r>
        <w:t>performed</w:t>
      </w:r>
      <w:r w:rsidR="003E736D">
        <w:t xml:space="preserve"> </w:t>
      </w:r>
      <w:r>
        <w:t>and</w:t>
      </w:r>
      <w:r w:rsidR="003E736D">
        <w:t xml:space="preserve"> </w:t>
      </w:r>
      <w:r>
        <w:t>signed</w:t>
      </w:r>
      <w:r w:rsidR="003E736D">
        <w:t xml:space="preserve"> </w:t>
      </w:r>
      <w:r>
        <w:t>by</w:t>
      </w:r>
      <w:r w:rsidR="003E736D">
        <w:t xml:space="preserve"> </w:t>
      </w:r>
      <w:r>
        <w:t>a</w:t>
      </w:r>
      <w:r w:rsidR="003E736D">
        <w:t xml:space="preserve"> </w:t>
      </w:r>
      <w:r>
        <w:t>Qualified</w:t>
      </w:r>
      <w:r w:rsidR="003E736D">
        <w:t xml:space="preserve"> </w:t>
      </w:r>
      <w:r>
        <w:t>Person</w:t>
      </w:r>
      <w:r w:rsidR="003E736D">
        <w:t xml:space="preserve"> </w:t>
      </w:r>
      <w:r>
        <w:t>shall</w:t>
      </w:r>
      <w:r w:rsidR="003E736D">
        <w:t xml:space="preserve"> </w:t>
      </w:r>
      <w:r>
        <w:t>be</w:t>
      </w:r>
      <w:r w:rsidR="003E736D">
        <w:t xml:space="preserve"> </w:t>
      </w:r>
      <w:r>
        <w:t>included.</w:t>
      </w:r>
    </w:p>
    <w:p w14:paraId="68A8E8E7" w14:textId="21BBDD7A" w:rsidR="00B253FB" w:rsidRDefault="00B253FB" w:rsidP="00015466">
      <w:pPr>
        <w:pStyle w:val="Spec"/>
        <w:numPr>
          <w:ilvl w:val="2"/>
          <w:numId w:val="2"/>
        </w:numPr>
      </w:pPr>
      <w:r>
        <w:rPr>
          <w:b/>
        </w:rPr>
        <w:t>Public</w:t>
      </w:r>
      <w:r w:rsidR="003E736D">
        <w:rPr>
          <w:b/>
        </w:rPr>
        <w:t xml:space="preserve"> </w:t>
      </w:r>
      <w:r>
        <w:rPr>
          <w:b/>
        </w:rPr>
        <w:t>Protection</w:t>
      </w:r>
      <w:r w:rsidR="003E736D">
        <w:rPr>
          <w:b/>
        </w:rPr>
        <w:t xml:space="preserve"> </w:t>
      </w:r>
      <w:r>
        <w:rPr>
          <w:b/>
        </w:rPr>
        <w:t>Plan</w:t>
      </w:r>
      <w:r w:rsidRPr="00DF77C6">
        <w:t>:</w:t>
      </w:r>
      <w:r w:rsidR="003E736D" w:rsidRPr="00DF77C6">
        <w:t xml:space="preserve"> </w:t>
      </w:r>
      <w:r>
        <w:t>The</w:t>
      </w:r>
      <w:r w:rsidR="003E736D">
        <w:t xml:space="preserve"> </w:t>
      </w:r>
      <w:r>
        <w:t>actions</w:t>
      </w:r>
      <w:r w:rsidR="003E736D">
        <w:t xml:space="preserve"> </w:t>
      </w:r>
      <w:r>
        <w:t>the</w:t>
      </w:r>
      <w:r w:rsidR="003E736D">
        <w:t xml:space="preserve"> </w:t>
      </w:r>
      <w:r>
        <w:t>Contractor</w:t>
      </w:r>
      <w:r w:rsidR="003E736D">
        <w:t xml:space="preserve"> </w:t>
      </w:r>
      <w:r>
        <w:t>will</w:t>
      </w:r>
      <w:r w:rsidR="003E736D">
        <w:t xml:space="preserve"> </w:t>
      </w:r>
      <w:r>
        <w:t>take</w:t>
      </w:r>
      <w:r w:rsidR="003E736D">
        <w:t xml:space="preserve"> </w:t>
      </w:r>
      <w:r>
        <w:t>to</w:t>
      </w:r>
      <w:r w:rsidR="003E736D">
        <w:t xml:space="preserve"> </w:t>
      </w:r>
      <w:r>
        <w:t>protect</w:t>
      </w:r>
      <w:r w:rsidR="003E736D">
        <w:t xml:space="preserve"> </w:t>
      </w:r>
      <w:r>
        <w:t>the</w:t>
      </w:r>
      <w:r w:rsidR="003E736D">
        <w:t xml:space="preserve"> </w:t>
      </w:r>
      <w:r>
        <w:t>public</w:t>
      </w:r>
      <w:r w:rsidR="003E736D">
        <w:t xml:space="preserve"> </w:t>
      </w:r>
      <w:r>
        <w:t>while</w:t>
      </w:r>
      <w:r w:rsidR="003E736D">
        <w:t xml:space="preserve"> </w:t>
      </w:r>
      <w:r>
        <w:t>performing</w:t>
      </w:r>
      <w:r w:rsidR="003E736D">
        <w:t xml:space="preserve"> </w:t>
      </w:r>
      <w:r>
        <w:t>construction</w:t>
      </w:r>
      <w:r w:rsidR="003E736D">
        <w:t xml:space="preserve"> </w:t>
      </w:r>
      <w:r>
        <w:t>or</w:t>
      </w:r>
      <w:r w:rsidR="003E736D">
        <w:t xml:space="preserve"> </w:t>
      </w:r>
      <w:r>
        <w:t>demolition</w:t>
      </w:r>
      <w:r w:rsidR="003E736D">
        <w:t xml:space="preserve"> </w:t>
      </w:r>
      <w:r>
        <w:t>on</w:t>
      </w:r>
      <w:r w:rsidR="003E736D">
        <w:t xml:space="preserve"> </w:t>
      </w:r>
      <w:r>
        <w:t>the</w:t>
      </w:r>
      <w:r w:rsidR="003E736D">
        <w:t xml:space="preserve"> </w:t>
      </w:r>
      <w:r>
        <w:t>project.</w:t>
      </w:r>
      <w:r w:rsidR="009744C3">
        <w:t xml:space="preserve"> The plan shall include, but not be limited to, barricades, fencing, and signage.  </w:t>
      </w:r>
      <w:r w:rsidR="009744C3" w:rsidRPr="005B25AC">
        <w:t xml:space="preserve">"Public" is defined as anyone not associated with the project - general public, POS </w:t>
      </w:r>
      <w:r w:rsidR="009744C3">
        <w:t>and t</w:t>
      </w:r>
      <w:r w:rsidR="009744C3" w:rsidRPr="005B25AC">
        <w:t>enant</w:t>
      </w:r>
      <w:r w:rsidR="009744C3">
        <w:t xml:space="preserve"> e</w:t>
      </w:r>
      <w:r w:rsidR="009744C3" w:rsidRPr="005B25AC">
        <w:t>mployees</w:t>
      </w:r>
      <w:r w:rsidR="009744C3">
        <w:t>.</w:t>
      </w:r>
    </w:p>
    <w:p w14:paraId="745D30EE" w14:textId="77777777" w:rsidR="00D5294C" w:rsidRDefault="00D5294C" w:rsidP="00D5294C">
      <w:pPr>
        <w:pStyle w:val="Note"/>
      </w:pPr>
      <w:r>
        <w:t>For Port Construction Services small works contracts, include section C and the following JHA worksheet.  Airport Projects: Delete section C</w:t>
      </w:r>
      <w:r w:rsidR="001D1543">
        <w:t>.</w:t>
      </w:r>
    </w:p>
    <w:p w14:paraId="362B0562" w14:textId="77777777" w:rsidR="00DF77C6" w:rsidRDefault="00B253FB" w:rsidP="00DF77C6">
      <w:pPr>
        <w:pStyle w:val="Spec"/>
        <w:numPr>
          <w:ilvl w:val="1"/>
          <w:numId w:val="2"/>
        </w:numPr>
      </w:pPr>
      <w:r w:rsidRPr="009C2D44">
        <w:t>SITE</w:t>
      </w:r>
      <w:r w:rsidR="003E736D">
        <w:t xml:space="preserve"> </w:t>
      </w:r>
      <w:r w:rsidRPr="009C2D44">
        <w:t>SPECIFIC</w:t>
      </w:r>
      <w:r w:rsidR="003E736D">
        <w:t xml:space="preserve"> </w:t>
      </w:r>
      <w:r w:rsidRPr="009C2D44">
        <w:t>SAFETY</w:t>
      </w:r>
      <w:r w:rsidR="003E736D">
        <w:t xml:space="preserve"> </w:t>
      </w:r>
      <w:r w:rsidRPr="009C2D44">
        <w:t>PLAN</w:t>
      </w:r>
      <w:r w:rsidR="003E736D">
        <w:t xml:space="preserve"> </w:t>
      </w:r>
      <w:r w:rsidRPr="009C2D44">
        <w:t>WORKSHEET</w:t>
      </w:r>
    </w:p>
    <w:p w14:paraId="2B7A623C" w14:textId="77777777" w:rsidR="00B253FB" w:rsidRDefault="00B253FB" w:rsidP="00DF77C6">
      <w:pPr>
        <w:pStyle w:val="Spec"/>
        <w:numPr>
          <w:ilvl w:val="2"/>
          <w:numId w:val="2"/>
        </w:numPr>
      </w:pPr>
      <w:r>
        <w:t>The</w:t>
      </w:r>
      <w:r w:rsidR="003E736D">
        <w:t xml:space="preserve"> </w:t>
      </w:r>
      <w:r w:rsidR="006C6B99">
        <w:t>following</w:t>
      </w:r>
      <w:r w:rsidR="003E736D">
        <w:t xml:space="preserve"> </w:t>
      </w:r>
      <w:r>
        <w:t>worksheet</w:t>
      </w:r>
      <w:r w:rsidR="003E736D">
        <w:t xml:space="preserve"> </w:t>
      </w:r>
      <w:r>
        <w:t>is</w:t>
      </w:r>
      <w:r w:rsidR="003E736D">
        <w:t xml:space="preserve"> </w:t>
      </w:r>
      <w:r>
        <w:t>to</w:t>
      </w:r>
      <w:r w:rsidR="003E736D">
        <w:t xml:space="preserve"> </w:t>
      </w:r>
      <w:r>
        <w:t>be</w:t>
      </w:r>
      <w:r w:rsidR="003E736D">
        <w:t xml:space="preserve"> </w:t>
      </w:r>
      <w:r>
        <w:t>used</w:t>
      </w:r>
      <w:r w:rsidR="003E736D">
        <w:t xml:space="preserve"> </w:t>
      </w:r>
      <w:r>
        <w:t>for</w:t>
      </w:r>
      <w:r w:rsidR="003E736D">
        <w:t xml:space="preserve"> </w:t>
      </w:r>
      <w:r>
        <w:t>Port</w:t>
      </w:r>
      <w:r w:rsidR="003E736D">
        <w:t xml:space="preserve"> </w:t>
      </w:r>
      <w:r>
        <w:t>Construction</w:t>
      </w:r>
      <w:r w:rsidR="003E736D">
        <w:t xml:space="preserve"> </w:t>
      </w:r>
      <w:r>
        <w:t>Services</w:t>
      </w:r>
      <w:r w:rsidR="003E736D">
        <w:t xml:space="preserve"> </w:t>
      </w:r>
      <w:r>
        <w:t>O</w:t>
      </w:r>
      <w:r w:rsidR="00687D3B">
        <w:t>n</w:t>
      </w:r>
      <w:r w:rsidR="003E736D">
        <w:t xml:space="preserve"> </w:t>
      </w:r>
      <w:r w:rsidR="00687D3B">
        <w:t>Call</w:t>
      </w:r>
      <w:r w:rsidR="003E736D">
        <w:t xml:space="preserve"> </w:t>
      </w:r>
      <w:r>
        <w:t>Contracts</w:t>
      </w:r>
      <w:r w:rsidR="003E736D">
        <w:t xml:space="preserve"> </w:t>
      </w:r>
      <w:r>
        <w:t>for</w:t>
      </w:r>
      <w:r w:rsidR="003E736D">
        <w:t xml:space="preserve"> </w:t>
      </w:r>
      <w:r>
        <w:t>each</w:t>
      </w:r>
      <w:r w:rsidR="003E736D">
        <w:t xml:space="preserve"> </w:t>
      </w:r>
      <w:r>
        <w:t>work</w:t>
      </w:r>
      <w:r w:rsidR="003E736D">
        <w:t xml:space="preserve"> </w:t>
      </w:r>
      <w:r>
        <w:t>authorization</w:t>
      </w:r>
      <w:r w:rsidR="00D87F5F">
        <w:t xml:space="preserve">.  </w:t>
      </w:r>
      <w:r>
        <w:t>Once</w:t>
      </w:r>
      <w:r w:rsidR="003E736D">
        <w:t xml:space="preserve"> </w:t>
      </w:r>
      <w:r>
        <w:t>a</w:t>
      </w:r>
      <w:r w:rsidR="003E736D">
        <w:t xml:space="preserve"> </w:t>
      </w:r>
      <w:r>
        <w:t>safety</w:t>
      </w:r>
      <w:r w:rsidR="003E736D">
        <w:t xml:space="preserve"> </w:t>
      </w:r>
      <w:r>
        <w:t>submittal</w:t>
      </w:r>
      <w:r w:rsidR="003E736D">
        <w:t xml:space="preserve"> </w:t>
      </w:r>
      <w:r>
        <w:t>has</w:t>
      </w:r>
      <w:r w:rsidR="003E736D">
        <w:t xml:space="preserve"> </w:t>
      </w:r>
      <w:r>
        <w:t>been</w:t>
      </w:r>
      <w:r w:rsidR="003E736D">
        <w:t xml:space="preserve"> </w:t>
      </w:r>
      <w:r>
        <w:t>made</w:t>
      </w:r>
      <w:r w:rsidR="003E736D">
        <w:t xml:space="preserve"> </w:t>
      </w:r>
      <w:r>
        <w:t>and</w:t>
      </w:r>
      <w:r w:rsidR="003E736D">
        <w:t xml:space="preserve"> </w:t>
      </w:r>
      <w:r>
        <w:t>accepted</w:t>
      </w:r>
      <w:r w:rsidR="003E736D">
        <w:t xml:space="preserve"> </w:t>
      </w:r>
      <w:r>
        <w:t>for</w:t>
      </w:r>
      <w:r w:rsidR="003E736D">
        <w:t xml:space="preserve"> </w:t>
      </w:r>
      <w:r>
        <w:t>the</w:t>
      </w:r>
      <w:r w:rsidR="003E736D">
        <w:t xml:space="preserve"> </w:t>
      </w:r>
      <w:r>
        <w:t>O</w:t>
      </w:r>
      <w:r w:rsidR="00687D3B">
        <w:t>n Call</w:t>
      </w:r>
      <w:r w:rsidR="003E736D">
        <w:t xml:space="preserve"> </w:t>
      </w:r>
      <w:r>
        <w:t>contract,</w:t>
      </w:r>
      <w:r w:rsidR="003E736D">
        <w:t xml:space="preserve"> </w:t>
      </w:r>
      <w:r>
        <w:t>Contractor</w:t>
      </w:r>
      <w:r w:rsidR="003E736D">
        <w:t xml:space="preserve"> </w:t>
      </w:r>
      <w:r>
        <w:t>will</w:t>
      </w:r>
      <w:r w:rsidR="003E736D">
        <w:t xml:space="preserve"> </w:t>
      </w:r>
      <w:r>
        <w:t>submit</w:t>
      </w:r>
      <w:r w:rsidR="003E736D">
        <w:t xml:space="preserve"> </w:t>
      </w:r>
      <w:r>
        <w:t>for</w:t>
      </w:r>
      <w:r w:rsidR="003E736D">
        <w:t xml:space="preserve"> </w:t>
      </w:r>
      <w:r>
        <w:t>each</w:t>
      </w:r>
      <w:r w:rsidR="003E736D">
        <w:t xml:space="preserve"> </w:t>
      </w:r>
      <w:r>
        <w:t>work</w:t>
      </w:r>
      <w:r w:rsidR="003E736D">
        <w:t xml:space="preserve"> </w:t>
      </w:r>
      <w:r>
        <w:t>authorization</w:t>
      </w:r>
      <w:r w:rsidR="003E736D">
        <w:t xml:space="preserve"> </w:t>
      </w:r>
      <w:r>
        <w:t>the</w:t>
      </w:r>
      <w:r w:rsidR="003E736D">
        <w:t xml:space="preserve"> </w:t>
      </w:r>
      <w:r>
        <w:t>following</w:t>
      </w:r>
      <w:r w:rsidR="003E736D">
        <w:t xml:space="preserve"> </w:t>
      </w:r>
      <w:r>
        <w:t>worksheet</w:t>
      </w:r>
      <w:r w:rsidR="003E736D">
        <w:t xml:space="preserve"> </w:t>
      </w:r>
      <w:r>
        <w:t>including</w:t>
      </w:r>
      <w:r w:rsidR="003E736D">
        <w:t xml:space="preserve"> </w:t>
      </w:r>
      <w:r>
        <w:t>support</w:t>
      </w:r>
      <w:r w:rsidR="003E736D">
        <w:t xml:space="preserve"> </w:t>
      </w:r>
      <w:r>
        <w:t>documentation</w:t>
      </w:r>
      <w:r w:rsidR="003E736D">
        <w:t xml:space="preserve"> </w:t>
      </w:r>
      <w:r>
        <w:t>referenced</w:t>
      </w:r>
      <w:r w:rsidR="003E736D">
        <w:t xml:space="preserve"> </w:t>
      </w:r>
      <w:r>
        <w:t>within</w:t>
      </w:r>
      <w:r w:rsidR="003E736D">
        <w:t xml:space="preserve"> </w:t>
      </w:r>
      <w:r>
        <w:t>the</w:t>
      </w:r>
      <w:r w:rsidR="003E736D">
        <w:t xml:space="preserve"> </w:t>
      </w:r>
      <w:r>
        <w:t>worksheet</w:t>
      </w:r>
      <w:r w:rsidR="003E736D">
        <w:t xml:space="preserve"> </w:t>
      </w:r>
      <w:r>
        <w:t>prior</w:t>
      </w:r>
      <w:r w:rsidR="003E736D">
        <w:t xml:space="preserve"> </w:t>
      </w:r>
      <w:r>
        <w:t>to</w:t>
      </w:r>
      <w:r w:rsidR="003E736D">
        <w:t xml:space="preserve"> </w:t>
      </w:r>
      <w:r>
        <w:t>beginning</w:t>
      </w:r>
      <w:r w:rsidR="003E736D">
        <w:t xml:space="preserve"> </w:t>
      </w:r>
      <w:r>
        <w:t>work.</w:t>
      </w:r>
    </w:p>
    <w:p w14:paraId="11176547" w14:textId="77777777" w:rsidR="002E5429" w:rsidRDefault="002E5429" w:rsidP="002E5429"/>
    <w:p w14:paraId="4995013A" w14:textId="77777777" w:rsidR="00214B64" w:rsidRDefault="00214B64" w:rsidP="00214B64">
      <w:pPr>
        <w:pStyle w:val="BodyText"/>
        <w:ind w:left="1440"/>
        <w:sectPr w:rsidR="00214B64" w:rsidSect="004D0BA0">
          <w:pgSz w:w="12240" w:h="15840" w:code="1"/>
          <w:pgMar w:top="1440" w:right="1008" w:bottom="1440" w:left="1008" w:header="576" w:footer="576" w:gutter="0"/>
          <w:cols w:space="720"/>
          <w:docGrid w:linePitch="360"/>
        </w:sectPr>
      </w:pPr>
    </w:p>
    <w:p w14:paraId="745CDCE4" w14:textId="77777777" w:rsidR="009744C3" w:rsidRPr="009744C3" w:rsidRDefault="00A16C04" w:rsidP="00EE2092">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pict w14:anchorId="55CB89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in;height:502pt;visibility:visible">
            <v:imagedata r:id="rId15" o:title=""/>
          </v:shape>
        </w:pict>
      </w:r>
    </w:p>
    <w:p w14:paraId="29931A54" w14:textId="77777777" w:rsidR="009744C3" w:rsidRPr="009744C3" w:rsidRDefault="00A16C04" w:rsidP="00EE2092">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pict w14:anchorId="7C556DAB">
          <v:shape id="Picture 2" o:spid="_x0000_i1026" type="#_x0000_t75" style="width:9in;height:483.5pt;visibility:visible">
            <v:imagedata r:id="rId16" o:title=""/>
          </v:shape>
        </w:pict>
      </w:r>
    </w:p>
    <w:p w14:paraId="7D6D4406" w14:textId="77777777" w:rsidR="00B253FB" w:rsidRDefault="00B253FB" w:rsidP="00016DCA">
      <w:pPr>
        <w:pStyle w:val="Heading1"/>
      </w:pPr>
      <w:r>
        <w:lastRenderedPageBreak/>
        <w:t>APPENDIX</w:t>
      </w:r>
      <w:r w:rsidR="003E736D">
        <w:t xml:space="preserve"> </w:t>
      </w:r>
      <w:r>
        <w:t>B</w:t>
      </w:r>
    </w:p>
    <w:p w14:paraId="63D78387" w14:textId="77777777" w:rsidR="00B253FB" w:rsidRDefault="00B253FB" w:rsidP="00016DCA">
      <w:pPr>
        <w:pStyle w:val="Heading2"/>
      </w:pPr>
      <w:r>
        <w:t>CONTRACTOR</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p>
    <w:p w14:paraId="5DDDBADE" w14:textId="51E5A9D0" w:rsidR="00B253FB" w:rsidRDefault="00B253FB" w:rsidP="00016DCA">
      <w:pPr>
        <w:pStyle w:val="BodyText"/>
      </w:pPr>
      <w:r>
        <w:t>I</w:t>
      </w:r>
      <w:r w:rsidR="003E736D">
        <w:t xml:space="preserve"> </w:t>
      </w:r>
      <w:r>
        <w:t>hereby</w:t>
      </w:r>
      <w:r w:rsidR="003E736D">
        <w:t xml:space="preserve"> </w:t>
      </w:r>
      <w:r>
        <w:t>certify</w:t>
      </w:r>
      <w:r w:rsidR="003E736D">
        <w:t xml:space="preserve"> </w:t>
      </w:r>
      <w:r>
        <w:t>that</w:t>
      </w:r>
      <w:r w:rsidR="003E736D">
        <w:t xml:space="preserve"> </w:t>
      </w:r>
      <w:r>
        <w:t>the</w:t>
      </w:r>
      <w:r w:rsidR="003E736D">
        <w:t xml:space="preserve"> </w:t>
      </w:r>
      <w:r>
        <w:t>attached</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meets</w:t>
      </w:r>
      <w:r w:rsidR="003E736D">
        <w:t xml:space="preserve"> </w:t>
      </w:r>
      <w:r>
        <w:t>or</w:t>
      </w:r>
      <w:r w:rsidR="003E736D">
        <w:t xml:space="preserve"> </w:t>
      </w:r>
      <w:r>
        <w:t>exceeds</w:t>
      </w:r>
      <w:r w:rsidR="003E736D">
        <w:t xml:space="preserve"> </w:t>
      </w:r>
      <w:r>
        <w:t>the</w:t>
      </w:r>
      <w:r w:rsidR="003E736D">
        <w:t xml:space="preserve"> </w:t>
      </w:r>
      <w:r>
        <w:t>requirements</w:t>
      </w:r>
      <w:r w:rsidR="003E736D">
        <w:t xml:space="preserve"> </w:t>
      </w:r>
      <w:r>
        <w:t>of</w:t>
      </w:r>
      <w:r w:rsidR="003E736D">
        <w:t xml:space="preserve"> </w:t>
      </w:r>
      <w:r w:rsidR="00E060F7">
        <w:t>DOSH</w:t>
      </w:r>
      <w:r w:rsidR="003E736D">
        <w:t xml:space="preserve"> </w:t>
      </w:r>
      <w:r>
        <w:t>standards</w:t>
      </w:r>
      <w:r w:rsidR="003E736D">
        <w:t xml:space="preserve"> </w:t>
      </w:r>
      <w:r w:rsidRPr="00526499">
        <w:t>WAC</w:t>
      </w:r>
      <w:r w:rsidR="003E736D" w:rsidRPr="00526499">
        <w:t xml:space="preserve"> </w:t>
      </w:r>
      <w:r w:rsidRPr="00526499">
        <w:t>296-80</w:t>
      </w:r>
      <w:r w:rsidR="00A54861" w:rsidRPr="00526499">
        <w:t>9</w:t>
      </w:r>
      <w:r w:rsidR="003E736D" w:rsidRPr="00526499">
        <w:t xml:space="preserve"> </w:t>
      </w:r>
      <w:r w:rsidRPr="00526499">
        <w:t>and</w:t>
      </w:r>
      <w:r w:rsidR="003E736D" w:rsidRPr="00526499">
        <w:t xml:space="preserve"> </w:t>
      </w:r>
      <w:r w:rsidRPr="00526499">
        <w:t>the</w:t>
      </w:r>
      <w:r w:rsidR="003E736D" w:rsidRPr="00526499">
        <w:t xml:space="preserve"> </w:t>
      </w:r>
      <w:r w:rsidRPr="00526499">
        <w:t>Port</w:t>
      </w:r>
      <w:r w:rsidR="003E736D" w:rsidRPr="00526499">
        <w:t xml:space="preserve"> </w:t>
      </w:r>
      <w:r w:rsidRPr="00526499">
        <w:t>Of</w:t>
      </w:r>
      <w:r w:rsidR="003E736D" w:rsidRPr="00526499">
        <w:t xml:space="preserve"> </w:t>
      </w:r>
      <w:r w:rsidRPr="00526499">
        <w:t>Seattle’s</w:t>
      </w:r>
      <w:r w:rsidR="003E736D">
        <w:t xml:space="preserve"> </w:t>
      </w:r>
      <w:r>
        <w:t>Confined</w:t>
      </w:r>
      <w:r w:rsidR="003E736D">
        <w:t xml:space="preserve"> </w:t>
      </w:r>
      <w:r>
        <w:t>Space</w:t>
      </w:r>
      <w:r w:rsidR="003E736D">
        <w:t xml:space="preserve"> </w:t>
      </w:r>
      <w:r>
        <w:t>Entry</w:t>
      </w:r>
      <w:r w:rsidR="003E736D">
        <w:t xml:space="preserve"> </w:t>
      </w:r>
      <w:r>
        <w:t>Program.</w:t>
      </w:r>
    </w:p>
    <w:p w14:paraId="1E56B4E9" w14:textId="72B07DBB" w:rsidR="00B253FB" w:rsidRDefault="00B253FB" w:rsidP="00016DCA">
      <w:pPr>
        <w:pStyle w:val="BodyText"/>
      </w:pPr>
      <w:r>
        <w:t>My</w:t>
      </w:r>
      <w:r w:rsidR="003E736D">
        <w:t xml:space="preserve"> </w:t>
      </w:r>
      <w:r>
        <w:t>employees</w:t>
      </w:r>
      <w:r w:rsidR="003E736D">
        <w:t xml:space="preserve"> </w:t>
      </w:r>
      <w:r>
        <w:t>will</w:t>
      </w:r>
      <w:r w:rsidR="003E736D">
        <w:t xml:space="preserve"> </w:t>
      </w:r>
      <w:r>
        <w:t>utilize</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(POS)</w:t>
      </w:r>
      <w:r w:rsidR="003E736D">
        <w:t xml:space="preserve"> </w:t>
      </w:r>
      <w:r>
        <w:t>confined</w:t>
      </w:r>
      <w:r w:rsidR="003E736D">
        <w:t xml:space="preserve"> </w:t>
      </w:r>
      <w:r>
        <w:t>space</w:t>
      </w:r>
      <w:r w:rsidR="003E736D">
        <w:t xml:space="preserve"> </w:t>
      </w:r>
      <w:r>
        <w:t>entry</w:t>
      </w:r>
      <w:r w:rsidR="003E736D">
        <w:t xml:space="preserve"> </w:t>
      </w:r>
      <w:r>
        <w:t>permit(s).</w:t>
      </w:r>
      <w:r w:rsidR="003E736D">
        <w:t xml:space="preserve"> </w:t>
      </w:r>
      <w:r>
        <w:t>They</w:t>
      </w:r>
      <w:r w:rsidR="003E736D">
        <w:t xml:space="preserve"> </w:t>
      </w:r>
      <w:r>
        <w:t>will</w:t>
      </w:r>
      <w:r w:rsidR="003E736D">
        <w:t xml:space="preserve"> </w:t>
      </w:r>
      <w:r>
        <w:t>complete</w:t>
      </w:r>
      <w:r w:rsidR="003E736D">
        <w:t xml:space="preserve"> </w:t>
      </w:r>
      <w:r>
        <w:t>all</w:t>
      </w:r>
      <w:r w:rsidR="003E736D">
        <w:t xml:space="preserve"> </w:t>
      </w:r>
      <w:r>
        <w:t>other</w:t>
      </w:r>
      <w:r w:rsidR="003E736D">
        <w:t xml:space="preserve"> </w:t>
      </w:r>
      <w:r>
        <w:t>sections</w:t>
      </w:r>
      <w:r w:rsidR="003E736D">
        <w:t xml:space="preserve"> </w:t>
      </w:r>
      <w:r>
        <w:t>of</w:t>
      </w:r>
      <w:r w:rsidR="003E736D">
        <w:t xml:space="preserve"> </w:t>
      </w:r>
      <w:r>
        <w:t>the</w:t>
      </w:r>
      <w:r w:rsidR="003E736D">
        <w:t xml:space="preserve"> </w:t>
      </w:r>
      <w:r>
        <w:t>permit</w:t>
      </w:r>
      <w:r w:rsidR="003E736D">
        <w:t xml:space="preserve"> </w:t>
      </w:r>
      <w:r>
        <w:t>that</w:t>
      </w:r>
      <w:r w:rsidR="003E736D">
        <w:t xml:space="preserve"> </w:t>
      </w:r>
      <w:r>
        <w:t>are</w:t>
      </w:r>
      <w:r w:rsidR="003E736D">
        <w:t xml:space="preserve"> </w:t>
      </w:r>
      <w:r>
        <w:t>appropriate</w:t>
      </w:r>
      <w:r w:rsidR="003E736D">
        <w:t xml:space="preserve"> </w:t>
      </w:r>
      <w:r>
        <w:t>for</w:t>
      </w:r>
      <w:r w:rsidR="003E736D">
        <w:t xml:space="preserve"> </w:t>
      </w:r>
      <w:r>
        <w:t>the</w:t>
      </w:r>
      <w:r w:rsidR="003E736D">
        <w:t xml:space="preserve"> </w:t>
      </w:r>
      <w:r>
        <w:t>confined</w:t>
      </w:r>
      <w:r w:rsidR="003E736D">
        <w:t xml:space="preserve"> </w:t>
      </w:r>
      <w:r>
        <w:t>space</w:t>
      </w:r>
      <w:r w:rsidR="003E736D">
        <w:t xml:space="preserve"> </w:t>
      </w:r>
      <w:r>
        <w:t>being</w:t>
      </w:r>
      <w:r w:rsidR="003E736D">
        <w:t xml:space="preserve"> </w:t>
      </w:r>
      <w:r>
        <w:t>entered.</w:t>
      </w:r>
    </w:p>
    <w:p w14:paraId="7F671573" w14:textId="29B5DA8A" w:rsidR="00D82173" w:rsidRDefault="00B253FB" w:rsidP="00D82173">
      <w:pPr>
        <w:pStyle w:val="BodyText"/>
      </w:pPr>
      <w:r>
        <w:t>My</w:t>
      </w:r>
      <w:r w:rsidR="003E736D">
        <w:t xml:space="preserve"> </w:t>
      </w:r>
      <w:r>
        <w:t>employees</w:t>
      </w:r>
      <w:r w:rsidR="003E736D">
        <w:t xml:space="preserve"> </w:t>
      </w:r>
      <w:r>
        <w:t>will</w:t>
      </w:r>
      <w:r w:rsidR="003E736D">
        <w:t xml:space="preserve"> </w:t>
      </w:r>
      <w:r>
        <w:t>be</w:t>
      </w:r>
      <w:r w:rsidR="003E736D">
        <w:t xml:space="preserve"> </w:t>
      </w:r>
      <w:r>
        <w:t>informed</w:t>
      </w:r>
      <w:r w:rsidR="003E736D">
        <w:t xml:space="preserve"> </w:t>
      </w:r>
      <w:r>
        <w:t>that</w:t>
      </w:r>
      <w:r w:rsidR="003E736D">
        <w:t xml:space="preserve"> </w:t>
      </w:r>
      <w:r>
        <w:t>they</w:t>
      </w:r>
      <w:r w:rsidR="003E736D">
        <w:t xml:space="preserve"> </w:t>
      </w:r>
      <w:r>
        <w:t>must</w:t>
      </w:r>
      <w:r w:rsidR="003E736D">
        <w:t xml:space="preserve"> </w:t>
      </w:r>
      <w:r>
        <w:t>coordinate</w:t>
      </w:r>
      <w:r w:rsidR="003E736D">
        <w:t xml:space="preserve"> </w:t>
      </w:r>
      <w:r>
        <w:t>their</w:t>
      </w:r>
      <w:r w:rsidR="003E736D">
        <w:t xml:space="preserve"> </w:t>
      </w:r>
      <w:r>
        <w:t>confined</w:t>
      </w:r>
      <w:r w:rsidR="003E736D">
        <w:t xml:space="preserve"> </w:t>
      </w:r>
      <w:r>
        <w:t>space</w:t>
      </w:r>
      <w:r w:rsidR="003E736D">
        <w:t xml:space="preserve"> </w:t>
      </w:r>
      <w:r>
        <w:t>entry</w:t>
      </w:r>
      <w:r w:rsidR="003E736D">
        <w:t xml:space="preserve"> </w:t>
      </w:r>
      <w:r>
        <w:t>procedures</w:t>
      </w:r>
      <w:r w:rsidR="003E736D">
        <w:t xml:space="preserve"> </w:t>
      </w:r>
      <w:r>
        <w:t>with</w:t>
      </w:r>
      <w:r w:rsidR="003E736D">
        <w:t xml:space="preserve"> </w:t>
      </w:r>
      <w:r>
        <w:t>other</w:t>
      </w:r>
      <w:r w:rsidR="003E736D">
        <w:t xml:space="preserve"> </w:t>
      </w:r>
      <w:r>
        <w:t>Contractors</w:t>
      </w:r>
      <w:r w:rsidR="003E736D">
        <w:t xml:space="preserve"> </w:t>
      </w:r>
      <w:r>
        <w:t>and</w:t>
      </w:r>
      <w:r w:rsidR="003E736D">
        <w:t xml:space="preserve"> </w:t>
      </w:r>
      <w:r>
        <w:t>POS</w:t>
      </w:r>
      <w:r w:rsidR="003E736D">
        <w:t xml:space="preserve"> </w:t>
      </w:r>
      <w:r>
        <w:t>employees</w:t>
      </w:r>
      <w:r w:rsidR="003E736D">
        <w:t xml:space="preserve"> </w:t>
      </w:r>
      <w:r>
        <w:t>working</w:t>
      </w:r>
      <w:r w:rsidR="003E736D">
        <w:t xml:space="preserve"> </w:t>
      </w:r>
      <w:r>
        <w:t>in</w:t>
      </w:r>
      <w:r w:rsidR="003E736D">
        <w:t xml:space="preserve"> </w:t>
      </w:r>
      <w:r>
        <w:t>or</w:t>
      </w:r>
      <w:r w:rsidR="003E736D">
        <w:t xml:space="preserve"> </w:t>
      </w:r>
      <w:r>
        <w:t>around</w:t>
      </w:r>
      <w:r w:rsidR="003E736D">
        <w:t xml:space="preserve"> </w:t>
      </w:r>
      <w:r>
        <w:t>the</w:t>
      </w:r>
      <w:r w:rsidR="003E736D">
        <w:t xml:space="preserve"> </w:t>
      </w:r>
      <w:r>
        <w:t>confined</w:t>
      </w:r>
      <w:r w:rsidR="003E736D">
        <w:t xml:space="preserve"> </w:t>
      </w:r>
      <w:r>
        <w:t>space.</w:t>
      </w:r>
      <w:r w:rsidR="00D82173">
        <w:t xml:space="preserve">  On Airport projects, if entering into a Permit Required Confined Space, we will first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notifying them of the specific location and activity to be performed.</w:t>
      </w:r>
    </w:p>
    <w:p w14:paraId="30AECF92" w14:textId="77777777" w:rsidR="00B253FB" w:rsidRDefault="00B253FB" w:rsidP="00016DCA">
      <w:pPr>
        <w:pStyle w:val="BodyText"/>
      </w:pPr>
      <w:r>
        <w:t>My</w:t>
      </w:r>
      <w:r w:rsidR="003E736D">
        <w:t xml:space="preserve"> </w:t>
      </w:r>
      <w:r>
        <w:t>employees,</w:t>
      </w:r>
      <w:r w:rsidR="003E736D">
        <w:t xml:space="preserve"> </w:t>
      </w:r>
      <w:r>
        <w:t>who</w:t>
      </w:r>
      <w:r w:rsidR="003E736D">
        <w:t xml:space="preserve"> </w:t>
      </w:r>
      <w:r>
        <w:t>will</w:t>
      </w:r>
      <w:r w:rsidR="003E736D">
        <w:t xml:space="preserve"> </w:t>
      </w:r>
      <w:r>
        <w:t>be</w:t>
      </w:r>
      <w:r w:rsidR="003E736D">
        <w:t xml:space="preserve"> </w:t>
      </w:r>
      <w:r>
        <w:t>acting</w:t>
      </w:r>
      <w:r w:rsidR="003E736D">
        <w:t xml:space="preserve"> </w:t>
      </w:r>
      <w:r>
        <w:t>as</w:t>
      </w:r>
      <w:r w:rsidR="003E736D">
        <w:t xml:space="preserve"> </w:t>
      </w:r>
      <w:r>
        <w:t>authorized</w:t>
      </w:r>
      <w:r w:rsidR="003E736D">
        <w:t xml:space="preserve"> </w:t>
      </w:r>
      <w:r>
        <w:t>entrants,</w:t>
      </w:r>
      <w:r w:rsidR="003E736D">
        <w:t xml:space="preserve"> </w:t>
      </w:r>
      <w:r>
        <w:t>attendants,</w:t>
      </w:r>
      <w:r w:rsidR="003E736D">
        <w:t xml:space="preserve"> </w:t>
      </w:r>
      <w:r>
        <w:t>entry</w:t>
      </w:r>
      <w:r w:rsidR="003E736D">
        <w:t xml:space="preserve"> </w:t>
      </w:r>
      <w:r>
        <w:t>supervisors,</w:t>
      </w:r>
      <w:r w:rsidR="003E736D">
        <w:t xml:space="preserve"> </w:t>
      </w:r>
      <w:r>
        <w:t>and</w:t>
      </w:r>
      <w:r w:rsidR="003E736D">
        <w:t xml:space="preserve"> </w:t>
      </w:r>
      <w:r>
        <w:t>air</w:t>
      </w:r>
      <w:r w:rsidR="003E736D">
        <w:t xml:space="preserve"> </w:t>
      </w:r>
      <w:r>
        <w:t>testers,</w:t>
      </w:r>
      <w:r w:rsidR="003E736D">
        <w:t xml:space="preserve"> </w:t>
      </w:r>
      <w:r>
        <w:t>have</w:t>
      </w:r>
      <w:r w:rsidR="003E736D">
        <w:t xml:space="preserve"> </w:t>
      </w:r>
      <w:r>
        <w:t>been</w:t>
      </w:r>
      <w:r w:rsidR="003E736D">
        <w:t xml:space="preserve"> </w:t>
      </w:r>
      <w:r>
        <w:t>trained</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rsidR="00E060F7">
        <w:t>DOSH</w:t>
      </w:r>
      <w:r w:rsidR="003E736D">
        <w:t xml:space="preserve"> </w:t>
      </w:r>
      <w:r>
        <w:t>procedures</w:t>
      </w:r>
      <w:r w:rsidR="003E736D">
        <w:t xml:space="preserve"> </w:t>
      </w:r>
      <w:r>
        <w:t>and</w:t>
      </w:r>
      <w:r w:rsidR="003E736D">
        <w:t xml:space="preserve"> </w:t>
      </w:r>
      <w:r>
        <w:t>will</w:t>
      </w:r>
      <w:r w:rsidR="003E736D">
        <w:t xml:space="preserve"> </w:t>
      </w:r>
      <w:r>
        <w:t>be</w:t>
      </w:r>
      <w:r w:rsidR="003E736D">
        <w:t xml:space="preserve"> </w:t>
      </w:r>
      <w:r>
        <w:t>made</w:t>
      </w:r>
      <w:r w:rsidR="003E736D">
        <w:t xml:space="preserve"> </w:t>
      </w:r>
      <w:r>
        <w:t>aware</w:t>
      </w:r>
      <w:r w:rsidR="003E736D">
        <w:t xml:space="preserve"> </w:t>
      </w:r>
      <w:r>
        <w:t>of</w:t>
      </w:r>
      <w:r w:rsidR="003E736D">
        <w:t xml:space="preserve"> </w:t>
      </w:r>
      <w:r>
        <w:t>all</w:t>
      </w:r>
      <w:r w:rsidR="003E736D">
        <w:t xml:space="preserve"> </w:t>
      </w:r>
      <w:r>
        <w:t>of</w:t>
      </w:r>
      <w:r w:rsidR="003E736D">
        <w:t xml:space="preserve"> </w:t>
      </w:r>
      <w:r>
        <w:t>the</w:t>
      </w:r>
      <w:r w:rsidR="003E736D">
        <w:t xml:space="preserve"> </w:t>
      </w:r>
      <w:r>
        <w:t>POS</w:t>
      </w:r>
      <w:r w:rsidR="003E736D">
        <w:t xml:space="preserve"> </w:t>
      </w:r>
      <w:r>
        <w:t>procedures</w:t>
      </w:r>
      <w:r w:rsidR="003E736D">
        <w:t xml:space="preserve"> </w:t>
      </w:r>
      <w:r>
        <w:t>for</w:t>
      </w:r>
      <w:r w:rsidR="003E736D">
        <w:t xml:space="preserve"> </w:t>
      </w:r>
      <w:r>
        <w:t>entering</w:t>
      </w:r>
      <w:r w:rsidR="003E736D">
        <w:t xml:space="preserve"> </w:t>
      </w:r>
      <w:r>
        <w:t>confined</w:t>
      </w:r>
      <w:r w:rsidR="003E736D">
        <w:t xml:space="preserve"> </w:t>
      </w:r>
      <w:r>
        <w:t>spaces.</w:t>
      </w:r>
    </w:p>
    <w:p w14:paraId="3D5DD201" w14:textId="3BC17D2B" w:rsidR="00B253FB" w:rsidRDefault="00B253FB" w:rsidP="00016DCA">
      <w:pPr>
        <w:pStyle w:val="BodyText"/>
      </w:pPr>
      <w:r>
        <w:t>After</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project</w:t>
      </w:r>
      <w:r w:rsidR="003E736D">
        <w:t xml:space="preserve"> </w:t>
      </w:r>
      <w:r>
        <w:t>is</w:t>
      </w:r>
      <w:r w:rsidR="003E736D">
        <w:t xml:space="preserve"> </w:t>
      </w:r>
      <w:r>
        <w:t>complete</w:t>
      </w:r>
      <w:r w:rsidR="003E736D">
        <w:t xml:space="preserve"> </w:t>
      </w:r>
      <w:r>
        <w:t>my</w:t>
      </w:r>
      <w:r w:rsidR="003E736D">
        <w:t xml:space="preserve"> </w:t>
      </w:r>
      <w:r>
        <w:t>employees</w:t>
      </w:r>
      <w:r w:rsidR="003E736D">
        <w:t xml:space="preserve"> </w:t>
      </w:r>
      <w:r>
        <w:t>will</w:t>
      </w:r>
      <w:r w:rsidR="003E736D">
        <w:t xml:space="preserve"> </w:t>
      </w:r>
      <w:r>
        <w:t>make</w:t>
      </w:r>
      <w:r w:rsidR="003E736D">
        <w:t xml:space="preserve"> </w:t>
      </w:r>
      <w:r>
        <w:t>the</w:t>
      </w:r>
      <w:r w:rsidR="003E736D">
        <w:t xml:space="preserve"> </w:t>
      </w:r>
      <w:r w:rsidR="00155B23" w:rsidRPr="00155B23">
        <w:t xml:space="preserve">Port </w:t>
      </w:r>
      <w:r w:rsidR="00D65106">
        <w:t>I</w:t>
      </w:r>
      <w:r w:rsidR="00907B09">
        <w:t>nspector</w:t>
      </w:r>
      <w:r w:rsidR="00155B23">
        <w:t xml:space="preserve"> </w:t>
      </w:r>
      <w:r w:rsidR="00D82173">
        <w:t xml:space="preserve">and Construction Safety </w:t>
      </w:r>
      <w:r>
        <w:t>aware</w:t>
      </w:r>
      <w:r w:rsidR="003E736D">
        <w:t xml:space="preserve"> </w:t>
      </w:r>
      <w:r>
        <w:t>of</w:t>
      </w:r>
      <w:r w:rsidR="003E736D">
        <w:t xml:space="preserve"> </w:t>
      </w:r>
      <w:r>
        <w:t>any</w:t>
      </w:r>
      <w:r w:rsidR="003E736D">
        <w:t xml:space="preserve"> </w:t>
      </w:r>
      <w:r>
        <w:t>new</w:t>
      </w:r>
      <w:r w:rsidR="003E736D">
        <w:t xml:space="preserve"> </w:t>
      </w:r>
      <w:r>
        <w:t>hazards</w:t>
      </w:r>
      <w:r w:rsidR="003E736D">
        <w:t xml:space="preserve"> </w:t>
      </w:r>
      <w:r>
        <w:t>confronted</w:t>
      </w:r>
      <w:r w:rsidR="003E736D">
        <w:t xml:space="preserve"> </w:t>
      </w:r>
      <w:r>
        <w:t>or</w:t>
      </w:r>
      <w:r w:rsidR="003E736D">
        <w:t xml:space="preserve"> </w:t>
      </w:r>
      <w:r>
        <w:t>created</w:t>
      </w:r>
      <w:r w:rsidR="003E736D">
        <w:t xml:space="preserve"> </w:t>
      </w:r>
      <w:r>
        <w:t>during</w:t>
      </w:r>
      <w:r w:rsidR="003E736D">
        <w:t xml:space="preserve"> </w:t>
      </w:r>
      <w:r>
        <w:t>entry</w:t>
      </w:r>
      <w:r w:rsidR="003E736D">
        <w:t xml:space="preserve"> </w:t>
      </w:r>
      <w:r>
        <w:t>operations.</w:t>
      </w:r>
      <w:r w:rsidR="00D82173">
        <w:t xml:space="preserve">  On Airport projects, my employees will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xml:space="preserve"> and advise them that operations have ceased.  </w:t>
      </w:r>
    </w:p>
    <w:p w14:paraId="534E5285" w14:textId="2DDB5402" w:rsidR="00B253FB" w:rsidRDefault="00B253FB" w:rsidP="00016DCA">
      <w:pPr>
        <w:pStyle w:val="BodyText"/>
      </w:pPr>
      <w:r>
        <w:t>A</w:t>
      </w:r>
      <w:r w:rsidR="003E736D">
        <w:t xml:space="preserve"> </w:t>
      </w:r>
      <w:r>
        <w:t>copy</w:t>
      </w:r>
      <w:r w:rsidR="003E736D">
        <w:t xml:space="preserve"> </w:t>
      </w:r>
      <w:r>
        <w:t>of</w:t>
      </w:r>
      <w:r w:rsidR="003E736D">
        <w:t xml:space="preserve"> </w:t>
      </w:r>
      <w:r>
        <w:t>finalized</w:t>
      </w:r>
      <w:r w:rsidR="003E736D">
        <w:t xml:space="preserve"> </w:t>
      </w:r>
      <w:r>
        <w:t>permit</w:t>
      </w:r>
      <w:r w:rsidR="003E736D">
        <w:t xml:space="preserve"> </w:t>
      </w:r>
      <w:r>
        <w:t>with</w:t>
      </w:r>
      <w:r w:rsidR="003E736D">
        <w:t xml:space="preserve"> </w:t>
      </w:r>
      <w:r>
        <w:t>all</w:t>
      </w:r>
      <w:r w:rsidR="003E736D">
        <w:t xml:space="preserve"> </w:t>
      </w:r>
      <w:r>
        <w:t>attachments</w:t>
      </w:r>
      <w:r w:rsidR="003E736D">
        <w:t xml:space="preserve"> </w:t>
      </w:r>
      <w:r>
        <w:t>will</w:t>
      </w:r>
      <w:r w:rsidR="003E736D">
        <w:t xml:space="preserve"> </w:t>
      </w:r>
      <w:r>
        <w:t>be</w:t>
      </w:r>
      <w:r w:rsidR="003E736D">
        <w:t xml:space="preserve"> </w:t>
      </w:r>
      <w:r>
        <w:t>provided</w:t>
      </w:r>
      <w:r w:rsidR="003E736D">
        <w:t xml:space="preserve"> </w:t>
      </w:r>
      <w:r>
        <w:t>to</w:t>
      </w:r>
      <w:r w:rsidR="003E736D">
        <w:t xml:space="preserve"> </w:t>
      </w:r>
      <w:r>
        <w:t>the</w:t>
      </w:r>
      <w:r w:rsidR="003E736D">
        <w:t xml:space="preserve"> </w:t>
      </w:r>
      <w:r w:rsidR="00155B23" w:rsidRPr="00155B23">
        <w:t xml:space="preserve">Port </w:t>
      </w:r>
      <w:r w:rsidR="00A604FE">
        <w:t>P</w:t>
      </w:r>
      <w:r w:rsidR="00907B09">
        <w:t xml:space="preserve">roject </w:t>
      </w:r>
      <w:r w:rsidR="00A604FE">
        <w:t>M</w:t>
      </w:r>
      <w:r w:rsidR="00907B09">
        <w:t>anager</w:t>
      </w:r>
      <w:r w:rsidR="00155B23">
        <w:t xml:space="preserve"> </w:t>
      </w:r>
      <w:r>
        <w:t>at</w:t>
      </w:r>
      <w:r w:rsidR="003E736D">
        <w:t xml:space="preserve"> </w:t>
      </w:r>
      <w:r>
        <w:t>the</w:t>
      </w:r>
      <w:r w:rsidR="003E736D">
        <w:t xml:space="preserve"> </w:t>
      </w:r>
      <w:r>
        <w:t>end</w:t>
      </w:r>
      <w:r w:rsidR="003E736D">
        <w:t xml:space="preserve"> </w:t>
      </w:r>
      <w:r>
        <w:t>of</w:t>
      </w:r>
      <w:r w:rsidR="003E736D">
        <w:t xml:space="preserve"> </w:t>
      </w:r>
      <w:r>
        <w:t>each</w:t>
      </w:r>
      <w:r w:rsidR="003E736D">
        <w:t xml:space="preserve"> </w:t>
      </w:r>
      <w:r>
        <w:t>project.</w:t>
      </w:r>
    </w:p>
    <w:p w14:paraId="7EC09034" w14:textId="77777777" w:rsidR="00B253FB" w:rsidRDefault="00B253FB" w:rsidP="00016DCA">
      <w:pPr>
        <w:pStyle w:val="BodyText"/>
      </w:pPr>
      <w:r>
        <w:t>Contractor’s</w:t>
      </w:r>
      <w:r w:rsidR="003E736D">
        <w:t xml:space="preserve"> </w:t>
      </w:r>
      <w:r>
        <w:t>Name:</w:t>
      </w:r>
      <w:r w:rsidR="003E736D">
        <w:t xml:space="preserve"> </w:t>
      </w:r>
      <w:r>
        <w:t>_______________________________________________________</w:t>
      </w:r>
    </w:p>
    <w:p w14:paraId="3C691D91" w14:textId="77777777" w:rsidR="00B253FB" w:rsidRDefault="00B253FB" w:rsidP="00016DCA">
      <w:pPr>
        <w:pStyle w:val="BodyText"/>
      </w:pPr>
      <w:r>
        <w:t>Contractor’s</w:t>
      </w:r>
      <w:r w:rsidR="003E736D">
        <w:t xml:space="preserve"> </w:t>
      </w:r>
      <w:r>
        <w:t>Signature:</w:t>
      </w:r>
      <w:r w:rsidR="003E736D">
        <w:t xml:space="preserve"> </w:t>
      </w:r>
      <w:r>
        <w:t>______________________</w:t>
      </w:r>
      <w:r w:rsidR="00016DCA">
        <w:t>_______________________________</w:t>
      </w:r>
    </w:p>
    <w:p w14:paraId="27A01520" w14:textId="77777777" w:rsidR="00B253FB" w:rsidRDefault="00B253FB" w:rsidP="00016DCA">
      <w:pPr>
        <w:pStyle w:val="BodyText"/>
      </w:pPr>
      <w:r>
        <w:t>Company</w:t>
      </w:r>
      <w:r w:rsidR="003E736D">
        <w:t xml:space="preserve"> </w:t>
      </w:r>
      <w:r>
        <w:t>Name:</w:t>
      </w:r>
      <w:r w:rsidR="003E736D">
        <w:t xml:space="preserve"> </w:t>
      </w:r>
      <w:r>
        <w:t>______________________________________</w:t>
      </w:r>
      <w:r w:rsidR="003E736D">
        <w:t xml:space="preserve"> </w:t>
      </w:r>
      <w:r>
        <w:t>Date:</w:t>
      </w:r>
      <w:r w:rsidR="003E736D">
        <w:t xml:space="preserve"> </w:t>
      </w:r>
      <w:r>
        <w:t>______________</w:t>
      </w:r>
    </w:p>
    <w:p w14:paraId="4357311C" w14:textId="294182BA" w:rsidR="00B253FB" w:rsidRDefault="00B253FB" w:rsidP="00016DCA">
      <w:pPr>
        <w:pStyle w:val="BodyText"/>
      </w:pPr>
      <w:r>
        <w:t>Port</w:t>
      </w:r>
      <w:r w:rsidR="003E736D">
        <w:t xml:space="preserve"> </w:t>
      </w:r>
      <w:r>
        <w:t>of</w:t>
      </w:r>
      <w:r w:rsidR="003E736D">
        <w:t xml:space="preserve"> </w:t>
      </w:r>
      <w:r>
        <w:t>Seattle</w:t>
      </w:r>
      <w:r w:rsidR="00B646B0">
        <w:t xml:space="preserve"> Construction </w:t>
      </w:r>
      <w:r w:rsidR="000956AE">
        <w:t xml:space="preserve">Project </w:t>
      </w:r>
      <w:r w:rsidR="00B646B0">
        <w:t>Representative</w:t>
      </w:r>
      <w:r>
        <w:t>:</w:t>
      </w:r>
      <w:r w:rsidR="003E736D">
        <w:t xml:space="preserve"> </w:t>
      </w:r>
      <w:r>
        <w:t>___________________________________</w:t>
      </w:r>
    </w:p>
    <w:p w14:paraId="0303D9C4" w14:textId="77777777" w:rsidR="00B253FB" w:rsidRDefault="00B253FB" w:rsidP="00016DCA">
      <w:pPr>
        <w:pStyle w:val="BodyText"/>
      </w:pPr>
      <w:r>
        <w:t>Date:</w:t>
      </w:r>
      <w:r w:rsidR="003E736D">
        <w:t xml:space="preserve"> </w:t>
      </w:r>
      <w:r>
        <w:t>______________</w:t>
      </w:r>
    </w:p>
    <w:p w14:paraId="45C5D878" w14:textId="77777777" w:rsidR="00B253FB" w:rsidRPr="00FF7E60" w:rsidRDefault="00B253FB" w:rsidP="00FF7E60">
      <w:pPr>
        <w:sectPr w:rsidR="00B253FB" w:rsidRPr="00FF7E60" w:rsidSect="004D0BA0">
          <w:pgSz w:w="12240" w:h="15840" w:code="1"/>
          <w:pgMar w:top="1440" w:right="1008" w:bottom="1440" w:left="1008" w:header="576" w:footer="576" w:gutter="0"/>
          <w:cols w:space="720"/>
          <w:docGrid w:linePitch="360"/>
        </w:sectPr>
      </w:pPr>
    </w:p>
    <w:bookmarkStart w:id="23" w:name="_MON_1650457555"/>
    <w:bookmarkEnd w:id="23"/>
    <w:p w14:paraId="520E4A23" w14:textId="71479366" w:rsidR="00016DCA" w:rsidRDefault="0065053F" w:rsidP="00FF7E60">
      <w:pPr>
        <w:sectPr w:rsidR="00016DCA" w:rsidSect="00FF7E60">
          <w:headerReference w:type="even" r:id="rId17"/>
          <w:headerReference w:type="default" r:id="rId18"/>
          <w:headerReference w:type="first" r:id="rId19"/>
          <w:pgSz w:w="15840" w:h="12240" w:orient="landscape" w:code="1"/>
          <w:pgMar w:top="1440" w:right="1008" w:bottom="1440" w:left="1008" w:header="576" w:footer="576" w:gutter="0"/>
          <w:cols w:space="720"/>
          <w:docGrid w:linePitch="360"/>
        </w:sectPr>
      </w:pPr>
      <w:r w:rsidRPr="007E4891">
        <w:rPr>
          <w:highlight w:val="yellow"/>
        </w:rPr>
        <w:object w:dxaOrig="12981" w:dyaOrig="9241" w14:anchorId="2A229B78">
          <v:shape id="_x0000_i1027" type="#_x0000_t75" style="width:649pt;height:462pt" o:ole="">
            <v:imagedata r:id="rId20" o:title=""/>
          </v:shape>
          <o:OLEObject Type="Embed" ProgID="Word.Picture.8" ShapeID="_x0000_i1027" DrawAspect="Content" ObjectID="_1760259231" r:id="rId21"/>
        </w:object>
      </w:r>
    </w:p>
    <w:p w14:paraId="52639122" w14:textId="500C8A44" w:rsidR="00B253FB" w:rsidRDefault="0087150F" w:rsidP="002F5D01">
      <w:pPr>
        <w:pStyle w:val="Heading2"/>
        <w:ind w:left="0"/>
        <w:jc w:val="center"/>
      </w:pPr>
      <w:r>
        <w:rPr>
          <w:noProof/>
        </w:rPr>
        <w:lastRenderedPageBreak/>
        <mc:AlternateContent>
          <mc:Choice Requires="wps">
            <w:drawing>
              <wp:anchor distT="45720" distB="45720" distL="114300" distR="114300" simplePos="0" relativeHeight="251661312" behindDoc="0" locked="0" layoutInCell="1" allowOverlap="1" wp14:anchorId="0C21450C" wp14:editId="59950453">
                <wp:simplePos x="0" y="0"/>
                <wp:positionH relativeFrom="margin">
                  <wp:posOffset>32532</wp:posOffset>
                </wp:positionH>
                <wp:positionV relativeFrom="paragraph">
                  <wp:posOffset>484</wp:posOffset>
                </wp:positionV>
                <wp:extent cx="1527810" cy="274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274955"/>
                        </a:xfrm>
                        <a:prstGeom prst="rect">
                          <a:avLst/>
                        </a:prstGeom>
                        <a:solidFill>
                          <a:srgbClr val="FFFFFF"/>
                        </a:solidFill>
                        <a:ln w="9525">
                          <a:noFill/>
                          <a:miter lim="800000"/>
                          <a:headEnd/>
                          <a:tailEnd/>
                        </a:ln>
                      </wps:spPr>
                      <wps:txbx>
                        <w:txbxContent>
                          <w:p w14:paraId="7F536B03" w14:textId="42D3A8CB" w:rsidR="00286627" w:rsidRPr="0087150F" w:rsidRDefault="00286627">
                            <w:pPr>
                              <w:rPr>
                                <w:b/>
                                <w:sz w:val="24"/>
                              </w:rPr>
                            </w:pPr>
                            <w:r w:rsidRPr="0087150F">
                              <w:rPr>
                                <w:b/>
                                <w:sz w:val="24"/>
                              </w:rPr>
                              <w:t>Appendix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1450C" id="_x0000_t202" coordsize="21600,21600" o:spt="202" path="m,l,21600r21600,l21600,xe">
                <v:stroke joinstyle="miter"/>
                <v:path gradientshapeok="t" o:connecttype="rect"/>
              </v:shapetype>
              <v:shape id="Text Box 2" o:spid="_x0000_s1026" type="#_x0000_t202" style="position:absolute;left:0;text-align:left;margin-left:2.55pt;margin-top:.05pt;width:120.3pt;height:21.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" stroked="f">
                <v:textbox>
                  <w:txbxContent>
                    <w:p w14:paraId="7F536B03" w14:textId="42D3A8CB" w:rsidR="00286627" w:rsidRPr="0087150F" w:rsidRDefault="00286627">
                      <w:pPr>
                        <w:rPr>
                          <w:b/>
                          <w:sz w:val="24"/>
                        </w:rPr>
                      </w:pPr>
                      <w:r w:rsidRPr="0087150F">
                        <w:rPr>
                          <w:b/>
                          <w:sz w:val="24"/>
                        </w:rPr>
                        <w:t>Appendix D</w:t>
                      </w:r>
                    </w:p>
                  </w:txbxContent>
                </v:textbox>
                <w10:wrap type="square" anchorx="margin"/>
              </v:shape>
            </w:pict>
          </mc:Fallback>
        </mc:AlternateContent>
      </w:r>
      <w:r w:rsidR="007C47D8">
        <w:rPr>
          <w:noProof/>
        </w:rPr>
        <w:drawing>
          <wp:anchor distT="0" distB="0" distL="114300" distR="114300" simplePos="0" relativeHeight="251659264" behindDoc="1" locked="0" layoutInCell="1" allowOverlap="1" wp14:anchorId="0CB312C1" wp14:editId="4CE32684">
            <wp:simplePos x="0" y="0"/>
            <wp:positionH relativeFrom="column">
              <wp:posOffset>282575</wp:posOffset>
            </wp:positionH>
            <wp:positionV relativeFrom="paragraph">
              <wp:posOffset>108585</wp:posOffset>
            </wp:positionV>
            <wp:extent cx="5740400" cy="7955915"/>
            <wp:effectExtent l="0" t="0" r="0" b="6985"/>
            <wp:wrapThrough wrapText="bothSides">
              <wp:wrapPolygon edited="0">
                <wp:start x="0" y="0"/>
                <wp:lineTo x="0" y="21567"/>
                <wp:lineTo x="21504" y="21567"/>
                <wp:lineTo x="2150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5740400" cy="7955915"/>
                    </a:xfrm>
                    <a:prstGeom prst="rect">
                      <a:avLst/>
                    </a:prstGeom>
                  </pic:spPr>
                </pic:pic>
              </a:graphicData>
            </a:graphic>
            <wp14:sizeRelH relativeFrom="page">
              <wp14:pctWidth>0</wp14:pctWidth>
            </wp14:sizeRelH>
            <wp14:sizeRelV relativeFrom="page">
              <wp14:pctHeight>0</wp14:pctHeight>
            </wp14:sizeRelV>
          </wp:anchor>
        </w:drawing>
      </w:r>
    </w:p>
    <w:p w14:paraId="50C3AA47" w14:textId="77777777" w:rsidR="000C6469" w:rsidRDefault="000C6469" w:rsidP="002F5D01"/>
    <w:p w14:paraId="2737EF2B" w14:textId="02093259" w:rsidR="007C47D8" w:rsidRDefault="007C47D8" w:rsidP="0065053F">
      <w:r>
        <w:rPr>
          <w:noProof/>
        </w:rPr>
        <w:lastRenderedPageBreak/>
        <w:drawing>
          <wp:inline distT="0" distB="0" distL="0" distR="0" wp14:anchorId="41497CD4" wp14:editId="7914BFB3">
            <wp:extent cx="6234545" cy="32808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3"/>
                    <a:srcRect l="5489" b="59257"/>
                    <a:stretch/>
                  </pic:blipFill>
                  <pic:spPr bwMode="auto">
                    <a:xfrm>
                      <a:off x="0" y="0"/>
                      <a:ext cx="6275173" cy="3302244"/>
                    </a:xfrm>
                    <a:prstGeom prst="rect">
                      <a:avLst/>
                    </a:prstGeom>
                    <a:ln>
                      <a:noFill/>
                    </a:ln>
                    <a:extLst>
                      <a:ext uri="{53640926-AAD7-44D8-BBD7-CCE9431645EC}">
                        <a14:shadowObscured xmlns:a14="http://schemas.microsoft.com/office/drawing/2010/main"/>
                      </a:ext>
                    </a:extLst>
                  </pic:spPr>
                </pic:pic>
              </a:graphicData>
            </a:graphic>
          </wp:inline>
        </w:drawing>
      </w:r>
      <w:r w:rsidR="0065053F">
        <w:rPr>
          <w:noProof/>
        </w:rPr>
        <w:drawing>
          <wp:inline distT="0" distB="0" distL="0" distR="0" wp14:anchorId="58B7C433" wp14:editId="4299331F">
            <wp:extent cx="6132235" cy="4383182"/>
            <wp:effectExtent l="0" t="0" r="1905" b="0"/>
            <wp:docPr id="6" name="Picture 6" descr="C:\Users\sh5\AppData\Local\Temp\1\SNAGHTMLb449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5\AppData\Local\Temp\1\SNAGHTMLb449a1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69927" cy="4481601"/>
                    </a:xfrm>
                    <a:prstGeom prst="rect">
                      <a:avLst/>
                    </a:prstGeom>
                    <a:noFill/>
                    <a:ln>
                      <a:noFill/>
                    </a:ln>
                  </pic:spPr>
                </pic:pic>
              </a:graphicData>
            </a:graphic>
          </wp:inline>
        </w:drawing>
      </w:r>
    </w:p>
    <w:p w14:paraId="27DEFDA5" w14:textId="36B8AFDA" w:rsidR="00BB1F8D" w:rsidRDefault="00BB1F8D" w:rsidP="002F5D01"/>
    <w:p w14:paraId="71A75305" w14:textId="77777777" w:rsidR="006417F9" w:rsidRDefault="006417F9">
      <w:pPr>
        <w:spacing w:after="0" w:line="240" w:lineRule="auto"/>
      </w:pPr>
      <w:r>
        <w:br w:type="page"/>
      </w:r>
    </w:p>
    <w:p w14:paraId="0F7C14CD" w14:textId="2E98744F" w:rsidR="007D46DA" w:rsidRDefault="00972850" w:rsidP="007145AA">
      <w:pPr>
        <w:spacing w:after="0" w:line="240" w:lineRule="auto"/>
      </w:pPr>
      <w:r>
        <w:rPr>
          <w:noProof/>
        </w:rPr>
        <w:lastRenderedPageBreak/>
        <mc:AlternateContent>
          <mc:Choice Requires="wps">
            <w:drawing>
              <wp:anchor distT="45720" distB="45720" distL="114300" distR="114300" simplePos="0" relativeHeight="251656192" behindDoc="0" locked="0" layoutInCell="1" allowOverlap="1" wp14:anchorId="711B56D1" wp14:editId="760ED963">
                <wp:simplePos x="0" y="0"/>
                <wp:positionH relativeFrom="margin">
                  <wp:posOffset>87630</wp:posOffset>
                </wp:positionH>
                <wp:positionV relativeFrom="paragraph">
                  <wp:posOffset>-278130</wp:posOffset>
                </wp:positionV>
                <wp:extent cx="6697980" cy="340821"/>
                <wp:effectExtent l="0" t="0" r="7620" b="25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7980" cy="340821"/>
                        </a:xfrm>
                        <a:prstGeom prst="rect">
                          <a:avLst/>
                        </a:prstGeom>
                        <a:solidFill>
                          <a:srgbClr val="FFFFFF"/>
                        </a:solidFill>
                        <a:ln w="9525">
                          <a:noFill/>
                          <a:miter lim="800000"/>
                          <a:headEnd/>
                          <a:tailEnd/>
                        </a:ln>
                      </wps:spPr>
                      <wps:txbx>
                        <w:txbxContent>
                          <w:p w14:paraId="4BD25757" w14:textId="2D1BCE41" w:rsidR="00286627" w:rsidRPr="00C325D2" w:rsidRDefault="00286627" w:rsidP="00D02B14">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AB16A9">
                              <w:rPr>
                                <w:sz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B56D1" id="_x0000_s1027" type="#_x0000_t202" style="position:absolute;margin-left:6.9pt;margin-top:-21.9pt;width:527.4pt;height:26.8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" stroked="f">
                <v:textbox>
                  <w:txbxContent>
                    <w:p w14:paraId="4BD25757" w14:textId="2D1BCE41" w:rsidR="00286627" w:rsidRPr="00C325D2" w:rsidRDefault="00286627" w:rsidP="00D02B14">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AB16A9">
                        <w:rPr>
                          <w:sz w:val="24"/>
                        </w:rPr>
                        <w:t>1</w:t>
                      </w:r>
                    </w:p>
                  </w:txbxContent>
                </v:textbox>
                <w10:wrap anchorx="margin"/>
              </v:shape>
            </w:pict>
          </mc:Fallback>
        </mc:AlternateContent>
      </w:r>
      <w:r w:rsidR="00184FC9">
        <w:rPr>
          <w:noProof/>
          <w14:ligatures w14:val="none"/>
        </w:rPr>
        <w:drawing>
          <wp:inline distT="0" distB="0" distL="0" distR="0" wp14:anchorId="4228F848" wp14:editId="38C9BCD2">
            <wp:extent cx="6492240" cy="4940935"/>
            <wp:effectExtent l="0" t="0" r="3810" b="0"/>
            <wp:docPr id="923007013"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07013" name="Picture 1" descr="Table&#10;&#10;Description automatically generated with medium confidence"/>
                    <pic:cNvPicPr/>
                  </pic:nvPicPr>
                  <pic:blipFill>
                    <a:blip r:embed="rId25"/>
                    <a:stretch>
                      <a:fillRect/>
                    </a:stretch>
                  </pic:blipFill>
                  <pic:spPr>
                    <a:xfrm>
                      <a:off x="0" y="0"/>
                      <a:ext cx="6492240" cy="4940935"/>
                    </a:xfrm>
                    <a:prstGeom prst="rect">
                      <a:avLst/>
                    </a:prstGeom>
                  </pic:spPr>
                </pic:pic>
              </a:graphicData>
            </a:graphic>
          </wp:inline>
        </w:drawing>
      </w:r>
    </w:p>
    <w:p w14:paraId="2528ACF6" w14:textId="5B4DD438" w:rsidR="000C6469" w:rsidRPr="000C6469" w:rsidRDefault="000C6469" w:rsidP="00286627">
      <w:pPr>
        <w:spacing w:after="0" w:line="240" w:lineRule="auto"/>
        <w:ind w:left="180"/>
        <w:jc w:val="center"/>
      </w:pPr>
    </w:p>
    <w:sectPr w:rsidR="000C6469" w:rsidRPr="000C6469" w:rsidSect="00286627">
      <w:pgSz w:w="12240" w:h="15840" w:code="1"/>
      <w:pgMar w:top="450" w:right="1008" w:bottom="1440" w:left="99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D0511" w14:textId="77777777" w:rsidR="00F83198" w:rsidRDefault="00F83198">
      <w:r>
        <w:separator/>
      </w:r>
    </w:p>
  </w:endnote>
  <w:endnote w:type="continuationSeparator" w:id="0">
    <w:p w14:paraId="383060E5" w14:textId="77777777" w:rsidR="00F83198" w:rsidRDefault="00F83198">
      <w:r>
        <w:continuationSeparator/>
      </w:r>
    </w:p>
  </w:endnote>
  <w:endnote w:type="continuationNotice" w:id="1">
    <w:p w14:paraId="71B894B4" w14:textId="77777777" w:rsidR="00F83198" w:rsidRDefault="00F831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9EB5" w14:textId="7E036222" w:rsidR="00286627" w:rsidRPr="004D0BA0" w:rsidRDefault="00286627" w:rsidP="004D0BA0">
    <w:pPr>
      <w:pStyle w:val="Footer"/>
    </w:pPr>
    <w:bookmarkStart w:id="20" w:name="_Hlk21414815"/>
    <w:r>
      <w:t>MC-XXXXXXX /WP #XXXXXX</w:t>
    </w:r>
    <w:r w:rsidRPr="004D0BA0">
      <w:tab/>
    </w:r>
    <w:bookmarkEnd w:id="20"/>
    <w:r w:rsidRPr="004D0BA0">
      <w:tab/>
    </w:r>
    <w:r>
      <w:t>01 35 29 T</w:t>
    </w:r>
    <w:r w:rsidRPr="00526499">
      <w:t>-</w:t>
    </w:r>
    <w:r>
      <w:fldChar w:fldCharType="begin"/>
    </w:r>
    <w:r>
      <w:instrText xml:space="preserve"> PAGE </w:instrText>
    </w:r>
    <w:r>
      <w:fldChar w:fldCharType="separate"/>
    </w:r>
    <w:r>
      <w:rPr>
        <w:noProof/>
      </w:rPr>
      <w:t>1</w:t>
    </w:r>
    <w:r>
      <w:rPr>
        <w:noProof/>
      </w:rPr>
      <w:fldChar w:fldCharType="end"/>
    </w:r>
  </w:p>
  <w:p w14:paraId="712B7911" w14:textId="27CD8225" w:rsidR="00286627" w:rsidRPr="004D0BA0" w:rsidRDefault="00286627" w:rsidP="004D0BA0">
    <w:pPr>
      <w:pStyle w:val="Footer"/>
    </w:pPr>
    <w:r w:rsidRPr="00526499">
      <w:t>Rev.</w:t>
    </w:r>
    <w:r>
      <w:t xml:space="preserve"> </w:t>
    </w:r>
    <w:del w:id="21" w:author="Heilgeist, Stacy" w:date="2023-10-31T11:58:00Z">
      <w:r w:rsidR="00184FC9" w:rsidDel="001A1598">
        <w:delText>05/05/2023</w:delText>
      </w:r>
    </w:del>
    <w:ins w:id="22" w:author="Heilgeist, Stacy" w:date="2023-10-31T11:58:00Z">
      <w:r w:rsidR="001A1598">
        <w:t>10/31/2023</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DA067" w14:textId="77777777" w:rsidR="00F83198" w:rsidRDefault="00F83198">
      <w:r>
        <w:separator/>
      </w:r>
    </w:p>
  </w:footnote>
  <w:footnote w:type="continuationSeparator" w:id="0">
    <w:p w14:paraId="4A6D8181" w14:textId="77777777" w:rsidR="00F83198" w:rsidRDefault="00F83198">
      <w:r>
        <w:continuationSeparator/>
      </w:r>
    </w:p>
  </w:footnote>
  <w:footnote w:type="continuationNotice" w:id="1">
    <w:p w14:paraId="420F3F25" w14:textId="77777777" w:rsidR="00F83198" w:rsidRDefault="00F831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DB93" w14:textId="3173365F" w:rsidR="00286627" w:rsidRPr="005C46E3" w:rsidRDefault="00286627" w:rsidP="004D0BA0">
    <w:pPr>
      <w:pStyle w:val="Header"/>
    </w:pPr>
    <w:r w:rsidRPr="00526499">
      <w:t>DIVISION 1</w:t>
    </w:r>
    <w:r>
      <w:t xml:space="preserve"> – GENERAL REQUIREMENTS</w:t>
    </w:r>
  </w:p>
  <w:p w14:paraId="5D43514B" w14:textId="79C8C054" w:rsidR="00286627" w:rsidRDefault="00286627" w:rsidP="004D0BA0">
    <w:pPr>
      <w:pStyle w:val="Header"/>
    </w:pPr>
    <w:r>
      <w:t xml:space="preserve">Section 01 35 29 T </w:t>
    </w:r>
    <w:r w:rsidRPr="005C46E3">
      <w:t>-</w:t>
    </w:r>
    <w:r>
      <w:t xml:space="preserve">Tenant </w:t>
    </w:r>
    <w:r w:rsidRPr="005C46E3">
      <w:t>Safety</w:t>
    </w:r>
    <w:r>
      <w:t xml:space="preserve"> </w:t>
    </w:r>
    <w:r w:rsidRPr="005C46E3">
      <w:t>Management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6202" w14:textId="22021AFA" w:rsidR="00286627" w:rsidRDefault="002866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27631" w14:textId="45D1B7DF" w:rsidR="00286627" w:rsidRPr="00214B64" w:rsidRDefault="00286627" w:rsidP="00214B6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F454" w14:textId="2BF99CD3" w:rsidR="00286627" w:rsidRDefault="002866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0ED4"/>
    <w:multiLevelType w:val="hybridMultilevel"/>
    <w:tmpl w:val="71AEA9E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1B2406B"/>
    <w:multiLevelType w:val="hybridMultilevel"/>
    <w:tmpl w:val="73864C56"/>
    <w:lvl w:ilvl="0" w:tplc="F578B5E6">
      <w:start w:val="1"/>
      <w:numFmt w:val="decimal"/>
      <w:lvlText w:val="%1."/>
      <w:lvlJc w:val="left"/>
      <w:pPr>
        <w:tabs>
          <w:tab w:val="num" w:pos="2160"/>
        </w:tabs>
        <w:ind w:left="2160" w:hanging="720"/>
      </w:pPr>
      <w:rPr>
        <w:rFonts w:hint="default"/>
      </w:rPr>
    </w:lvl>
    <w:lvl w:ilvl="1" w:tplc="F07077F0">
      <w:numFmt w:val="none"/>
      <w:lvlText w:val=""/>
      <w:lvlJc w:val="left"/>
      <w:pPr>
        <w:tabs>
          <w:tab w:val="num" w:pos="360"/>
        </w:tabs>
      </w:pPr>
    </w:lvl>
    <w:lvl w:ilvl="2" w:tplc="C6E257D6">
      <w:numFmt w:val="none"/>
      <w:lvlText w:val=""/>
      <w:lvlJc w:val="left"/>
      <w:pPr>
        <w:tabs>
          <w:tab w:val="num" w:pos="360"/>
        </w:tabs>
      </w:pPr>
    </w:lvl>
    <w:lvl w:ilvl="3" w:tplc="49464F78">
      <w:numFmt w:val="none"/>
      <w:lvlText w:val=""/>
      <w:lvlJc w:val="left"/>
      <w:pPr>
        <w:tabs>
          <w:tab w:val="num" w:pos="360"/>
        </w:tabs>
      </w:pPr>
    </w:lvl>
    <w:lvl w:ilvl="4" w:tplc="FD684762">
      <w:numFmt w:val="none"/>
      <w:lvlText w:val=""/>
      <w:lvlJc w:val="left"/>
      <w:pPr>
        <w:tabs>
          <w:tab w:val="num" w:pos="360"/>
        </w:tabs>
      </w:pPr>
    </w:lvl>
    <w:lvl w:ilvl="5" w:tplc="D69A566C">
      <w:numFmt w:val="none"/>
      <w:lvlText w:val=""/>
      <w:lvlJc w:val="left"/>
      <w:pPr>
        <w:tabs>
          <w:tab w:val="num" w:pos="360"/>
        </w:tabs>
      </w:pPr>
    </w:lvl>
    <w:lvl w:ilvl="6" w:tplc="F39C3D7C">
      <w:numFmt w:val="none"/>
      <w:lvlText w:val=""/>
      <w:lvlJc w:val="left"/>
      <w:pPr>
        <w:tabs>
          <w:tab w:val="num" w:pos="360"/>
        </w:tabs>
      </w:pPr>
    </w:lvl>
    <w:lvl w:ilvl="7" w:tplc="0F9A0618">
      <w:numFmt w:val="none"/>
      <w:lvlText w:val=""/>
      <w:lvlJc w:val="left"/>
      <w:pPr>
        <w:tabs>
          <w:tab w:val="num" w:pos="360"/>
        </w:tabs>
      </w:pPr>
    </w:lvl>
    <w:lvl w:ilvl="8" w:tplc="3BE2BDBC">
      <w:numFmt w:val="none"/>
      <w:lvlText w:val=""/>
      <w:lvlJc w:val="left"/>
      <w:pPr>
        <w:tabs>
          <w:tab w:val="num" w:pos="360"/>
        </w:tabs>
      </w:pPr>
    </w:lvl>
  </w:abstractNum>
  <w:abstractNum w:abstractNumId="2" w15:restartNumberingAfterBreak="0">
    <w:nsid w:val="02F51324"/>
    <w:multiLevelType w:val="hybridMultilevel"/>
    <w:tmpl w:val="60ECC6E8"/>
    <w:lvl w:ilvl="0" w:tplc="0409000F">
      <w:start w:val="1"/>
      <w:numFmt w:val="decimal"/>
      <w:lvlText w:val="%1."/>
      <w:lvlJc w:val="left"/>
      <w:pPr>
        <w:tabs>
          <w:tab w:val="num" w:pos="2940"/>
        </w:tabs>
        <w:ind w:left="2940" w:hanging="360"/>
      </w:pPr>
    </w:lvl>
    <w:lvl w:ilvl="1" w:tplc="6BAACA6A">
      <w:start w:val="13"/>
      <w:numFmt w:val="lowerLetter"/>
      <w:lvlText w:val="%2."/>
      <w:lvlJc w:val="left"/>
      <w:pPr>
        <w:tabs>
          <w:tab w:val="num" w:pos="4020"/>
        </w:tabs>
        <w:ind w:left="4020" w:hanging="720"/>
      </w:pPr>
      <w:rPr>
        <w:rFonts w:hint="default"/>
        <w:color w:val="000000"/>
      </w:rPr>
    </w:lvl>
    <w:lvl w:ilvl="2" w:tplc="0409001B" w:tentative="1">
      <w:start w:val="1"/>
      <w:numFmt w:val="lowerRoman"/>
      <w:lvlText w:val="%3."/>
      <w:lvlJc w:val="right"/>
      <w:pPr>
        <w:tabs>
          <w:tab w:val="num" w:pos="4380"/>
        </w:tabs>
        <w:ind w:left="4380" w:hanging="180"/>
      </w:pPr>
    </w:lvl>
    <w:lvl w:ilvl="3" w:tplc="0409000F" w:tentative="1">
      <w:start w:val="1"/>
      <w:numFmt w:val="decimal"/>
      <w:lvlText w:val="%4."/>
      <w:lvlJc w:val="left"/>
      <w:pPr>
        <w:tabs>
          <w:tab w:val="num" w:pos="5100"/>
        </w:tabs>
        <w:ind w:left="5100" w:hanging="360"/>
      </w:pPr>
    </w:lvl>
    <w:lvl w:ilvl="4" w:tplc="04090019" w:tentative="1">
      <w:start w:val="1"/>
      <w:numFmt w:val="lowerLetter"/>
      <w:lvlText w:val="%5."/>
      <w:lvlJc w:val="left"/>
      <w:pPr>
        <w:tabs>
          <w:tab w:val="num" w:pos="5820"/>
        </w:tabs>
        <w:ind w:left="5820" w:hanging="360"/>
      </w:pPr>
    </w:lvl>
    <w:lvl w:ilvl="5" w:tplc="0409001B" w:tentative="1">
      <w:start w:val="1"/>
      <w:numFmt w:val="lowerRoman"/>
      <w:lvlText w:val="%6."/>
      <w:lvlJc w:val="right"/>
      <w:pPr>
        <w:tabs>
          <w:tab w:val="num" w:pos="6540"/>
        </w:tabs>
        <w:ind w:left="6540" w:hanging="180"/>
      </w:pPr>
    </w:lvl>
    <w:lvl w:ilvl="6" w:tplc="0409000F" w:tentative="1">
      <w:start w:val="1"/>
      <w:numFmt w:val="decimal"/>
      <w:lvlText w:val="%7."/>
      <w:lvlJc w:val="left"/>
      <w:pPr>
        <w:tabs>
          <w:tab w:val="num" w:pos="7260"/>
        </w:tabs>
        <w:ind w:left="7260" w:hanging="360"/>
      </w:pPr>
    </w:lvl>
    <w:lvl w:ilvl="7" w:tplc="04090019" w:tentative="1">
      <w:start w:val="1"/>
      <w:numFmt w:val="lowerLetter"/>
      <w:lvlText w:val="%8."/>
      <w:lvlJc w:val="left"/>
      <w:pPr>
        <w:tabs>
          <w:tab w:val="num" w:pos="7980"/>
        </w:tabs>
        <w:ind w:left="7980" w:hanging="360"/>
      </w:pPr>
    </w:lvl>
    <w:lvl w:ilvl="8" w:tplc="0409001B" w:tentative="1">
      <w:start w:val="1"/>
      <w:numFmt w:val="lowerRoman"/>
      <w:lvlText w:val="%9."/>
      <w:lvlJc w:val="right"/>
      <w:pPr>
        <w:tabs>
          <w:tab w:val="num" w:pos="8700"/>
        </w:tabs>
        <w:ind w:left="8700" w:hanging="180"/>
      </w:pPr>
    </w:lvl>
  </w:abstractNum>
  <w:abstractNum w:abstractNumId="3" w15:restartNumberingAfterBreak="0">
    <w:nsid w:val="03CE2DA4"/>
    <w:multiLevelType w:val="hybridMultilevel"/>
    <w:tmpl w:val="697426EC"/>
    <w:lvl w:ilvl="0" w:tplc="DCD2F308">
      <w:start w:val="1"/>
      <w:numFmt w:val="upperLetter"/>
      <w:lvlText w:val="%1."/>
      <w:lvlJc w:val="left"/>
      <w:pPr>
        <w:tabs>
          <w:tab w:val="num" w:pos="1440"/>
        </w:tabs>
        <w:ind w:left="1440" w:hanging="360"/>
      </w:pPr>
      <w:rPr>
        <w:rFonts w:ascii="Times New Roman" w:hAnsi="Times New Roman" w:hint="default"/>
        <w:b w:val="0"/>
        <w:i w:val="0"/>
        <w:sz w:val="24"/>
      </w:rPr>
    </w:lvl>
    <w:lvl w:ilvl="1" w:tplc="AADAFDF0">
      <w:start w:val="1"/>
      <w:numFmt w:val="upperLetter"/>
      <w:lvlText w:val="%2."/>
      <w:lvlJc w:val="left"/>
      <w:pPr>
        <w:tabs>
          <w:tab w:val="num" w:pos="1800"/>
        </w:tabs>
        <w:ind w:left="1800" w:hanging="360"/>
      </w:pPr>
      <w:rPr>
        <w:rFonts w:hint="default"/>
        <w:color w:val="FF000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69241AE"/>
    <w:multiLevelType w:val="hybridMultilevel"/>
    <w:tmpl w:val="FE78E9E6"/>
    <w:lvl w:ilvl="0" w:tplc="23F49322">
      <w:start w:val="2"/>
      <w:numFmt w:val="upperLetter"/>
      <w:lvlText w:val="%1."/>
      <w:lvlJc w:val="left"/>
      <w:pPr>
        <w:tabs>
          <w:tab w:val="num" w:pos="1080"/>
        </w:tabs>
        <w:ind w:left="1080" w:hanging="360"/>
      </w:pPr>
      <w:rPr>
        <w:rFonts w:ascii="Times New Roman" w:hAnsi="Times New Roman" w:hint="default"/>
        <w:b w:val="0"/>
        <w:i w:val="0"/>
        <w:sz w:val="24"/>
      </w:rPr>
    </w:lvl>
    <w:lvl w:ilvl="1" w:tplc="9796BF9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940294"/>
    <w:multiLevelType w:val="multilevel"/>
    <w:tmpl w:val="AFF8626A"/>
    <w:lvl w:ilvl="0">
      <w:start w:val="1"/>
      <w:numFmt w:val="upperLetter"/>
      <w:lvlText w:val="%1."/>
      <w:lvlJc w:val="left"/>
      <w:pPr>
        <w:tabs>
          <w:tab w:val="num" w:pos="1080"/>
        </w:tabs>
        <w:ind w:left="1080" w:hanging="360"/>
      </w:pPr>
      <w:rPr>
        <w:rFonts w:ascii="Times New Roman" w:hAnsi="Times New Roman" w:hint="default"/>
        <w:b/>
        <w:i w:val="0"/>
        <w:sz w:val="24"/>
      </w:rPr>
    </w:lvl>
    <w:lvl w:ilvl="1">
      <w:start w:val="11"/>
      <w:numFmt w:val="decimal"/>
      <w:lvlText w:val="%2."/>
      <w:lvlJc w:val="left"/>
      <w:pPr>
        <w:tabs>
          <w:tab w:val="num" w:pos="1890"/>
        </w:tabs>
        <w:ind w:left="1890" w:hanging="450"/>
      </w:pPr>
      <w:rPr>
        <w:rFonts w:hint="default"/>
        <w:b w:val="0"/>
        <w:i w:val="0"/>
      </w:rPr>
    </w:lvl>
    <w:lvl w:ilvl="2">
      <w:start w:val="12"/>
      <w:numFmt w:val="decimal"/>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6" w15:restartNumberingAfterBreak="0">
    <w:nsid w:val="07EE6018"/>
    <w:multiLevelType w:val="multilevel"/>
    <w:tmpl w:val="F530D8CC"/>
    <w:lvl w:ilvl="0">
      <w:start w:val="1"/>
      <w:numFmt w:val="upperLetter"/>
      <w:lvlText w:val="%1."/>
      <w:lvlJc w:val="left"/>
      <w:pPr>
        <w:tabs>
          <w:tab w:val="num" w:pos="1080"/>
        </w:tabs>
        <w:ind w:left="1080" w:hanging="360"/>
      </w:pPr>
      <w:rPr>
        <w:rFonts w:ascii="Times New Roman" w:hAnsi="Times New Roman" w:hint="default"/>
        <w:b w:val="0"/>
        <w:i w:val="0"/>
        <w:sz w:val="24"/>
      </w:rPr>
    </w:lvl>
    <w:lvl w:ilvl="1">
      <w:start w:val="15"/>
      <w:numFmt w:val="decimal"/>
      <w:lvlText w:val="%2."/>
      <w:lvlJc w:val="left"/>
      <w:pPr>
        <w:tabs>
          <w:tab w:val="num" w:pos="1890"/>
        </w:tabs>
        <w:ind w:left="1890" w:hanging="450"/>
      </w:pPr>
      <w:rPr>
        <w:rFonts w:hint="default"/>
        <w:b w:val="0"/>
        <w:i w:val="0"/>
      </w:rPr>
    </w:lvl>
    <w:lvl w:ilvl="2">
      <w:start w:val="12"/>
      <w:numFmt w:val="lowerLetter"/>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7" w15:restartNumberingAfterBreak="0">
    <w:nsid w:val="0AA81099"/>
    <w:multiLevelType w:val="hybridMultilevel"/>
    <w:tmpl w:val="BEFE9B40"/>
    <w:lvl w:ilvl="0" w:tplc="FFFFFFFF">
      <w:start w:val="1"/>
      <w:numFmt w:val="upperLetter"/>
      <w:lvlText w:val="%1."/>
      <w:lvlJc w:val="left"/>
      <w:pPr>
        <w:tabs>
          <w:tab w:val="num" w:pos="1080"/>
        </w:tabs>
        <w:ind w:left="1080" w:hanging="360"/>
      </w:pPr>
      <w:rPr>
        <w:rFonts w:ascii="Times New Roman" w:hAnsi="Times New Roman" w:hint="default"/>
        <w:b w:val="0"/>
        <w:i w:val="0"/>
        <w:sz w:val="24"/>
      </w:rPr>
    </w:lvl>
    <w:lvl w:ilvl="1" w:tplc="FFFFFFFF">
      <w:start w:val="1"/>
      <w:numFmt w:val="lowerLetter"/>
      <w:lvlText w:val="%2."/>
      <w:lvlJc w:val="left"/>
      <w:pPr>
        <w:tabs>
          <w:tab w:val="num" w:pos="720"/>
        </w:tabs>
        <w:ind w:left="720" w:hanging="360"/>
      </w:pPr>
    </w:lvl>
    <w:lvl w:ilvl="2" w:tplc="CA940B56">
      <w:start w:val="1"/>
      <w:numFmt w:val="upperLetter"/>
      <w:lvlText w:val="%3."/>
      <w:lvlJc w:val="left"/>
      <w:pPr>
        <w:tabs>
          <w:tab w:val="num" w:pos="1620"/>
        </w:tabs>
        <w:ind w:left="1620" w:hanging="360"/>
      </w:pPr>
      <w:rPr>
        <w:rFonts w:hint="default"/>
        <w:b w:val="0"/>
        <w:i w:val="0"/>
      </w:rPr>
    </w:lvl>
    <w:lvl w:ilvl="3" w:tplc="55840266">
      <w:start w:val="2"/>
      <w:numFmt w:val="decimal"/>
      <w:lvlText w:val="%4."/>
      <w:lvlJc w:val="left"/>
      <w:pPr>
        <w:tabs>
          <w:tab w:val="num" w:pos="1080"/>
        </w:tabs>
        <w:ind w:left="1080" w:hanging="360"/>
      </w:pPr>
      <w:rPr>
        <w:rFonts w:hint="default"/>
      </w:rPr>
    </w:lvl>
    <w:lvl w:ilvl="4" w:tplc="04090001">
      <w:start w:val="1"/>
      <w:numFmt w:val="bullet"/>
      <w:lvlText w:val=""/>
      <w:lvlJc w:val="left"/>
      <w:pPr>
        <w:tabs>
          <w:tab w:val="num" w:pos="2880"/>
        </w:tabs>
        <w:ind w:left="2880" w:hanging="360"/>
      </w:pPr>
      <w:rPr>
        <w:rFonts w:ascii="Symbol" w:hAnsi="Symbol" w:hint="default"/>
      </w:r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8" w15:restartNumberingAfterBreak="0">
    <w:nsid w:val="0D3F66F5"/>
    <w:multiLevelType w:val="hybridMultilevel"/>
    <w:tmpl w:val="C0D41E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DC4656"/>
    <w:multiLevelType w:val="multilevel"/>
    <w:tmpl w:val="4E929480"/>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33B63F1"/>
    <w:multiLevelType w:val="hybridMultilevel"/>
    <w:tmpl w:val="8D56AAAA"/>
    <w:lvl w:ilvl="0" w:tplc="71B6BF56">
      <w:start w:val="12"/>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6D0658A"/>
    <w:multiLevelType w:val="hybridMultilevel"/>
    <w:tmpl w:val="4EC8B7B8"/>
    <w:lvl w:ilvl="0" w:tplc="35D6A10C">
      <w:start w:val="1"/>
      <w:numFmt w:val="lowerLetter"/>
      <w:lvlText w:val="%1."/>
      <w:lvlJc w:val="left"/>
      <w:pPr>
        <w:tabs>
          <w:tab w:val="num" w:pos="4680"/>
        </w:tabs>
        <w:ind w:left="4680" w:hanging="360"/>
      </w:pPr>
      <w:rPr>
        <w:rFonts w:hint="default"/>
        <w:caps w:val="0"/>
      </w:rPr>
    </w:lvl>
    <w:lvl w:ilvl="1" w:tplc="C256FB12">
      <w:start w:val="5"/>
      <w:numFmt w:val="lowerLetter"/>
      <w:lvlText w:val="%2."/>
      <w:lvlJc w:val="left"/>
      <w:pPr>
        <w:tabs>
          <w:tab w:val="num" w:pos="1440"/>
        </w:tabs>
        <w:ind w:left="1440" w:hanging="360"/>
      </w:pPr>
      <w:rPr>
        <w:rFonts w:hint="default"/>
        <w:b w:val="0"/>
        <w:i w:val="0"/>
        <w:cap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7856D92"/>
    <w:multiLevelType w:val="hybridMultilevel"/>
    <w:tmpl w:val="9F949C00"/>
    <w:lvl w:ilvl="0" w:tplc="6486DF7C">
      <w:start w:val="1"/>
      <w:numFmt w:val="lowerLetter"/>
      <w:lvlText w:val="%1."/>
      <w:lvlJc w:val="left"/>
      <w:pPr>
        <w:tabs>
          <w:tab w:val="num" w:pos="1440"/>
        </w:tabs>
        <w:ind w:left="1440" w:hanging="360"/>
      </w:pPr>
      <w:rPr>
        <w:rFonts w:hint="default"/>
        <w:b w:val="0"/>
        <w:i w:val="0"/>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80C313E"/>
    <w:multiLevelType w:val="hybridMultilevel"/>
    <w:tmpl w:val="4AAC1B72"/>
    <w:lvl w:ilvl="0" w:tplc="65DACD34">
      <w:start w:val="1"/>
      <w:numFmt w:val="decimal"/>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19032B7B"/>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6" w15:restartNumberingAfterBreak="0">
    <w:nsid w:val="19480B0F"/>
    <w:multiLevelType w:val="hybridMultilevel"/>
    <w:tmpl w:val="C36CA99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1A683265"/>
    <w:multiLevelType w:val="hybridMultilevel"/>
    <w:tmpl w:val="FC12DDB2"/>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1A7105F2"/>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9" w15:restartNumberingAfterBreak="0">
    <w:nsid w:val="1CEE1EDC"/>
    <w:multiLevelType w:val="multilevel"/>
    <w:tmpl w:val="0ACEEE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DD77F77"/>
    <w:multiLevelType w:val="hybridMultilevel"/>
    <w:tmpl w:val="5AC8FF80"/>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56FC90AC">
      <w:start w:val="3"/>
      <w:numFmt w:val="decimal"/>
      <w:lvlText w:val="%3"/>
      <w:lvlJc w:val="left"/>
      <w:pPr>
        <w:tabs>
          <w:tab w:val="num" w:pos="2880"/>
        </w:tabs>
        <w:ind w:left="2880" w:hanging="360"/>
      </w:pPr>
      <w:rPr>
        <w:rFont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26136A76"/>
    <w:multiLevelType w:val="multilevel"/>
    <w:tmpl w:val="7B84D9D8"/>
    <w:lvl w:ilvl="0">
      <w:start w:val="1"/>
      <w:numFmt w:val="decimalZero"/>
      <w:lvlText w:val="1.%1"/>
      <w:lvlJc w:val="left"/>
      <w:pPr>
        <w:tabs>
          <w:tab w:val="num" w:pos="1440"/>
        </w:tabs>
        <w:ind w:left="1440" w:hanging="720"/>
      </w:pPr>
      <w:rPr>
        <w:rFonts w:ascii="Arial" w:hAnsi="Arial" w:hint="default"/>
        <w:sz w:val="22"/>
      </w:rPr>
    </w:lvl>
    <w:lvl w:ilvl="1">
      <w:start w:val="1"/>
      <w:numFmt w:val="decimal"/>
      <w:lvlText w:val="%2."/>
      <w:lvlJc w:val="left"/>
      <w:pPr>
        <w:tabs>
          <w:tab w:val="num" w:pos="1800"/>
        </w:tabs>
        <w:ind w:left="1800" w:hanging="360"/>
      </w:pPr>
      <w:rPr>
        <w:rFonts w:hint="default"/>
        <w:sz w:val="22"/>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28CC6550"/>
    <w:multiLevelType w:val="multilevel"/>
    <w:tmpl w:val="F5709552"/>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A06540F"/>
    <w:multiLevelType w:val="hybridMultilevel"/>
    <w:tmpl w:val="FD101B30"/>
    <w:lvl w:ilvl="0" w:tplc="10C6C6F6">
      <w:start w:val="1"/>
      <w:numFmt w:val="lowerLetter"/>
      <w:lvlText w:val="%1."/>
      <w:lvlJc w:val="left"/>
      <w:pPr>
        <w:tabs>
          <w:tab w:val="num" w:pos="1080"/>
        </w:tabs>
        <w:ind w:left="1080" w:hanging="360"/>
      </w:pPr>
      <w:rPr>
        <w:rFonts w:hint="default"/>
        <w:cap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D320FA8"/>
    <w:multiLevelType w:val="hybridMultilevel"/>
    <w:tmpl w:val="C15C7A1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37B42265"/>
    <w:multiLevelType w:val="hybridMultilevel"/>
    <w:tmpl w:val="F1EED7E2"/>
    <w:lvl w:ilvl="0" w:tplc="35D6A10C">
      <w:start w:val="1"/>
      <w:numFmt w:val="lowerLetter"/>
      <w:lvlText w:val="%1."/>
      <w:lvlJc w:val="left"/>
      <w:pPr>
        <w:tabs>
          <w:tab w:val="num" w:pos="2520"/>
        </w:tabs>
        <w:ind w:left="2520" w:hanging="360"/>
      </w:pPr>
      <w:rPr>
        <w:rFonts w:hint="default"/>
        <w:caps w:val="0"/>
      </w:rPr>
    </w:lvl>
    <w:lvl w:ilvl="1" w:tplc="FFFFFFFF">
      <w:start w:val="1"/>
      <w:numFmt w:val="lowerLetter"/>
      <w:lvlText w:val="%2."/>
      <w:lvlJc w:val="left"/>
      <w:pPr>
        <w:tabs>
          <w:tab w:val="num" w:pos="1440"/>
        </w:tabs>
        <w:ind w:left="1440" w:hanging="360"/>
      </w:pPr>
    </w:lvl>
    <w:lvl w:ilvl="2" w:tplc="6EE496AA">
      <w:start w:val="1"/>
      <w:numFmt w:val="decimal"/>
      <w:lvlText w:val="%3."/>
      <w:lvlJc w:val="left"/>
      <w:pPr>
        <w:tabs>
          <w:tab w:val="num" w:pos="2340"/>
        </w:tabs>
        <w:ind w:left="2340" w:hanging="360"/>
      </w:pPr>
      <w:rPr>
        <w:rFonts w:hint="default"/>
      </w:rPr>
    </w:lvl>
    <w:lvl w:ilvl="3" w:tplc="F0E87C78">
      <w:start w:val="1"/>
      <w:numFmt w:val="lowerLetter"/>
      <w:lvlText w:val="%4."/>
      <w:lvlJc w:val="left"/>
      <w:pPr>
        <w:tabs>
          <w:tab w:val="num" w:pos="3240"/>
        </w:tabs>
        <w:ind w:left="3240" w:hanging="720"/>
      </w:pPr>
      <w:rPr>
        <w:rFonts w:hint="default"/>
        <w:caps w:val="0"/>
      </w:rPr>
    </w:lvl>
    <w:lvl w:ilvl="4" w:tplc="2F8A49AA">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A1339E2"/>
    <w:multiLevelType w:val="hybridMultilevel"/>
    <w:tmpl w:val="3D30AC82"/>
    <w:lvl w:ilvl="0" w:tplc="35487B8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3CB231FA"/>
    <w:multiLevelType w:val="multilevel"/>
    <w:tmpl w:val="FFA03748"/>
    <w:lvl w:ilvl="0">
      <w:start w:val="1"/>
      <w:numFmt w:val="upperLetter"/>
      <w:lvlText w:val="%1."/>
      <w:lvlJc w:val="left"/>
      <w:pPr>
        <w:tabs>
          <w:tab w:val="num" w:pos="1440"/>
        </w:tabs>
        <w:ind w:left="1440" w:hanging="720"/>
      </w:pPr>
      <w:rPr>
        <w:rFonts w:ascii="Arial" w:hAnsi="Arial" w:hint="default"/>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3E3C3842"/>
    <w:multiLevelType w:val="hybridMultilevel"/>
    <w:tmpl w:val="E990E64A"/>
    <w:lvl w:ilvl="0" w:tplc="98FC8B3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2F8794A"/>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30" w15:restartNumberingAfterBreak="0">
    <w:nsid w:val="446E7821"/>
    <w:multiLevelType w:val="multilevel"/>
    <w:tmpl w:val="C1C8AC96"/>
    <w:lvl w:ilvl="0">
      <w:start w:val="1"/>
      <w:numFmt w:val="upperLetter"/>
      <w:lvlText w:val="%1."/>
      <w:lvlJc w:val="left"/>
      <w:pPr>
        <w:tabs>
          <w:tab w:val="num" w:pos="1080"/>
        </w:tabs>
        <w:ind w:left="1080" w:hanging="360"/>
      </w:pPr>
      <w:rPr>
        <w:rFonts w:ascii="Times New Roman" w:hAnsi="Times New Roman" w:hint="default"/>
        <w:b/>
        <w:i w:val="0"/>
        <w:sz w:val="24"/>
      </w:rPr>
    </w:lvl>
    <w:lvl w:ilvl="1">
      <w:start w:val="11"/>
      <w:numFmt w:val="decimal"/>
      <w:lvlText w:val="%2."/>
      <w:lvlJc w:val="left"/>
      <w:pPr>
        <w:tabs>
          <w:tab w:val="num" w:pos="1890"/>
        </w:tabs>
        <w:ind w:left="1890" w:hanging="450"/>
      </w:pPr>
      <w:rPr>
        <w:rFonts w:hint="default"/>
        <w:b w:val="0"/>
        <w:i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1" w15:restartNumberingAfterBreak="0">
    <w:nsid w:val="45034540"/>
    <w:multiLevelType w:val="multilevel"/>
    <w:tmpl w:val="F9D624D0"/>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32" w15:restartNumberingAfterBreak="0">
    <w:nsid w:val="465E4DB1"/>
    <w:multiLevelType w:val="hybridMultilevel"/>
    <w:tmpl w:val="A9D611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84B3175"/>
    <w:multiLevelType w:val="hybridMultilevel"/>
    <w:tmpl w:val="F7343ABA"/>
    <w:lvl w:ilvl="0" w:tplc="0196310C">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499C243D"/>
    <w:multiLevelType w:val="hybridMultilevel"/>
    <w:tmpl w:val="1E1C9118"/>
    <w:lvl w:ilvl="0" w:tplc="BB0EB93C">
      <w:numFmt w:val="decimal"/>
      <w:lvlText w:val="%1."/>
      <w:lvlJc w:val="right"/>
      <w:pPr>
        <w:tabs>
          <w:tab w:val="num" w:pos="3420"/>
        </w:tabs>
        <w:ind w:left="3420" w:hanging="1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BAE449B2">
      <w:start w:val="7"/>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AB725B9"/>
    <w:multiLevelType w:val="hybridMultilevel"/>
    <w:tmpl w:val="D6B81004"/>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D7F3E08"/>
    <w:multiLevelType w:val="hybridMultilevel"/>
    <w:tmpl w:val="117C2EF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4E67065F"/>
    <w:multiLevelType w:val="multilevel"/>
    <w:tmpl w:val="1B7CBB34"/>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5A506B78"/>
    <w:multiLevelType w:val="hybridMultilevel"/>
    <w:tmpl w:val="6ACEEBBA"/>
    <w:lvl w:ilvl="0" w:tplc="9E7A21A2">
      <w:start w:val="6"/>
      <w:numFmt w:val="lowerLetter"/>
      <w:lvlText w:val="%1."/>
      <w:lvlJc w:val="left"/>
      <w:pPr>
        <w:tabs>
          <w:tab w:val="num" w:pos="1440"/>
        </w:tabs>
        <w:ind w:left="1440" w:hanging="360"/>
      </w:pPr>
      <w:rPr>
        <w:rFonts w:hint="default"/>
        <w:b w:val="0"/>
        <w:i w:val="0"/>
        <w:caps w:val="0"/>
      </w:rPr>
    </w:lvl>
    <w:lvl w:ilvl="1" w:tplc="DC4846C6">
      <w:start w:val="16"/>
      <w:numFmt w:val="decimal"/>
      <w:lvlText w:val="%2."/>
      <w:lvlJc w:val="left"/>
      <w:pPr>
        <w:tabs>
          <w:tab w:val="num" w:pos="1440"/>
        </w:tabs>
        <w:ind w:left="1440" w:hanging="36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3992BBD"/>
    <w:multiLevelType w:val="hybridMultilevel"/>
    <w:tmpl w:val="3AAE83B4"/>
    <w:lvl w:ilvl="0" w:tplc="0C98929A">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4B83E9E"/>
    <w:multiLevelType w:val="hybridMultilevel"/>
    <w:tmpl w:val="DBCCB53C"/>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A64043"/>
    <w:multiLevelType w:val="hybridMultilevel"/>
    <w:tmpl w:val="61BA85E0"/>
    <w:lvl w:ilvl="0" w:tplc="644C2C24">
      <w:start w:val="1"/>
      <w:numFmt w:val="lowerLetter"/>
      <w:lvlText w:val="%1."/>
      <w:lvlJc w:val="left"/>
      <w:pPr>
        <w:tabs>
          <w:tab w:val="num" w:pos="1440"/>
        </w:tabs>
        <w:ind w:left="1440" w:hanging="360"/>
      </w:pPr>
      <w:rPr>
        <w:rFonts w:hint="default"/>
        <w:b w:val="0"/>
        <w:i w:val="0"/>
        <w:caps w:val="0"/>
      </w:rPr>
    </w:lvl>
    <w:lvl w:ilvl="1" w:tplc="43185DE2">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E6608B2"/>
    <w:multiLevelType w:val="hybridMultilevel"/>
    <w:tmpl w:val="6F5A4D74"/>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206315C"/>
    <w:multiLevelType w:val="hybridMultilevel"/>
    <w:tmpl w:val="94AC09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3025422"/>
    <w:multiLevelType w:val="multilevel"/>
    <w:tmpl w:val="A1188124"/>
    <w:lvl w:ilvl="0">
      <w:start w:val="1"/>
      <w:numFmt w:val="decimalZero"/>
      <w:lvlText w:val="1.%1"/>
      <w:lvlJc w:val="left"/>
      <w:pPr>
        <w:tabs>
          <w:tab w:val="num" w:pos="720"/>
        </w:tabs>
        <w:ind w:left="720" w:hanging="720"/>
      </w:pPr>
      <w:rPr>
        <w:rFonts w:ascii="Times New Roman" w:hAnsi="Times New Roman" w:hint="default"/>
        <w:b/>
        <w:i w:val="0"/>
        <w:sz w:val="24"/>
      </w:rPr>
    </w:lvl>
    <w:lvl w:ilvl="1">
      <w:start w:val="1"/>
      <w:numFmt w:val="none"/>
      <w:lvlRestart w:val="0"/>
      <w:lvlText w:val="A."/>
      <w:lvlJc w:val="left"/>
      <w:pPr>
        <w:tabs>
          <w:tab w:val="num" w:pos="1080"/>
        </w:tabs>
        <w:ind w:left="720" w:firstLine="0"/>
      </w:pPr>
      <w:rPr>
        <w:rFonts w:ascii="Times New Roman" w:hAnsi="Times New Roman" w:hint="default"/>
        <w:b w:val="0"/>
        <w:i w:val="0"/>
        <w:sz w:val="24"/>
      </w:rPr>
    </w:lvl>
    <w:lvl w:ilvl="2">
      <w:start w:val="1"/>
      <w:numFmt w:val="decimal"/>
      <w:lvlRestart w:val="0"/>
      <w:lvlText w:val="%2%3"/>
      <w:lvlJc w:val="left"/>
      <w:pPr>
        <w:tabs>
          <w:tab w:val="num" w:pos="2376"/>
        </w:tabs>
        <w:ind w:left="2376" w:hanging="936"/>
      </w:pPr>
      <w:rPr>
        <w:rFonts w:ascii="Times New Roman" w:hAnsi="Times New Roman" w:hint="default"/>
        <w:b/>
        <w:i w:val="0"/>
      </w:rPr>
    </w:lvl>
    <w:lvl w:ilvl="3">
      <w:start w:val="1"/>
      <w:numFmt w:val="none"/>
      <w:lvlRestart w:val="0"/>
      <w:lvlText w:val="a."/>
      <w:lvlJc w:val="left"/>
      <w:pPr>
        <w:tabs>
          <w:tab w:val="num" w:pos="2520"/>
        </w:tabs>
        <w:ind w:left="2520" w:hanging="2520"/>
      </w:pPr>
      <w:rPr>
        <w:rFonts w:ascii="Times New Roman" w:hAnsi="Times New Roman"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82909A6"/>
    <w:multiLevelType w:val="hybridMultilevel"/>
    <w:tmpl w:val="99ACDD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B1D69F4"/>
    <w:multiLevelType w:val="hybridMultilevel"/>
    <w:tmpl w:val="DA36D3FE"/>
    <w:lvl w:ilvl="0" w:tplc="8E7491D4">
      <w:start w:val="3"/>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7" w15:restartNumberingAfterBreak="0">
    <w:nsid w:val="7CD71346"/>
    <w:multiLevelType w:val="multilevel"/>
    <w:tmpl w:val="F3467F90"/>
    <w:lvl w:ilvl="0">
      <w:start w:val="1"/>
      <w:numFmt w:val="upperLetter"/>
      <w:lvlText w:val="%1."/>
      <w:lvlJc w:val="left"/>
      <w:pPr>
        <w:tabs>
          <w:tab w:val="num" w:pos="1080"/>
        </w:tabs>
        <w:ind w:left="1080" w:hanging="360"/>
      </w:pPr>
      <w:rPr>
        <w:rFonts w:ascii="Times New Roman" w:hAnsi="Times New Roman" w:hint="default"/>
        <w:b/>
        <w:i w:val="0"/>
        <w:sz w:val="24"/>
      </w:rPr>
    </w:lvl>
    <w:lvl w:ilvl="1">
      <w:start w:val="3"/>
      <w:numFmt w:val="lowerLetter"/>
      <w:lvlText w:val="%2."/>
      <w:lvlJc w:val="left"/>
      <w:pPr>
        <w:tabs>
          <w:tab w:val="num" w:pos="1080"/>
        </w:tabs>
        <w:ind w:left="1080" w:hanging="360"/>
      </w:pPr>
      <w:rPr>
        <w:rFonts w:hint="default"/>
        <w:caps w:val="0"/>
      </w:rPr>
    </w:lvl>
    <w:lvl w:ilvl="2">
      <w:start w:val="1"/>
      <w:numFmt w:val="lowerLetter"/>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8" w15:restartNumberingAfterBreak="0">
    <w:nsid w:val="7D61503E"/>
    <w:multiLevelType w:val="hybridMultilevel"/>
    <w:tmpl w:val="EFDECEC4"/>
    <w:lvl w:ilvl="0" w:tplc="6A34C99A">
      <w:start w:val="1"/>
      <w:numFmt w:val="decimal"/>
      <w:lvlText w:val="%1."/>
      <w:lvlJc w:val="right"/>
      <w:pPr>
        <w:tabs>
          <w:tab w:val="num" w:pos="3420"/>
        </w:tabs>
        <w:ind w:left="3420" w:hanging="180"/>
      </w:pPr>
      <w:rPr>
        <w:rFonts w:hint="default"/>
      </w:rPr>
    </w:lvl>
    <w:lvl w:ilvl="1" w:tplc="B71ADF2A">
      <w:start w:val="17"/>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44312302">
    <w:abstractNumId w:val="31"/>
  </w:num>
  <w:num w:numId="2" w16cid:durableId="1697196411">
    <w:abstractNumId w:val="11"/>
  </w:num>
  <w:num w:numId="3" w16cid:durableId="7609576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2737482">
    <w:abstractNumId w:val="33"/>
  </w:num>
  <w:num w:numId="5" w16cid:durableId="310988896">
    <w:abstractNumId w:val="18"/>
  </w:num>
  <w:num w:numId="6" w16cid:durableId="1934783468">
    <w:abstractNumId w:val="19"/>
  </w:num>
  <w:num w:numId="7" w16cid:durableId="11945402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03148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07397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1014437">
    <w:abstractNumId w:val="0"/>
  </w:num>
  <w:num w:numId="11" w16cid:durableId="1563052868">
    <w:abstractNumId w:val="11"/>
  </w:num>
  <w:num w:numId="12" w16cid:durableId="1332179513">
    <w:abstractNumId w:val="15"/>
  </w:num>
  <w:num w:numId="13" w16cid:durableId="472522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069219">
    <w:abstractNumId w:val="11"/>
  </w:num>
  <w:num w:numId="15" w16cid:durableId="840966492">
    <w:abstractNumId w:val="29"/>
  </w:num>
  <w:num w:numId="16" w16cid:durableId="1662539391">
    <w:abstractNumId w:val="3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6957834">
    <w:abstractNumId w:val="11"/>
  </w:num>
  <w:num w:numId="18" w16cid:durableId="991442790">
    <w:abstractNumId w:val="44"/>
  </w:num>
  <w:num w:numId="19" w16cid:durableId="2070037247">
    <w:abstractNumId w:val="1"/>
  </w:num>
  <w:num w:numId="20" w16cid:durableId="1429962327">
    <w:abstractNumId w:val="26"/>
  </w:num>
  <w:num w:numId="21" w16cid:durableId="826244361">
    <w:abstractNumId w:val="46"/>
  </w:num>
  <w:num w:numId="22" w16cid:durableId="1932808666">
    <w:abstractNumId w:val="7"/>
  </w:num>
  <w:num w:numId="23" w16cid:durableId="919290655">
    <w:abstractNumId w:val="14"/>
  </w:num>
  <w:num w:numId="24" w16cid:durableId="626400900">
    <w:abstractNumId w:val="30"/>
  </w:num>
  <w:num w:numId="25" w16cid:durableId="855769628">
    <w:abstractNumId w:val="5"/>
  </w:num>
  <w:num w:numId="26" w16cid:durableId="736168416">
    <w:abstractNumId w:val="6"/>
  </w:num>
  <w:num w:numId="27" w16cid:durableId="502940323">
    <w:abstractNumId w:val="35"/>
  </w:num>
  <w:num w:numId="28" w16cid:durableId="1306088051">
    <w:abstractNumId w:val="40"/>
  </w:num>
  <w:num w:numId="29" w16cid:durableId="1429230365">
    <w:abstractNumId w:val="12"/>
  </w:num>
  <w:num w:numId="30" w16cid:durableId="1813059865">
    <w:abstractNumId w:val="13"/>
  </w:num>
  <w:num w:numId="31" w16cid:durableId="2047363582">
    <w:abstractNumId w:val="41"/>
  </w:num>
  <w:num w:numId="32" w16cid:durableId="1520585822">
    <w:abstractNumId w:val="4"/>
  </w:num>
  <w:num w:numId="33" w16cid:durableId="1873180031">
    <w:abstractNumId w:val="25"/>
  </w:num>
  <w:num w:numId="34" w16cid:durableId="649751246">
    <w:abstractNumId w:val="3"/>
  </w:num>
  <w:num w:numId="35" w16cid:durableId="85856351">
    <w:abstractNumId w:val="2"/>
  </w:num>
  <w:num w:numId="36" w16cid:durableId="1949239639">
    <w:abstractNumId w:val="17"/>
  </w:num>
  <w:num w:numId="37" w16cid:durableId="1052926943">
    <w:abstractNumId w:val="20"/>
  </w:num>
  <w:num w:numId="38" w16cid:durableId="1948653677">
    <w:abstractNumId w:val="32"/>
  </w:num>
  <w:num w:numId="39" w16cid:durableId="1078362003">
    <w:abstractNumId w:val="36"/>
  </w:num>
  <w:num w:numId="40" w16cid:durableId="1164854626">
    <w:abstractNumId w:val="42"/>
  </w:num>
  <w:num w:numId="41" w16cid:durableId="1548104668">
    <w:abstractNumId w:val="45"/>
  </w:num>
  <w:num w:numId="42" w16cid:durableId="738671667">
    <w:abstractNumId w:val="43"/>
  </w:num>
  <w:num w:numId="43" w16cid:durableId="69809581">
    <w:abstractNumId w:val="47"/>
  </w:num>
  <w:num w:numId="44" w16cid:durableId="1391922224">
    <w:abstractNumId w:val="23"/>
  </w:num>
  <w:num w:numId="45" w16cid:durableId="1698697323">
    <w:abstractNumId w:val="38"/>
  </w:num>
  <w:num w:numId="46" w16cid:durableId="1046369398">
    <w:abstractNumId w:val="28"/>
  </w:num>
  <w:num w:numId="47" w16cid:durableId="75828157">
    <w:abstractNumId w:val="34"/>
  </w:num>
  <w:num w:numId="48" w16cid:durableId="752237545">
    <w:abstractNumId w:val="48"/>
  </w:num>
  <w:num w:numId="49" w16cid:durableId="2091779073">
    <w:abstractNumId w:val="39"/>
  </w:num>
  <w:num w:numId="50" w16cid:durableId="102774168">
    <w:abstractNumId w:val="10"/>
  </w:num>
  <w:num w:numId="51" w16cid:durableId="374619442">
    <w:abstractNumId w:val="24"/>
  </w:num>
  <w:num w:numId="52" w16cid:durableId="962462385">
    <w:abstractNumId w:val="8"/>
  </w:num>
  <w:num w:numId="53" w16cid:durableId="933168091">
    <w:abstractNumId w:val="27"/>
  </w:num>
  <w:num w:numId="54" w16cid:durableId="1484543022">
    <w:abstractNumId w:val="22"/>
  </w:num>
  <w:num w:numId="55" w16cid:durableId="1453088439">
    <w:abstractNumId w:val="37"/>
  </w:num>
  <w:num w:numId="56" w16cid:durableId="377052046">
    <w:abstractNumId w:val="9"/>
  </w:num>
  <w:num w:numId="57" w16cid:durableId="541525291">
    <w:abstractNumId w:val="16"/>
  </w:num>
  <w:num w:numId="58" w16cid:durableId="1667896823">
    <w:abstractNumId w:val="21"/>
  </w:num>
  <w:num w:numId="59" w16cid:durableId="597640887">
    <w:abstractNumId w:val="11"/>
  </w:num>
  <w:num w:numId="60" w16cid:durableId="99839640">
    <w:abstractNumId w:val="11"/>
  </w:num>
  <w:num w:numId="61" w16cid:durableId="1286156972">
    <w:abstractNumId w:val="11"/>
  </w:num>
  <w:num w:numId="62" w16cid:durableId="2127843992">
    <w:abstractNumId w:val="11"/>
  </w:num>
  <w:num w:numId="63" w16cid:durableId="550262687">
    <w:abstractNumId w:val="11"/>
  </w:num>
  <w:num w:numId="64" w16cid:durableId="719404552">
    <w:abstractNumId w:val="11"/>
  </w:num>
  <w:num w:numId="65" w16cid:durableId="1804544944">
    <w:abstractNumId w:val="11"/>
  </w:num>
  <w:num w:numId="66" w16cid:durableId="817921044">
    <w:abstractNumId w:val="11"/>
  </w:num>
  <w:num w:numId="67" w16cid:durableId="786387641">
    <w:abstractNumId w:val="11"/>
  </w:num>
  <w:num w:numId="68" w16cid:durableId="1414744410">
    <w:abstractNumId w:val="11"/>
  </w:num>
  <w:num w:numId="69" w16cid:durableId="1670980951">
    <w:abstractNumId w:val="11"/>
  </w:num>
  <w:num w:numId="70" w16cid:durableId="102498408">
    <w:abstractNumId w:val="11"/>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ilgeist, Stacy">
    <w15:presenceInfo w15:providerId="None" w15:userId="Heilgeist, Stac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32CA"/>
    <w:rsid w:val="00015466"/>
    <w:rsid w:val="00016DCA"/>
    <w:rsid w:val="0001791D"/>
    <w:rsid w:val="00020C0B"/>
    <w:rsid w:val="000268C7"/>
    <w:rsid w:val="00040265"/>
    <w:rsid w:val="00042476"/>
    <w:rsid w:val="00050C10"/>
    <w:rsid w:val="000530E0"/>
    <w:rsid w:val="000541E9"/>
    <w:rsid w:val="00055592"/>
    <w:rsid w:val="00062C70"/>
    <w:rsid w:val="00071ECF"/>
    <w:rsid w:val="00073C1D"/>
    <w:rsid w:val="00080518"/>
    <w:rsid w:val="00085085"/>
    <w:rsid w:val="000855E7"/>
    <w:rsid w:val="000863AB"/>
    <w:rsid w:val="000874ED"/>
    <w:rsid w:val="00090ED4"/>
    <w:rsid w:val="00093C02"/>
    <w:rsid w:val="000942ED"/>
    <w:rsid w:val="000956AE"/>
    <w:rsid w:val="00096620"/>
    <w:rsid w:val="000A305D"/>
    <w:rsid w:val="000A3C2D"/>
    <w:rsid w:val="000B015E"/>
    <w:rsid w:val="000B06A2"/>
    <w:rsid w:val="000B2388"/>
    <w:rsid w:val="000B7261"/>
    <w:rsid w:val="000C6469"/>
    <w:rsid w:val="000C68FB"/>
    <w:rsid w:val="000D08B4"/>
    <w:rsid w:val="000D0F77"/>
    <w:rsid w:val="000D3B9A"/>
    <w:rsid w:val="000D6B0E"/>
    <w:rsid w:val="000D7B95"/>
    <w:rsid w:val="000E430E"/>
    <w:rsid w:val="000E4BA0"/>
    <w:rsid w:val="000E5AB4"/>
    <w:rsid w:val="000E65E3"/>
    <w:rsid w:val="000F0185"/>
    <w:rsid w:val="000F2DF8"/>
    <w:rsid w:val="000F3650"/>
    <w:rsid w:val="000F3B30"/>
    <w:rsid w:val="000F3EC1"/>
    <w:rsid w:val="000F7E16"/>
    <w:rsid w:val="001014B4"/>
    <w:rsid w:val="0010639A"/>
    <w:rsid w:val="00106884"/>
    <w:rsid w:val="00112428"/>
    <w:rsid w:val="001177B3"/>
    <w:rsid w:val="001231F8"/>
    <w:rsid w:val="00125C32"/>
    <w:rsid w:val="001340B3"/>
    <w:rsid w:val="00134CC7"/>
    <w:rsid w:val="001363CE"/>
    <w:rsid w:val="0013767A"/>
    <w:rsid w:val="00137DD0"/>
    <w:rsid w:val="001468C6"/>
    <w:rsid w:val="00151C92"/>
    <w:rsid w:val="00154B19"/>
    <w:rsid w:val="00155278"/>
    <w:rsid w:val="00155B23"/>
    <w:rsid w:val="00166839"/>
    <w:rsid w:val="0017228D"/>
    <w:rsid w:val="00174277"/>
    <w:rsid w:val="00176025"/>
    <w:rsid w:val="00176097"/>
    <w:rsid w:val="001764B7"/>
    <w:rsid w:val="001806BA"/>
    <w:rsid w:val="001840B0"/>
    <w:rsid w:val="00184FC9"/>
    <w:rsid w:val="00187DE5"/>
    <w:rsid w:val="001902B3"/>
    <w:rsid w:val="001921C2"/>
    <w:rsid w:val="00192F6A"/>
    <w:rsid w:val="0019392B"/>
    <w:rsid w:val="00194BBF"/>
    <w:rsid w:val="001954D2"/>
    <w:rsid w:val="0019704A"/>
    <w:rsid w:val="001A1598"/>
    <w:rsid w:val="001A19C6"/>
    <w:rsid w:val="001B329A"/>
    <w:rsid w:val="001B76CD"/>
    <w:rsid w:val="001C342B"/>
    <w:rsid w:val="001C49CB"/>
    <w:rsid w:val="001C5158"/>
    <w:rsid w:val="001C5939"/>
    <w:rsid w:val="001C5CF1"/>
    <w:rsid w:val="001D1543"/>
    <w:rsid w:val="001E0F27"/>
    <w:rsid w:val="001E2BB4"/>
    <w:rsid w:val="001E3F65"/>
    <w:rsid w:val="001F56FE"/>
    <w:rsid w:val="00200E76"/>
    <w:rsid w:val="002019DC"/>
    <w:rsid w:val="00205F7E"/>
    <w:rsid w:val="00206F12"/>
    <w:rsid w:val="00207816"/>
    <w:rsid w:val="0021032A"/>
    <w:rsid w:val="002121ED"/>
    <w:rsid w:val="002142B1"/>
    <w:rsid w:val="00214B64"/>
    <w:rsid w:val="0022214D"/>
    <w:rsid w:val="00222C4A"/>
    <w:rsid w:val="00224A74"/>
    <w:rsid w:val="002265FB"/>
    <w:rsid w:val="002273C1"/>
    <w:rsid w:val="002275B6"/>
    <w:rsid w:val="0023032F"/>
    <w:rsid w:val="002333B0"/>
    <w:rsid w:val="00242CAF"/>
    <w:rsid w:val="00252A05"/>
    <w:rsid w:val="002531EB"/>
    <w:rsid w:val="002534CE"/>
    <w:rsid w:val="00253757"/>
    <w:rsid w:val="002561BB"/>
    <w:rsid w:val="00257948"/>
    <w:rsid w:val="0026174D"/>
    <w:rsid w:val="0026203A"/>
    <w:rsid w:val="00262C29"/>
    <w:rsid w:val="0026572B"/>
    <w:rsid w:val="00270AFF"/>
    <w:rsid w:val="002742B7"/>
    <w:rsid w:val="002771EE"/>
    <w:rsid w:val="0028074C"/>
    <w:rsid w:val="002833C1"/>
    <w:rsid w:val="002837CD"/>
    <w:rsid w:val="0028562F"/>
    <w:rsid w:val="00286627"/>
    <w:rsid w:val="00287A3B"/>
    <w:rsid w:val="00290A67"/>
    <w:rsid w:val="00290DF7"/>
    <w:rsid w:val="002A0A67"/>
    <w:rsid w:val="002B1EDF"/>
    <w:rsid w:val="002B1F50"/>
    <w:rsid w:val="002B2373"/>
    <w:rsid w:val="002C3DD4"/>
    <w:rsid w:val="002C5F0B"/>
    <w:rsid w:val="002D0B8F"/>
    <w:rsid w:val="002D5240"/>
    <w:rsid w:val="002D6E4B"/>
    <w:rsid w:val="002E5429"/>
    <w:rsid w:val="002E6C2E"/>
    <w:rsid w:val="002E79FE"/>
    <w:rsid w:val="002F1BB7"/>
    <w:rsid w:val="002F2AB3"/>
    <w:rsid w:val="002F5D01"/>
    <w:rsid w:val="00302924"/>
    <w:rsid w:val="00306A49"/>
    <w:rsid w:val="00306CCC"/>
    <w:rsid w:val="00307291"/>
    <w:rsid w:val="00310005"/>
    <w:rsid w:val="003214C5"/>
    <w:rsid w:val="00324143"/>
    <w:rsid w:val="00324357"/>
    <w:rsid w:val="003251D8"/>
    <w:rsid w:val="00327177"/>
    <w:rsid w:val="003354F2"/>
    <w:rsid w:val="0033660E"/>
    <w:rsid w:val="003421B3"/>
    <w:rsid w:val="003429BD"/>
    <w:rsid w:val="003434AD"/>
    <w:rsid w:val="0034658E"/>
    <w:rsid w:val="00352B56"/>
    <w:rsid w:val="0035516C"/>
    <w:rsid w:val="00355CE0"/>
    <w:rsid w:val="00361996"/>
    <w:rsid w:val="00361A61"/>
    <w:rsid w:val="00364874"/>
    <w:rsid w:val="00367DED"/>
    <w:rsid w:val="00371D7D"/>
    <w:rsid w:val="003837AC"/>
    <w:rsid w:val="003877F7"/>
    <w:rsid w:val="00392943"/>
    <w:rsid w:val="003936E5"/>
    <w:rsid w:val="00396856"/>
    <w:rsid w:val="003A397F"/>
    <w:rsid w:val="003A4488"/>
    <w:rsid w:val="003A55F6"/>
    <w:rsid w:val="003B091B"/>
    <w:rsid w:val="003B0D22"/>
    <w:rsid w:val="003B15BF"/>
    <w:rsid w:val="003B6CBB"/>
    <w:rsid w:val="003C0F8F"/>
    <w:rsid w:val="003C179D"/>
    <w:rsid w:val="003C3F7B"/>
    <w:rsid w:val="003C5B0C"/>
    <w:rsid w:val="003C6378"/>
    <w:rsid w:val="003C675C"/>
    <w:rsid w:val="003D6C03"/>
    <w:rsid w:val="003E2247"/>
    <w:rsid w:val="003E4A1A"/>
    <w:rsid w:val="003E736D"/>
    <w:rsid w:val="003F0D01"/>
    <w:rsid w:val="003F49EC"/>
    <w:rsid w:val="003F5711"/>
    <w:rsid w:val="003F58F2"/>
    <w:rsid w:val="004004BD"/>
    <w:rsid w:val="00400E79"/>
    <w:rsid w:val="00401DF5"/>
    <w:rsid w:val="00405127"/>
    <w:rsid w:val="00406E2D"/>
    <w:rsid w:val="0040710E"/>
    <w:rsid w:val="00410191"/>
    <w:rsid w:val="00411785"/>
    <w:rsid w:val="00412E14"/>
    <w:rsid w:val="00413604"/>
    <w:rsid w:val="0041675C"/>
    <w:rsid w:val="00416CAF"/>
    <w:rsid w:val="004205FC"/>
    <w:rsid w:val="004209ED"/>
    <w:rsid w:val="00422D65"/>
    <w:rsid w:val="00432A61"/>
    <w:rsid w:val="004343FE"/>
    <w:rsid w:val="00435B08"/>
    <w:rsid w:val="00437426"/>
    <w:rsid w:val="0044350B"/>
    <w:rsid w:val="00444977"/>
    <w:rsid w:val="00446D7A"/>
    <w:rsid w:val="00447141"/>
    <w:rsid w:val="00452E78"/>
    <w:rsid w:val="00454808"/>
    <w:rsid w:val="004554EE"/>
    <w:rsid w:val="0045795E"/>
    <w:rsid w:val="00460255"/>
    <w:rsid w:val="00470863"/>
    <w:rsid w:val="00472DDF"/>
    <w:rsid w:val="00473803"/>
    <w:rsid w:val="004751FD"/>
    <w:rsid w:val="00476636"/>
    <w:rsid w:val="00481D19"/>
    <w:rsid w:val="004836EC"/>
    <w:rsid w:val="004948C0"/>
    <w:rsid w:val="00497AB9"/>
    <w:rsid w:val="004A2729"/>
    <w:rsid w:val="004A6F23"/>
    <w:rsid w:val="004B0DEE"/>
    <w:rsid w:val="004B1A2C"/>
    <w:rsid w:val="004B30E9"/>
    <w:rsid w:val="004B3A97"/>
    <w:rsid w:val="004B55D8"/>
    <w:rsid w:val="004B6D8C"/>
    <w:rsid w:val="004B758F"/>
    <w:rsid w:val="004C7F75"/>
    <w:rsid w:val="004D0BA0"/>
    <w:rsid w:val="004D119B"/>
    <w:rsid w:val="004D2BFC"/>
    <w:rsid w:val="004D2CD7"/>
    <w:rsid w:val="004E35D9"/>
    <w:rsid w:val="004E35DF"/>
    <w:rsid w:val="004E59BC"/>
    <w:rsid w:val="004E6639"/>
    <w:rsid w:val="004F1BCE"/>
    <w:rsid w:val="004F1D3A"/>
    <w:rsid w:val="004F7D2C"/>
    <w:rsid w:val="0050020A"/>
    <w:rsid w:val="00503BF7"/>
    <w:rsid w:val="00504FBA"/>
    <w:rsid w:val="00505158"/>
    <w:rsid w:val="00507FA8"/>
    <w:rsid w:val="00510E16"/>
    <w:rsid w:val="005142B6"/>
    <w:rsid w:val="0052230C"/>
    <w:rsid w:val="005233B5"/>
    <w:rsid w:val="0052435E"/>
    <w:rsid w:val="00526499"/>
    <w:rsid w:val="00526E86"/>
    <w:rsid w:val="00531E87"/>
    <w:rsid w:val="00532DD6"/>
    <w:rsid w:val="005377EB"/>
    <w:rsid w:val="0054068D"/>
    <w:rsid w:val="005442ED"/>
    <w:rsid w:val="005466AE"/>
    <w:rsid w:val="00546A99"/>
    <w:rsid w:val="00547B21"/>
    <w:rsid w:val="00552FB8"/>
    <w:rsid w:val="00553959"/>
    <w:rsid w:val="005609FC"/>
    <w:rsid w:val="00561917"/>
    <w:rsid w:val="005659FC"/>
    <w:rsid w:val="00570A52"/>
    <w:rsid w:val="00570C23"/>
    <w:rsid w:val="0057291F"/>
    <w:rsid w:val="005767CA"/>
    <w:rsid w:val="005808E8"/>
    <w:rsid w:val="00580E02"/>
    <w:rsid w:val="00580F91"/>
    <w:rsid w:val="005865EC"/>
    <w:rsid w:val="005908F8"/>
    <w:rsid w:val="005916B4"/>
    <w:rsid w:val="00593F15"/>
    <w:rsid w:val="005A1D36"/>
    <w:rsid w:val="005A38C3"/>
    <w:rsid w:val="005A4CA9"/>
    <w:rsid w:val="005A58A0"/>
    <w:rsid w:val="005B08BD"/>
    <w:rsid w:val="005B25AC"/>
    <w:rsid w:val="005B62F3"/>
    <w:rsid w:val="005B7469"/>
    <w:rsid w:val="005B763B"/>
    <w:rsid w:val="005C1DAB"/>
    <w:rsid w:val="005C6074"/>
    <w:rsid w:val="005C631B"/>
    <w:rsid w:val="005C6E19"/>
    <w:rsid w:val="005C7022"/>
    <w:rsid w:val="005C7516"/>
    <w:rsid w:val="005D378A"/>
    <w:rsid w:val="005E28C4"/>
    <w:rsid w:val="005F07A4"/>
    <w:rsid w:val="005F3DE5"/>
    <w:rsid w:val="005F5E82"/>
    <w:rsid w:val="005F6F27"/>
    <w:rsid w:val="006012ED"/>
    <w:rsid w:val="006017F3"/>
    <w:rsid w:val="0060393D"/>
    <w:rsid w:val="00604A28"/>
    <w:rsid w:val="00615919"/>
    <w:rsid w:val="00616DC1"/>
    <w:rsid w:val="0061738E"/>
    <w:rsid w:val="00620D5A"/>
    <w:rsid w:val="0062180D"/>
    <w:rsid w:val="00633911"/>
    <w:rsid w:val="00633A1A"/>
    <w:rsid w:val="00633D0F"/>
    <w:rsid w:val="006368A2"/>
    <w:rsid w:val="006417F9"/>
    <w:rsid w:val="0064388B"/>
    <w:rsid w:val="00647104"/>
    <w:rsid w:val="0065053F"/>
    <w:rsid w:val="006511BE"/>
    <w:rsid w:val="00651587"/>
    <w:rsid w:val="00654073"/>
    <w:rsid w:val="00655684"/>
    <w:rsid w:val="00661FAE"/>
    <w:rsid w:val="006733BB"/>
    <w:rsid w:val="0067416F"/>
    <w:rsid w:val="006753B2"/>
    <w:rsid w:val="0068784F"/>
    <w:rsid w:val="00687D3B"/>
    <w:rsid w:val="006924D0"/>
    <w:rsid w:val="006A0AA6"/>
    <w:rsid w:val="006B41B9"/>
    <w:rsid w:val="006B47D1"/>
    <w:rsid w:val="006C65D2"/>
    <w:rsid w:val="006C6B99"/>
    <w:rsid w:val="006C7CC8"/>
    <w:rsid w:val="006D13F1"/>
    <w:rsid w:val="006D4846"/>
    <w:rsid w:val="006D538C"/>
    <w:rsid w:val="006D5F52"/>
    <w:rsid w:val="006D7586"/>
    <w:rsid w:val="006E3209"/>
    <w:rsid w:val="006E60DC"/>
    <w:rsid w:val="006F010A"/>
    <w:rsid w:val="006F0301"/>
    <w:rsid w:val="006F3359"/>
    <w:rsid w:val="006F723A"/>
    <w:rsid w:val="006F75A9"/>
    <w:rsid w:val="006F7A81"/>
    <w:rsid w:val="00706280"/>
    <w:rsid w:val="00706BB9"/>
    <w:rsid w:val="007132ED"/>
    <w:rsid w:val="007145AA"/>
    <w:rsid w:val="0072272F"/>
    <w:rsid w:val="00727F44"/>
    <w:rsid w:val="00730AB0"/>
    <w:rsid w:val="00735C58"/>
    <w:rsid w:val="007433F5"/>
    <w:rsid w:val="00744255"/>
    <w:rsid w:val="00744B6E"/>
    <w:rsid w:val="007568F9"/>
    <w:rsid w:val="00756F7E"/>
    <w:rsid w:val="007641E1"/>
    <w:rsid w:val="00765A34"/>
    <w:rsid w:val="007702EF"/>
    <w:rsid w:val="0077535D"/>
    <w:rsid w:val="00775CE1"/>
    <w:rsid w:val="00776AD4"/>
    <w:rsid w:val="00781823"/>
    <w:rsid w:val="007818A3"/>
    <w:rsid w:val="007A40C1"/>
    <w:rsid w:val="007A7B77"/>
    <w:rsid w:val="007B23CE"/>
    <w:rsid w:val="007C1F8F"/>
    <w:rsid w:val="007C47D8"/>
    <w:rsid w:val="007C6D28"/>
    <w:rsid w:val="007D0C1F"/>
    <w:rsid w:val="007D1382"/>
    <w:rsid w:val="007D46DA"/>
    <w:rsid w:val="007D53F2"/>
    <w:rsid w:val="007E04A6"/>
    <w:rsid w:val="007E04E3"/>
    <w:rsid w:val="007E4891"/>
    <w:rsid w:val="007E5C25"/>
    <w:rsid w:val="007E76D6"/>
    <w:rsid w:val="007F1A89"/>
    <w:rsid w:val="007F1AA2"/>
    <w:rsid w:val="007F222B"/>
    <w:rsid w:val="007F2357"/>
    <w:rsid w:val="007F7AE5"/>
    <w:rsid w:val="0080078E"/>
    <w:rsid w:val="00800C3C"/>
    <w:rsid w:val="00804460"/>
    <w:rsid w:val="008053C1"/>
    <w:rsid w:val="008075CA"/>
    <w:rsid w:val="00811C16"/>
    <w:rsid w:val="00816337"/>
    <w:rsid w:val="00823107"/>
    <w:rsid w:val="00823E23"/>
    <w:rsid w:val="00824E5B"/>
    <w:rsid w:val="0083362C"/>
    <w:rsid w:val="008339A3"/>
    <w:rsid w:val="00833B3C"/>
    <w:rsid w:val="00836573"/>
    <w:rsid w:val="00836B70"/>
    <w:rsid w:val="00842FA5"/>
    <w:rsid w:val="008453D8"/>
    <w:rsid w:val="008472FA"/>
    <w:rsid w:val="0085400B"/>
    <w:rsid w:val="00856AB0"/>
    <w:rsid w:val="0086026A"/>
    <w:rsid w:val="0086130B"/>
    <w:rsid w:val="0087150F"/>
    <w:rsid w:val="00873F65"/>
    <w:rsid w:val="00877638"/>
    <w:rsid w:val="00884456"/>
    <w:rsid w:val="00891A47"/>
    <w:rsid w:val="0089597B"/>
    <w:rsid w:val="008A0116"/>
    <w:rsid w:val="008A12EC"/>
    <w:rsid w:val="008B0908"/>
    <w:rsid w:val="008B0A9E"/>
    <w:rsid w:val="008B1A7E"/>
    <w:rsid w:val="008B236C"/>
    <w:rsid w:val="008B4FC4"/>
    <w:rsid w:val="008B59B9"/>
    <w:rsid w:val="008C1902"/>
    <w:rsid w:val="008C6D8B"/>
    <w:rsid w:val="008C720D"/>
    <w:rsid w:val="008D2648"/>
    <w:rsid w:val="008D44B7"/>
    <w:rsid w:val="008D5E7A"/>
    <w:rsid w:val="008E08FB"/>
    <w:rsid w:val="008E1669"/>
    <w:rsid w:val="008E1995"/>
    <w:rsid w:val="008E414F"/>
    <w:rsid w:val="008F3603"/>
    <w:rsid w:val="00901790"/>
    <w:rsid w:val="00904824"/>
    <w:rsid w:val="00907B09"/>
    <w:rsid w:val="00907FF3"/>
    <w:rsid w:val="009103CC"/>
    <w:rsid w:val="00912DD0"/>
    <w:rsid w:val="0091415E"/>
    <w:rsid w:val="009156AF"/>
    <w:rsid w:val="0091636D"/>
    <w:rsid w:val="00917130"/>
    <w:rsid w:val="00917730"/>
    <w:rsid w:val="00926299"/>
    <w:rsid w:val="00926492"/>
    <w:rsid w:val="009272F0"/>
    <w:rsid w:val="00927B0E"/>
    <w:rsid w:val="0093211E"/>
    <w:rsid w:val="0093542F"/>
    <w:rsid w:val="009439C4"/>
    <w:rsid w:val="00943AB4"/>
    <w:rsid w:val="009468A0"/>
    <w:rsid w:val="00947BFC"/>
    <w:rsid w:val="00951F86"/>
    <w:rsid w:val="00963CAA"/>
    <w:rsid w:val="00972850"/>
    <w:rsid w:val="009744C3"/>
    <w:rsid w:val="009744DD"/>
    <w:rsid w:val="00981EA0"/>
    <w:rsid w:val="00986301"/>
    <w:rsid w:val="00990426"/>
    <w:rsid w:val="009934AC"/>
    <w:rsid w:val="009941FA"/>
    <w:rsid w:val="00995BD3"/>
    <w:rsid w:val="00995EA6"/>
    <w:rsid w:val="00997D49"/>
    <w:rsid w:val="009A3227"/>
    <w:rsid w:val="009A424A"/>
    <w:rsid w:val="009B1EC9"/>
    <w:rsid w:val="009B325A"/>
    <w:rsid w:val="009B3F3A"/>
    <w:rsid w:val="009B62CF"/>
    <w:rsid w:val="009C1BB8"/>
    <w:rsid w:val="009C214C"/>
    <w:rsid w:val="009C2898"/>
    <w:rsid w:val="009C4DDC"/>
    <w:rsid w:val="009C532A"/>
    <w:rsid w:val="009E3DAB"/>
    <w:rsid w:val="009F29E0"/>
    <w:rsid w:val="009F2AFB"/>
    <w:rsid w:val="009F523C"/>
    <w:rsid w:val="009F6D32"/>
    <w:rsid w:val="00A00DC4"/>
    <w:rsid w:val="00A013A8"/>
    <w:rsid w:val="00A01C07"/>
    <w:rsid w:val="00A03F97"/>
    <w:rsid w:val="00A06462"/>
    <w:rsid w:val="00A16C6B"/>
    <w:rsid w:val="00A17FAE"/>
    <w:rsid w:val="00A17FE0"/>
    <w:rsid w:val="00A26229"/>
    <w:rsid w:val="00A27BAC"/>
    <w:rsid w:val="00A40900"/>
    <w:rsid w:val="00A419FF"/>
    <w:rsid w:val="00A4480A"/>
    <w:rsid w:val="00A45589"/>
    <w:rsid w:val="00A54861"/>
    <w:rsid w:val="00A577D8"/>
    <w:rsid w:val="00A604FE"/>
    <w:rsid w:val="00A62D57"/>
    <w:rsid w:val="00A63697"/>
    <w:rsid w:val="00A64890"/>
    <w:rsid w:val="00A64AA5"/>
    <w:rsid w:val="00A66331"/>
    <w:rsid w:val="00A66CD6"/>
    <w:rsid w:val="00A71DC5"/>
    <w:rsid w:val="00A74125"/>
    <w:rsid w:val="00A802ED"/>
    <w:rsid w:val="00A81C8B"/>
    <w:rsid w:val="00A86817"/>
    <w:rsid w:val="00A92182"/>
    <w:rsid w:val="00A92BF5"/>
    <w:rsid w:val="00AA1ED0"/>
    <w:rsid w:val="00AA455D"/>
    <w:rsid w:val="00AA4E68"/>
    <w:rsid w:val="00AA64D9"/>
    <w:rsid w:val="00AA71EC"/>
    <w:rsid w:val="00AB16A9"/>
    <w:rsid w:val="00AB71B3"/>
    <w:rsid w:val="00AC762F"/>
    <w:rsid w:val="00AD04EC"/>
    <w:rsid w:val="00AD142D"/>
    <w:rsid w:val="00AD4514"/>
    <w:rsid w:val="00AD68BD"/>
    <w:rsid w:val="00AE1B37"/>
    <w:rsid w:val="00AE444D"/>
    <w:rsid w:val="00AE6FA4"/>
    <w:rsid w:val="00AF5116"/>
    <w:rsid w:val="00B01E2E"/>
    <w:rsid w:val="00B04E66"/>
    <w:rsid w:val="00B056A0"/>
    <w:rsid w:val="00B067E2"/>
    <w:rsid w:val="00B13D2A"/>
    <w:rsid w:val="00B14754"/>
    <w:rsid w:val="00B24BB8"/>
    <w:rsid w:val="00B253FB"/>
    <w:rsid w:val="00B25BEA"/>
    <w:rsid w:val="00B274DA"/>
    <w:rsid w:val="00B34D24"/>
    <w:rsid w:val="00B37829"/>
    <w:rsid w:val="00B40491"/>
    <w:rsid w:val="00B46C03"/>
    <w:rsid w:val="00B52A7C"/>
    <w:rsid w:val="00B56C73"/>
    <w:rsid w:val="00B614EA"/>
    <w:rsid w:val="00B61E13"/>
    <w:rsid w:val="00B627C2"/>
    <w:rsid w:val="00B6385E"/>
    <w:rsid w:val="00B646B0"/>
    <w:rsid w:val="00B67A04"/>
    <w:rsid w:val="00B73106"/>
    <w:rsid w:val="00B758CC"/>
    <w:rsid w:val="00B812F0"/>
    <w:rsid w:val="00B833B6"/>
    <w:rsid w:val="00B8589C"/>
    <w:rsid w:val="00B87830"/>
    <w:rsid w:val="00B934E9"/>
    <w:rsid w:val="00B956FE"/>
    <w:rsid w:val="00B97004"/>
    <w:rsid w:val="00BA2643"/>
    <w:rsid w:val="00BA4027"/>
    <w:rsid w:val="00BB1F8D"/>
    <w:rsid w:val="00BB3344"/>
    <w:rsid w:val="00BC1487"/>
    <w:rsid w:val="00BC4421"/>
    <w:rsid w:val="00BC4928"/>
    <w:rsid w:val="00BC5261"/>
    <w:rsid w:val="00BC5588"/>
    <w:rsid w:val="00BD04E0"/>
    <w:rsid w:val="00BD2C65"/>
    <w:rsid w:val="00BD4CC2"/>
    <w:rsid w:val="00BD5351"/>
    <w:rsid w:val="00BD6D3F"/>
    <w:rsid w:val="00BE5323"/>
    <w:rsid w:val="00BF3E1F"/>
    <w:rsid w:val="00BF5056"/>
    <w:rsid w:val="00BF50D3"/>
    <w:rsid w:val="00BF51F7"/>
    <w:rsid w:val="00BF5D76"/>
    <w:rsid w:val="00BF616C"/>
    <w:rsid w:val="00BF6341"/>
    <w:rsid w:val="00C0411C"/>
    <w:rsid w:val="00C04132"/>
    <w:rsid w:val="00C05E3B"/>
    <w:rsid w:val="00C10164"/>
    <w:rsid w:val="00C12822"/>
    <w:rsid w:val="00C13D83"/>
    <w:rsid w:val="00C156DB"/>
    <w:rsid w:val="00C157B1"/>
    <w:rsid w:val="00C1680E"/>
    <w:rsid w:val="00C23B5D"/>
    <w:rsid w:val="00C23D75"/>
    <w:rsid w:val="00C26BBD"/>
    <w:rsid w:val="00C322DE"/>
    <w:rsid w:val="00C35E12"/>
    <w:rsid w:val="00C413F5"/>
    <w:rsid w:val="00C415E6"/>
    <w:rsid w:val="00C41AAA"/>
    <w:rsid w:val="00C420C1"/>
    <w:rsid w:val="00C42FA8"/>
    <w:rsid w:val="00C44DFF"/>
    <w:rsid w:val="00C4633A"/>
    <w:rsid w:val="00C5111D"/>
    <w:rsid w:val="00C52A6F"/>
    <w:rsid w:val="00C53CD4"/>
    <w:rsid w:val="00C540DD"/>
    <w:rsid w:val="00C60831"/>
    <w:rsid w:val="00C608A3"/>
    <w:rsid w:val="00C655C8"/>
    <w:rsid w:val="00C705AA"/>
    <w:rsid w:val="00C7532F"/>
    <w:rsid w:val="00C75ACB"/>
    <w:rsid w:val="00C75B6B"/>
    <w:rsid w:val="00C76A3D"/>
    <w:rsid w:val="00C8587F"/>
    <w:rsid w:val="00C86B8F"/>
    <w:rsid w:val="00C903D9"/>
    <w:rsid w:val="00C94954"/>
    <w:rsid w:val="00C951FC"/>
    <w:rsid w:val="00CA4456"/>
    <w:rsid w:val="00CA538A"/>
    <w:rsid w:val="00CB2886"/>
    <w:rsid w:val="00CB7B03"/>
    <w:rsid w:val="00CC0872"/>
    <w:rsid w:val="00CC2F34"/>
    <w:rsid w:val="00CC3D0E"/>
    <w:rsid w:val="00CC69ED"/>
    <w:rsid w:val="00CE10BF"/>
    <w:rsid w:val="00CE221C"/>
    <w:rsid w:val="00CE67C8"/>
    <w:rsid w:val="00CE6DA1"/>
    <w:rsid w:val="00CE7A7B"/>
    <w:rsid w:val="00CF038B"/>
    <w:rsid w:val="00CF07BC"/>
    <w:rsid w:val="00CF34E5"/>
    <w:rsid w:val="00CF4136"/>
    <w:rsid w:val="00CF4F49"/>
    <w:rsid w:val="00CF5DFD"/>
    <w:rsid w:val="00CF7BDC"/>
    <w:rsid w:val="00D009E2"/>
    <w:rsid w:val="00D028C2"/>
    <w:rsid w:val="00D02B14"/>
    <w:rsid w:val="00D07F90"/>
    <w:rsid w:val="00D14D45"/>
    <w:rsid w:val="00D16206"/>
    <w:rsid w:val="00D21E8F"/>
    <w:rsid w:val="00D2384B"/>
    <w:rsid w:val="00D30F6A"/>
    <w:rsid w:val="00D3106F"/>
    <w:rsid w:val="00D317B2"/>
    <w:rsid w:val="00D33447"/>
    <w:rsid w:val="00D33F74"/>
    <w:rsid w:val="00D3462A"/>
    <w:rsid w:val="00D40956"/>
    <w:rsid w:val="00D43762"/>
    <w:rsid w:val="00D447B0"/>
    <w:rsid w:val="00D463F5"/>
    <w:rsid w:val="00D47003"/>
    <w:rsid w:val="00D51A55"/>
    <w:rsid w:val="00D52406"/>
    <w:rsid w:val="00D5294C"/>
    <w:rsid w:val="00D56ABA"/>
    <w:rsid w:val="00D604F6"/>
    <w:rsid w:val="00D61E43"/>
    <w:rsid w:val="00D6370B"/>
    <w:rsid w:val="00D639F1"/>
    <w:rsid w:val="00D6435E"/>
    <w:rsid w:val="00D65106"/>
    <w:rsid w:val="00D757A1"/>
    <w:rsid w:val="00D803A7"/>
    <w:rsid w:val="00D80A04"/>
    <w:rsid w:val="00D82173"/>
    <w:rsid w:val="00D862FA"/>
    <w:rsid w:val="00D87F5F"/>
    <w:rsid w:val="00D944E0"/>
    <w:rsid w:val="00D96968"/>
    <w:rsid w:val="00DA2EDA"/>
    <w:rsid w:val="00DA432D"/>
    <w:rsid w:val="00DA5566"/>
    <w:rsid w:val="00DB651E"/>
    <w:rsid w:val="00DC0A11"/>
    <w:rsid w:val="00DC6999"/>
    <w:rsid w:val="00DD3B7F"/>
    <w:rsid w:val="00DD3B95"/>
    <w:rsid w:val="00DD5357"/>
    <w:rsid w:val="00DD5B84"/>
    <w:rsid w:val="00DE1104"/>
    <w:rsid w:val="00DE43F0"/>
    <w:rsid w:val="00DE6104"/>
    <w:rsid w:val="00DF0B0B"/>
    <w:rsid w:val="00DF0E83"/>
    <w:rsid w:val="00DF1B96"/>
    <w:rsid w:val="00DF3658"/>
    <w:rsid w:val="00DF583F"/>
    <w:rsid w:val="00DF6C56"/>
    <w:rsid w:val="00DF6F25"/>
    <w:rsid w:val="00DF77C6"/>
    <w:rsid w:val="00E001C8"/>
    <w:rsid w:val="00E03C7F"/>
    <w:rsid w:val="00E04C1C"/>
    <w:rsid w:val="00E060F7"/>
    <w:rsid w:val="00E12234"/>
    <w:rsid w:val="00E14E5D"/>
    <w:rsid w:val="00E1554A"/>
    <w:rsid w:val="00E15729"/>
    <w:rsid w:val="00E17109"/>
    <w:rsid w:val="00E2102F"/>
    <w:rsid w:val="00E24907"/>
    <w:rsid w:val="00E3068A"/>
    <w:rsid w:val="00E32573"/>
    <w:rsid w:val="00E35E2E"/>
    <w:rsid w:val="00E36254"/>
    <w:rsid w:val="00E41497"/>
    <w:rsid w:val="00E4613F"/>
    <w:rsid w:val="00E5113D"/>
    <w:rsid w:val="00E55607"/>
    <w:rsid w:val="00E57E61"/>
    <w:rsid w:val="00E60370"/>
    <w:rsid w:val="00E62763"/>
    <w:rsid w:val="00E62F6F"/>
    <w:rsid w:val="00E633F9"/>
    <w:rsid w:val="00E66CE5"/>
    <w:rsid w:val="00E7667C"/>
    <w:rsid w:val="00E77171"/>
    <w:rsid w:val="00E80089"/>
    <w:rsid w:val="00E80C2F"/>
    <w:rsid w:val="00E85476"/>
    <w:rsid w:val="00E90FF3"/>
    <w:rsid w:val="00E92265"/>
    <w:rsid w:val="00E9429F"/>
    <w:rsid w:val="00EB1931"/>
    <w:rsid w:val="00EB32EF"/>
    <w:rsid w:val="00EC31D4"/>
    <w:rsid w:val="00ED308D"/>
    <w:rsid w:val="00ED41FA"/>
    <w:rsid w:val="00ED4ED9"/>
    <w:rsid w:val="00EE2092"/>
    <w:rsid w:val="00EE534D"/>
    <w:rsid w:val="00EE6FA3"/>
    <w:rsid w:val="00EE7F5F"/>
    <w:rsid w:val="00EF1CC3"/>
    <w:rsid w:val="00EF2A11"/>
    <w:rsid w:val="00EF5287"/>
    <w:rsid w:val="00EF7D8F"/>
    <w:rsid w:val="00F01D54"/>
    <w:rsid w:val="00F03697"/>
    <w:rsid w:val="00F115ED"/>
    <w:rsid w:val="00F1208B"/>
    <w:rsid w:val="00F140FF"/>
    <w:rsid w:val="00F15329"/>
    <w:rsid w:val="00F156D7"/>
    <w:rsid w:val="00F15E33"/>
    <w:rsid w:val="00F16148"/>
    <w:rsid w:val="00F23A1E"/>
    <w:rsid w:val="00F26DE2"/>
    <w:rsid w:val="00F27B6C"/>
    <w:rsid w:val="00F35CF9"/>
    <w:rsid w:val="00F401C0"/>
    <w:rsid w:val="00F404AA"/>
    <w:rsid w:val="00F42ABB"/>
    <w:rsid w:val="00F42CC0"/>
    <w:rsid w:val="00F470C6"/>
    <w:rsid w:val="00F47E9E"/>
    <w:rsid w:val="00F512B9"/>
    <w:rsid w:val="00F51969"/>
    <w:rsid w:val="00F53243"/>
    <w:rsid w:val="00F572BB"/>
    <w:rsid w:val="00F61AA4"/>
    <w:rsid w:val="00F654A7"/>
    <w:rsid w:val="00F662E1"/>
    <w:rsid w:val="00F71A33"/>
    <w:rsid w:val="00F71F3D"/>
    <w:rsid w:val="00F82194"/>
    <w:rsid w:val="00F83198"/>
    <w:rsid w:val="00F8793E"/>
    <w:rsid w:val="00F909E1"/>
    <w:rsid w:val="00F90A13"/>
    <w:rsid w:val="00F9719A"/>
    <w:rsid w:val="00F97F42"/>
    <w:rsid w:val="00FA0AA7"/>
    <w:rsid w:val="00FA3CCB"/>
    <w:rsid w:val="00FA7494"/>
    <w:rsid w:val="00FA7637"/>
    <w:rsid w:val="00FB06F8"/>
    <w:rsid w:val="00FB77E8"/>
    <w:rsid w:val="00FC4546"/>
    <w:rsid w:val="00FD2522"/>
    <w:rsid w:val="00FD2FD1"/>
    <w:rsid w:val="00FD7741"/>
    <w:rsid w:val="00FE262D"/>
    <w:rsid w:val="00FE2A8D"/>
    <w:rsid w:val="00FE457E"/>
    <w:rsid w:val="00FE4885"/>
    <w:rsid w:val="00FE70E2"/>
    <w:rsid w:val="00FF1AA4"/>
    <w:rsid w:val="00FF297F"/>
    <w:rsid w:val="00FF4D2C"/>
    <w:rsid w:val="00FF59C4"/>
    <w:rsid w:val="00FF626A"/>
    <w:rsid w:val="00FF6410"/>
    <w:rsid w:val="00FF7199"/>
    <w:rsid w:val="00FF7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3"/>
    <o:shapelayout v:ext="edit">
      <o:idmap v:ext="edit" data="2"/>
    </o:shapelayout>
  </w:shapeDefaults>
  <w:decimalSymbol w:val="."/>
  <w:listSeparator w:val=","/>
  <w14:docId w14:val="359E8554"/>
  <w15:docId w15:val="{FE20146F-EB90-4615-9C2A-23A04BE94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FA5"/>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qFormat/>
    <w:rsid w:val="00E5560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5560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55607"/>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B253FB"/>
    <w:pPr>
      <w:keepNext/>
      <w:spacing w:before="240" w:after="60"/>
      <w:outlineLvl w:val="3"/>
    </w:pPr>
    <w:rPr>
      <w:b/>
      <w:bCs/>
      <w:sz w:val="28"/>
      <w:szCs w:val="28"/>
    </w:rPr>
  </w:style>
  <w:style w:type="character" w:default="1" w:styleId="DefaultParagraphFont">
    <w:name w:val="Default Paragraph Font"/>
    <w:uiPriority w:val="1"/>
    <w:semiHidden/>
    <w:unhideWhenUsed/>
    <w:rsid w:val="00842F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2FA5"/>
  </w:style>
  <w:style w:type="paragraph" w:styleId="Header">
    <w:name w:val="header"/>
    <w:basedOn w:val="BodyText"/>
    <w:semiHidden/>
    <w:rsid w:val="00E55607"/>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E55607"/>
    <w:pPr>
      <w:spacing w:after="120"/>
      <w:ind w:left="720"/>
    </w:pPr>
    <w:rPr>
      <w:rFonts w:ascii="Arial" w:hAnsi="Arial"/>
      <w:sz w:val="22"/>
      <w:szCs w:val="24"/>
    </w:rPr>
  </w:style>
  <w:style w:type="character" w:customStyle="1" w:styleId="BodyTextChar">
    <w:name w:val="Body Text Char"/>
    <w:link w:val="BodyText"/>
    <w:rsid w:val="00B274DA"/>
    <w:rPr>
      <w:rFonts w:ascii="Arial" w:hAnsi="Arial"/>
      <w:sz w:val="22"/>
      <w:szCs w:val="24"/>
      <w:lang w:val="en-US" w:eastAsia="en-US" w:bidi="ar-SA"/>
    </w:rPr>
  </w:style>
  <w:style w:type="paragraph" w:styleId="Footer">
    <w:name w:val="footer"/>
    <w:basedOn w:val="Header"/>
    <w:semiHidden/>
    <w:rsid w:val="00E5560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1C5CF1"/>
    <w:pPr>
      <w:numPr>
        <w:numId w:val="1"/>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5560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1C5CF1"/>
    <w:pPr>
      <w:ind w:left="0"/>
    </w:pPr>
  </w:style>
  <w:style w:type="table" w:styleId="TableGrid">
    <w:name w:val="Table Grid"/>
    <w:basedOn w:val="TableNormal"/>
    <w:rsid w:val="00E5560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5560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link w:val="SpecChar"/>
    <w:rsid w:val="001C5CF1"/>
    <w:pPr>
      <w:numPr>
        <w:numId w:val="2"/>
      </w:numPr>
      <w:spacing w:after="120"/>
    </w:pPr>
    <w:rPr>
      <w:rFonts w:ascii="Arial" w:hAnsi="Arial"/>
      <w:bCs/>
      <w:color w:val="000000"/>
      <w:sz w:val="22"/>
    </w:rPr>
  </w:style>
  <w:style w:type="paragraph" w:customStyle="1" w:styleId="StyleBodyTextLeft1Hanging05">
    <w:name w:val="Style Body Text + Left:  1&quot; Hanging:  0.5&quot;"/>
    <w:basedOn w:val="BodyText"/>
    <w:rsid w:val="0093211E"/>
    <w:pPr>
      <w:ind w:left="1440"/>
    </w:pPr>
    <w:rPr>
      <w:szCs w:val="20"/>
    </w:rPr>
  </w:style>
  <w:style w:type="paragraph" w:styleId="BodyTextIndent">
    <w:name w:val="Body Text Indent"/>
    <w:basedOn w:val="Normal"/>
    <w:rsid w:val="001C5CF1"/>
    <w:pPr>
      <w:ind w:left="720"/>
    </w:pPr>
  </w:style>
  <w:style w:type="paragraph" w:styleId="BalloonText">
    <w:name w:val="Balloon Text"/>
    <w:basedOn w:val="Normal"/>
    <w:semiHidden/>
    <w:rsid w:val="00B253FB"/>
    <w:rPr>
      <w:rFonts w:ascii="Tahoma" w:hAnsi="Tahoma" w:cs="Tahoma"/>
      <w:sz w:val="16"/>
      <w:szCs w:val="16"/>
    </w:rPr>
  </w:style>
  <w:style w:type="character" w:styleId="CommentReference">
    <w:name w:val="annotation reference"/>
    <w:basedOn w:val="DefaultParagraphFont"/>
    <w:rsid w:val="00553959"/>
    <w:rPr>
      <w:sz w:val="16"/>
      <w:szCs w:val="16"/>
    </w:rPr>
  </w:style>
  <w:style w:type="paragraph" w:styleId="CommentText">
    <w:name w:val="annotation text"/>
    <w:basedOn w:val="Normal"/>
    <w:link w:val="CommentTextChar"/>
    <w:rsid w:val="00553959"/>
    <w:rPr>
      <w:sz w:val="20"/>
      <w:szCs w:val="20"/>
    </w:rPr>
  </w:style>
  <w:style w:type="character" w:customStyle="1" w:styleId="CommentTextChar">
    <w:name w:val="Comment Text Char"/>
    <w:basedOn w:val="DefaultParagraphFont"/>
    <w:link w:val="CommentText"/>
    <w:rsid w:val="00553959"/>
    <w:rPr>
      <w:rFonts w:asciiTheme="minorHAnsi" w:eastAsiaTheme="minorHAnsi" w:hAnsiTheme="minorHAnsi" w:cstheme="minorBidi"/>
    </w:rPr>
  </w:style>
  <w:style w:type="paragraph" w:styleId="CommentSubject">
    <w:name w:val="annotation subject"/>
    <w:basedOn w:val="CommentText"/>
    <w:next w:val="CommentText"/>
    <w:link w:val="CommentSubjectChar"/>
    <w:rsid w:val="00553959"/>
    <w:rPr>
      <w:b/>
      <w:bCs/>
    </w:rPr>
  </w:style>
  <w:style w:type="character" w:customStyle="1" w:styleId="CommentSubjectChar">
    <w:name w:val="Comment Subject Char"/>
    <w:basedOn w:val="CommentTextChar"/>
    <w:link w:val="CommentSubject"/>
    <w:rsid w:val="00553959"/>
    <w:rPr>
      <w:rFonts w:asciiTheme="minorHAnsi" w:eastAsiaTheme="minorHAnsi" w:hAnsiTheme="minorHAnsi" w:cstheme="minorBidi"/>
      <w:b/>
      <w:bCs/>
    </w:rPr>
  </w:style>
  <w:style w:type="character" w:customStyle="1" w:styleId="NumberedMaterialChar">
    <w:name w:val="Numbered Material Char"/>
    <w:link w:val="NumberedMaterial"/>
    <w:rsid w:val="00D2384B"/>
    <w:rPr>
      <w:rFonts w:ascii="Arial" w:hAnsi="Arial"/>
      <w:sz w:val="22"/>
      <w:szCs w:val="24"/>
    </w:rPr>
  </w:style>
  <w:style w:type="paragraph" w:styleId="ListParagraph">
    <w:name w:val="List Paragraph"/>
    <w:basedOn w:val="Normal"/>
    <w:uiPriority w:val="34"/>
    <w:qFormat/>
    <w:rsid w:val="001C5CF1"/>
    <w:pPr>
      <w:ind w:left="720"/>
      <w:contextualSpacing/>
    </w:pPr>
  </w:style>
  <w:style w:type="paragraph" w:styleId="Revision">
    <w:name w:val="Revision"/>
    <w:hidden/>
    <w:uiPriority w:val="99"/>
    <w:semiHidden/>
    <w:rsid w:val="00BE5323"/>
    <w:rPr>
      <w:rFonts w:asciiTheme="minorHAnsi" w:eastAsiaTheme="minorHAnsi" w:hAnsiTheme="minorHAnsi" w:cstheme="minorBidi"/>
      <w:sz w:val="22"/>
      <w:szCs w:val="22"/>
    </w:rPr>
  </w:style>
  <w:style w:type="character" w:styleId="Hyperlink">
    <w:name w:val="Hyperlink"/>
    <w:basedOn w:val="DefaultParagraphFont"/>
    <w:unhideWhenUsed/>
    <w:rsid w:val="006D7586"/>
    <w:rPr>
      <w:color w:val="0000FF" w:themeColor="hyperlink"/>
      <w:u w:val="single"/>
    </w:rPr>
  </w:style>
  <w:style w:type="character" w:styleId="FollowedHyperlink">
    <w:name w:val="FollowedHyperlink"/>
    <w:basedOn w:val="DefaultParagraphFont"/>
    <w:semiHidden/>
    <w:unhideWhenUsed/>
    <w:rsid w:val="006D7586"/>
    <w:rPr>
      <w:color w:val="800080" w:themeColor="followedHyperlink"/>
      <w:u w:val="single"/>
    </w:rPr>
  </w:style>
  <w:style w:type="character" w:customStyle="1" w:styleId="SpecChar">
    <w:name w:val="Spec Char"/>
    <w:link w:val="Spec"/>
    <w:rsid w:val="001C5CF1"/>
    <w:rPr>
      <w:rFonts w:ascii="Arial" w:hAnsi="Arial"/>
      <w:bCs/>
      <w:color w:val="000000"/>
      <w:sz w:val="22"/>
    </w:rPr>
  </w:style>
  <w:style w:type="character" w:styleId="UnresolvedMention">
    <w:name w:val="Unresolved Mention"/>
    <w:basedOn w:val="DefaultParagraphFont"/>
    <w:uiPriority w:val="99"/>
    <w:semiHidden/>
    <w:unhideWhenUsed/>
    <w:rsid w:val="00E76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0387">
      <w:bodyDiv w:val="1"/>
      <w:marLeft w:val="0"/>
      <w:marRight w:val="0"/>
      <w:marTop w:val="0"/>
      <w:marBottom w:val="0"/>
      <w:divBdr>
        <w:top w:val="none" w:sz="0" w:space="0" w:color="auto"/>
        <w:left w:val="none" w:sz="0" w:space="0" w:color="auto"/>
        <w:bottom w:val="none" w:sz="0" w:space="0" w:color="auto"/>
        <w:right w:val="none" w:sz="0" w:space="0" w:color="auto"/>
      </w:divBdr>
    </w:div>
    <w:div w:id="353308734">
      <w:bodyDiv w:val="1"/>
      <w:marLeft w:val="0"/>
      <w:marRight w:val="0"/>
      <w:marTop w:val="0"/>
      <w:marBottom w:val="0"/>
      <w:divBdr>
        <w:top w:val="none" w:sz="0" w:space="0" w:color="auto"/>
        <w:left w:val="none" w:sz="0" w:space="0" w:color="auto"/>
        <w:bottom w:val="none" w:sz="0" w:space="0" w:color="auto"/>
        <w:right w:val="none" w:sz="0" w:space="0" w:color="auto"/>
      </w:divBdr>
    </w:div>
    <w:div w:id="490027017">
      <w:bodyDiv w:val="1"/>
      <w:marLeft w:val="0"/>
      <w:marRight w:val="0"/>
      <w:marTop w:val="0"/>
      <w:marBottom w:val="0"/>
      <w:divBdr>
        <w:top w:val="none" w:sz="0" w:space="0" w:color="auto"/>
        <w:left w:val="none" w:sz="0" w:space="0" w:color="auto"/>
        <w:bottom w:val="none" w:sz="0" w:space="0" w:color="auto"/>
        <w:right w:val="none" w:sz="0" w:space="0" w:color="auto"/>
      </w:divBdr>
    </w:div>
    <w:div w:id="696271800">
      <w:bodyDiv w:val="1"/>
      <w:marLeft w:val="0"/>
      <w:marRight w:val="0"/>
      <w:marTop w:val="0"/>
      <w:marBottom w:val="0"/>
      <w:divBdr>
        <w:top w:val="none" w:sz="0" w:space="0" w:color="auto"/>
        <w:left w:val="none" w:sz="0" w:space="0" w:color="auto"/>
        <w:bottom w:val="none" w:sz="0" w:space="0" w:color="auto"/>
        <w:right w:val="none" w:sz="0" w:space="0" w:color="auto"/>
      </w:divBdr>
    </w:div>
    <w:div w:id="1104031626">
      <w:bodyDiv w:val="1"/>
      <w:marLeft w:val="0"/>
      <w:marRight w:val="0"/>
      <w:marTop w:val="0"/>
      <w:marBottom w:val="0"/>
      <w:divBdr>
        <w:top w:val="none" w:sz="0" w:space="0" w:color="auto"/>
        <w:left w:val="none" w:sz="0" w:space="0" w:color="auto"/>
        <w:bottom w:val="none" w:sz="0" w:space="0" w:color="auto"/>
        <w:right w:val="none" w:sz="0" w:space="0" w:color="auto"/>
      </w:divBdr>
    </w:div>
    <w:div w:id="1271619545">
      <w:bodyDiv w:val="1"/>
      <w:marLeft w:val="0"/>
      <w:marRight w:val="0"/>
      <w:marTop w:val="0"/>
      <w:marBottom w:val="0"/>
      <w:divBdr>
        <w:top w:val="none" w:sz="0" w:space="0" w:color="auto"/>
        <w:left w:val="none" w:sz="0" w:space="0" w:color="auto"/>
        <w:bottom w:val="none" w:sz="0" w:space="0" w:color="auto"/>
        <w:right w:val="none" w:sz="0" w:space="0" w:color="auto"/>
      </w:divBdr>
    </w:div>
    <w:div w:id="153423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png"/><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4.png"/><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0B634-0077-44DA-A9FE-DF41CA3902FC}"/>
</file>

<file path=customXml/itemProps2.xml><?xml version="1.0" encoding="utf-8"?>
<ds:datastoreItem xmlns:ds="http://schemas.openxmlformats.org/officeDocument/2006/customXml" ds:itemID="{1AA8E1EA-5015-4DE3-9110-9D931D34CACA}">
  <ds:schemaRefs>
    <ds:schemaRef ds:uri="http://schemas.microsoft.com/office/2006/metadata/longProperties"/>
  </ds:schemaRefs>
</ds:datastoreItem>
</file>

<file path=customXml/itemProps3.xml><?xml version="1.0" encoding="utf-8"?>
<ds:datastoreItem xmlns:ds="http://schemas.openxmlformats.org/officeDocument/2006/customXml" ds:itemID="{DC2BABFA-E46A-488E-AF11-AD8F4E860E4C}">
  <ds:schemaRefs>
    <ds:schemaRef ds:uri="http://schemas.microsoft.com/sharepoint/v3/contenttype/forms"/>
  </ds:schemaRefs>
</ds:datastoreItem>
</file>

<file path=customXml/itemProps4.xml><?xml version="1.0" encoding="utf-8"?>
<ds:datastoreItem xmlns:ds="http://schemas.openxmlformats.org/officeDocument/2006/customXml" ds:itemID="{608B9709-1CB8-413E-BCCF-128C8E6F656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C3E9522-11B4-47EF-8AE5-7A7438AA909A}">
  <ds:schemaRefs>
    <ds:schemaRef ds:uri="http://schemas.microsoft.com/sharepoint/v3/contenttype/forms"/>
  </ds:schemaRefs>
</ds:datastoreItem>
</file>

<file path=customXml/itemProps6.xml><?xml version="1.0" encoding="utf-8"?>
<ds:datastoreItem xmlns:ds="http://schemas.openxmlformats.org/officeDocument/2006/customXml" ds:itemID="{0350A71C-9541-4F7A-BF13-54A7AEE1C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9761</Words>
  <Characters>55639</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Safety Management</vt:lpstr>
    </vt:vector>
  </TitlesOfParts>
  <Manager>Paul Powell</Manager>
  <Company>Port of Seattle</Company>
  <LinksUpToDate>false</LinksUpToDate>
  <CharactersWithSpaces>65270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Management</dc:title>
  <dc:subject>Division 0 - Bidding Requirements, Contract Forms And Conditions Of The Contract</dc:subject>
  <dc:creator>jbh</dc:creator>
  <cp:lastModifiedBy>Heilgeist, Stacy</cp:lastModifiedBy>
  <cp:revision>2</cp:revision>
  <cp:lastPrinted>2020-04-13T18:42:00Z</cp:lastPrinted>
  <dcterms:created xsi:type="dcterms:W3CDTF">2023-10-31T19:07:00Z</dcterms:created>
  <dcterms:modified xsi:type="dcterms:W3CDTF">2023-10-31T19:07:00Z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_dlc_DocIdItemGuid">
    <vt:lpwstr>dfcfa519-18c7-40c3-a380-2883af9270fd</vt:lpwstr>
  </property>
  <property fmtid="{D5CDD505-2E9C-101B-9397-08002B2CF9AE}" pid="4" name="Folders below this level">
    <vt:lpwstr>none</vt:lpwstr>
  </property>
  <property fmtid="{D5CDD505-2E9C-101B-9397-08002B2CF9AE}" pid="5" name="Folders below">
    <vt:lpwstr>1 folder below</vt:lpwstr>
  </property>
  <property fmtid="{D5CDD505-2E9C-101B-9397-08002B2CF9AE}" pid="6" name="Category">
    <vt:lpwstr/>
  </property>
  <property fmtid="{D5CDD505-2E9C-101B-9397-08002B2CF9AE}" pid="7" name="display_urn:schemas-microsoft-com:office:office#Editor">
    <vt:lpwstr>Heilgeist, Stacy</vt:lpwstr>
  </property>
  <property fmtid="{D5CDD505-2E9C-101B-9397-08002B2CF9AE}" pid="8" name="display_urn:schemas-microsoft-com:office:office#Author">
    <vt:lpwstr>Heilgeist, Stacy</vt:lpwstr>
  </property>
  <property fmtid="{D5CDD505-2E9C-101B-9397-08002B2CF9AE}" pid="9" name="Order">
    <vt:r8>75700</vt:r8>
  </property>
</Properties>
</file>